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9F" w:rsidRPr="00EA3BBD" w:rsidRDefault="00FD699F" w:rsidP="00155F1D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FD699F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D699F" w:rsidRPr="00EA3BBD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D699F" w:rsidRPr="00EA3BBD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D699F" w:rsidRPr="00EA3BBD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D699F" w:rsidRPr="00EA3BBD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FD699F" w:rsidRPr="00EA3BBD" w:rsidRDefault="00FD699F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D699F" w:rsidRPr="00EA3BBD" w:rsidRDefault="00FD699F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D699F" w:rsidRPr="00EA3BBD" w:rsidRDefault="00FD699F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FD699F" w:rsidRDefault="00FD699F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FD699F" w:rsidRDefault="00FD699F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  <w:bookmarkStart w:id="0" w:name="_GoBack"/>
      <w:bookmarkEnd w:id="0"/>
    </w:p>
    <w:p w:rsidR="00FD699F" w:rsidRDefault="00FD699F" w:rsidP="00155F1D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outlineLvl w:val="0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:rsidR="00FD699F" w:rsidRPr="00266578" w:rsidRDefault="00FD699F" w:rsidP="00497CD3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FD699F" w:rsidRPr="00995809" w:rsidRDefault="00FD699F" w:rsidP="00497CD3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:rsidR="00FD699F" w:rsidRPr="00EA3BBD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99F" w:rsidRPr="00EA3BBD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D699F" w:rsidRPr="00EA3BBD" w:rsidRDefault="00FD699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99F" w:rsidRDefault="00FD699F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 xml:space="preserve">2024.1320 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FD699F" w:rsidRPr="00EA3BBD" w:rsidRDefault="00FD699F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FD699F" w:rsidRPr="00EA3BBD" w:rsidRDefault="00FD699F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FD699F" w:rsidRPr="00EA3BBD" w:rsidRDefault="00FD699F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FD699F" w:rsidRPr="00EA3BBD" w:rsidRDefault="00FD699F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FD699F" w:rsidRPr="00EA3BBD" w:rsidRDefault="00FD699F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FD699F" w:rsidRPr="00025EFA" w:rsidRDefault="00FD699F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FD699F" w:rsidRPr="00025EFA" w:rsidSect="0051701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99F" w:rsidRDefault="00FD699F" w:rsidP="004171C4">
      <w:r>
        <w:separator/>
      </w:r>
    </w:p>
  </w:endnote>
  <w:endnote w:type="continuationSeparator" w:id="0">
    <w:p w:rsidR="00FD699F" w:rsidRDefault="00FD699F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99F" w:rsidRDefault="00FD699F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FD699F" w:rsidRDefault="00FD699F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D699F" w:rsidRDefault="00FD699F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99F" w:rsidRDefault="00FD699F" w:rsidP="004171C4">
      <w:r>
        <w:separator/>
      </w:r>
    </w:p>
  </w:footnote>
  <w:footnote w:type="continuationSeparator" w:id="0">
    <w:p w:rsidR="00FD699F" w:rsidRDefault="00FD699F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74E4C"/>
    <w:rsid w:val="00091803"/>
    <w:rsid w:val="000F7637"/>
    <w:rsid w:val="00141D31"/>
    <w:rsid w:val="00155F1D"/>
    <w:rsid w:val="00181AB7"/>
    <w:rsid w:val="001D70E7"/>
    <w:rsid w:val="0026436D"/>
    <w:rsid w:val="00266578"/>
    <w:rsid w:val="003954EC"/>
    <w:rsid w:val="00397E34"/>
    <w:rsid w:val="004171C4"/>
    <w:rsid w:val="004726E4"/>
    <w:rsid w:val="004914AA"/>
    <w:rsid w:val="00497CD3"/>
    <w:rsid w:val="004C201B"/>
    <w:rsid w:val="004F3D92"/>
    <w:rsid w:val="00517018"/>
    <w:rsid w:val="00556AE5"/>
    <w:rsid w:val="00572238"/>
    <w:rsid w:val="00661A36"/>
    <w:rsid w:val="00691735"/>
    <w:rsid w:val="006C2AEA"/>
    <w:rsid w:val="006C7D7F"/>
    <w:rsid w:val="00702AFF"/>
    <w:rsid w:val="00767F5F"/>
    <w:rsid w:val="007807AB"/>
    <w:rsid w:val="007C2045"/>
    <w:rsid w:val="00852B91"/>
    <w:rsid w:val="00857CA9"/>
    <w:rsid w:val="00873202"/>
    <w:rsid w:val="008E0147"/>
    <w:rsid w:val="008F5918"/>
    <w:rsid w:val="00995809"/>
    <w:rsid w:val="009A3C74"/>
    <w:rsid w:val="009B56BF"/>
    <w:rsid w:val="00A2768D"/>
    <w:rsid w:val="00AC59A3"/>
    <w:rsid w:val="00AD0810"/>
    <w:rsid w:val="00B21BFF"/>
    <w:rsid w:val="00B24692"/>
    <w:rsid w:val="00B84D5A"/>
    <w:rsid w:val="00BF0E8F"/>
    <w:rsid w:val="00C15E1F"/>
    <w:rsid w:val="00C70686"/>
    <w:rsid w:val="00D2307A"/>
    <w:rsid w:val="00D60AFD"/>
    <w:rsid w:val="00D65D5E"/>
    <w:rsid w:val="00DE78D0"/>
    <w:rsid w:val="00E064E7"/>
    <w:rsid w:val="00E0748B"/>
    <w:rsid w:val="00EA2CE1"/>
    <w:rsid w:val="00EA3BBD"/>
    <w:rsid w:val="00F0755D"/>
    <w:rsid w:val="00F817BB"/>
    <w:rsid w:val="00FA3E4A"/>
    <w:rsid w:val="00FD699F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497CD3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155F1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0C71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306</Words>
  <Characters>1839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10</cp:revision>
  <cp:lastPrinted>2025-01-02T10:03:00Z</cp:lastPrinted>
  <dcterms:created xsi:type="dcterms:W3CDTF">2024-03-20T10:52:00Z</dcterms:created>
  <dcterms:modified xsi:type="dcterms:W3CDTF">2025-01-02T10:03:00Z</dcterms:modified>
</cp:coreProperties>
</file>