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91" w:rsidRPr="000E5572" w:rsidRDefault="00466491" w:rsidP="00227E0A">
      <w:pPr>
        <w:spacing w:after="120" w:line="360" w:lineRule="auto"/>
        <w:outlineLvl w:val="0"/>
        <w:rPr>
          <w:rFonts w:ascii="Cambria" w:hAnsi="Cambria" w:cs="Arial"/>
          <w:b/>
          <w:color w:val="0000FF"/>
          <w:sz w:val="22"/>
          <w:szCs w:val="22"/>
          <w:u w:val="single"/>
        </w:rPr>
      </w:pPr>
      <w:r w:rsidRPr="000E5572">
        <w:rPr>
          <w:rFonts w:ascii="Cambria" w:hAnsi="Cambria"/>
          <w:sz w:val="22"/>
          <w:szCs w:val="22"/>
        </w:rPr>
        <w:t xml:space="preserve">Oznaczenie sprawy: </w:t>
      </w:r>
      <w:r w:rsidRPr="000E5572">
        <w:rPr>
          <w:rFonts w:ascii="Cambria" w:hAnsi="Cambria"/>
          <w:b/>
          <w:color w:val="0000FF"/>
          <w:sz w:val="22"/>
          <w:szCs w:val="22"/>
        </w:rPr>
        <w:t>TP/</w:t>
      </w:r>
      <w:r>
        <w:rPr>
          <w:rFonts w:ascii="Cambria" w:hAnsi="Cambria"/>
          <w:b/>
          <w:color w:val="0000FF"/>
          <w:sz w:val="22"/>
          <w:szCs w:val="22"/>
        </w:rPr>
        <w:t>2</w:t>
      </w:r>
      <w:r w:rsidRPr="000E5572">
        <w:rPr>
          <w:rFonts w:ascii="Cambria" w:hAnsi="Cambria"/>
          <w:b/>
          <w:color w:val="0000FF"/>
          <w:sz w:val="22"/>
          <w:szCs w:val="22"/>
        </w:rPr>
        <w:t>/202</w:t>
      </w:r>
      <w:r>
        <w:rPr>
          <w:rFonts w:ascii="Cambria" w:hAnsi="Cambria"/>
          <w:b/>
          <w:color w:val="0000FF"/>
          <w:sz w:val="22"/>
          <w:szCs w:val="22"/>
        </w:rPr>
        <w:t>5</w:t>
      </w:r>
    </w:p>
    <w:p w:rsidR="00466491" w:rsidRPr="0016472F" w:rsidRDefault="00466491" w:rsidP="00227E0A">
      <w:pPr>
        <w:pStyle w:val="Header"/>
        <w:jc w:val="right"/>
        <w:outlineLvl w:val="0"/>
      </w:pPr>
      <w:r w:rsidRPr="0016472F">
        <w:t xml:space="preserve">Załącznik nr </w:t>
      </w:r>
      <w:r>
        <w:t>4B</w:t>
      </w:r>
      <w:r w:rsidRPr="0016472F">
        <w:t xml:space="preserve"> do SWZ </w:t>
      </w:r>
    </w:p>
    <w:p w:rsidR="00466491" w:rsidRPr="0016472F" w:rsidRDefault="00466491" w:rsidP="00ED2CFA">
      <w:pPr>
        <w:ind w:left="3969" w:hanging="3969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</w:p>
    <w:p w:rsidR="00466491" w:rsidRPr="0016472F" w:rsidRDefault="00466491" w:rsidP="00227E0A">
      <w:pPr>
        <w:spacing w:line="480" w:lineRule="auto"/>
        <w:ind w:left="5246" w:hanging="5246"/>
        <w:outlineLvl w:val="0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466491" w:rsidRPr="000E5572" w:rsidRDefault="00466491" w:rsidP="00227E0A">
      <w:pPr>
        <w:spacing w:before="120"/>
        <w:outlineLvl w:val="0"/>
        <w:rPr>
          <w:rFonts w:ascii="Cambria" w:hAnsi="Cambria"/>
          <w:color w:val="0000FF"/>
          <w:sz w:val="22"/>
          <w:szCs w:val="22"/>
        </w:rPr>
      </w:pPr>
      <w:r w:rsidRPr="000E5572">
        <w:rPr>
          <w:rFonts w:ascii="Cambria" w:hAnsi="Cambria"/>
          <w:color w:val="0000FF"/>
          <w:sz w:val="22"/>
          <w:szCs w:val="22"/>
        </w:rPr>
        <w:t>Samodzielny Publiczny Zakład Opieki Zdrowotnej w Wolsztynie</w:t>
      </w:r>
    </w:p>
    <w:p w:rsidR="00466491" w:rsidRPr="000E5572" w:rsidRDefault="00466491" w:rsidP="000E5572">
      <w:pPr>
        <w:spacing w:before="120"/>
        <w:rPr>
          <w:rFonts w:ascii="Cambria" w:hAnsi="Cambria"/>
          <w:b/>
          <w:color w:val="0000FF"/>
          <w:sz w:val="22"/>
          <w:szCs w:val="22"/>
        </w:rPr>
      </w:pPr>
      <w:r w:rsidRPr="000E5572">
        <w:rPr>
          <w:rFonts w:ascii="Cambria" w:hAnsi="Cambria"/>
          <w:color w:val="0000FF"/>
          <w:sz w:val="22"/>
          <w:szCs w:val="22"/>
        </w:rPr>
        <w:t>Ul. Wschowska 3</w:t>
      </w:r>
      <w:r>
        <w:rPr>
          <w:rFonts w:ascii="Cambria" w:hAnsi="Cambria"/>
          <w:color w:val="0000FF"/>
          <w:sz w:val="22"/>
          <w:szCs w:val="22"/>
        </w:rPr>
        <w:t xml:space="preserve">, </w:t>
      </w:r>
      <w:r w:rsidRPr="000E5572">
        <w:rPr>
          <w:rFonts w:ascii="Cambria" w:hAnsi="Cambria"/>
          <w:color w:val="0000FF"/>
          <w:sz w:val="22"/>
          <w:szCs w:val="22"/>
        </w:rPr>
        <w:t>64-200 Wolsztyn</w:t>
      </w:r>
    </w:p>
    <w:p w:rsidR="00466491" w:rsidRPr="0016472F" w:rsidRDefault="00466491" w:rsidP="00AC408E">
      <w:pPr>
        <w:rPr>
          <w:rFonts w:ascii="Cambria" w:hAnsi="Cambria" w:cs="Arial"/>
          <w:sz w:val="22"/>
          <w:szCs w:val="22"/>
        </w:rPr>
      </w:pPr>
    </w:p>
    <w:p w:rsidR="00466491" w:rsidRPr="0016472F" w:rsidRDefault="00466491" w:rsidP="00227E0A">
      <w:pPr>
        <w:spacing w:line="480" w:lineRule="auto"/>
        <w:outlineLvl w:val="0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466491" w:rsidRPr="0016472F" w:rsidRDefault="00466491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466491" w:rsidRPr="000E5572" w:rsidRDefault="00466491" w:rsidP="006C58D9">
      <w:pPr>
        <w:ind w:right="5953"/>
        <w:rPr>
          <w:rFonts w:ascii="Cambria" w:hAnsi="Cambria" w:cs="Arial"/>
          <w:i/>
          <w:sz w:val="18"/>
          <w:szCs w:val="18"/>
        </w:rPr>
      </w:pPr>
      <w:r w:rsidRPr="000E5572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466491" w:rsidRDefault="00466491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</w:p>
    <w:p w:rsidR="00466491" w:rsidRPr="0016472F" w:rsidRDefault="00466491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466491" w:rsidRPr="0016472F" w:rsidRDefault="00466491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466491" w:rsidRPr="000E5572" w:rsidRDefault="00466491" w:rsidP="006C58D9">
      <w:pPr>
        <w:ind w:right="5953"/>
        <w:rPr>
          <w:rFonts w:ascii="Cambria" w:hAnsi="Cambria" w:cs="Arial"/>
          <w:i/>
        </w:rPr>
      </w:pPr>
      <w:r w:rsidRPr="000E5572">
        <w:rPr>
          <w:rFonts w:ascii="Cambria" w:hAnsi="Cambria" w:cs="Arial"/>
          <w:i/>
        </w:rPr>
        <w:t>(imię, nazwisko, stanowisko/podstawa do  reprezentacji)</w:t>
      </w:r>
    </w:p>
    <w:p w:rsidR="00466491" w:rsidRPr="004D5D41" w:rsidRDefault="00466491" w:rsidP="00227E0A">
      <w:pPr>
        <w:jc w:val="center"/>
        <w:outlineLvl w:val="0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</w:t>
      </w:r>
      <w:r w:rsidRPr="004D5D41">
        <w:rPr>
          <w:rFonts w:ascii="Cambria" w:hAnsi="Cambria" w:cs="Arial"/>
          <w:b/>
          <w:sz w:val="22"/>
          <w:szCs w:val="22"/>
          <w:u w:val="single"/>
        </w:rPr>
        <w:t xml:space="preserve">podmiotu udostępniającego zasoby </w:t>
      </w:r>
    </w:p>
    <w:p w:rsidR="00466491" w:rsidRPr="00DB7D0D" w:rsidRDefault="00466491" w:rsidP="00DB7D0D">
      <w:pPr>
        <w:jc w:val="center"/>
        <w:rPr>
          <w:rFonts w:ascii="Cambria" w:hAnsi="Cambria" w:cs="Arial"/>
          <w:b/>
          <w:color w:val="0000FF"/>
          <w:sz w:val="22"/>
          <w:szCs w:val="22"/>
          <w:u w:val="single"/>
        </w:rPr>
      </w:pPr>
      <w:r w:rsidRPr="00DB7D0D">
        <w:rPr>
          <w:rFonts w:ascii="Cambria" w:hAnsi="Cambria" w:cs="Arial"/>
          <w:b/>
          <w:color w:val="0000FF"/>
          <w:sz w:val="22"/>
          <w:szCs w:val="22"/>
          <w:u w:val="single"/>
        </w:rPr>
        <w:t xml:space="preserve">nr sprawy </w:t>
      </w:r>
      <w:r w:rsidRPr="00DB7D0D">
        <w:rPr>
          <w:rFonts w:ascii="Cambria" w:hAnsi="Cambria" w:cs="Cambria"/>
          <w:color w:val="0000FF"/>
          <w:sz w:val="22"/>
          <w:szCs w:val="22"/>
          <w:shd w:val="clear" w:color="auto" w:fill="FFFFFF"/>
        </w:rPr>
        <w:t xml:space="preserve"> </w:t>
      </w:r>
      <w:r w:rsidRPr="00DB7D0D">
        <w:rPr>
          <w:rFonts w:ascii="Cambria" w:hAnsi="Cambria"/>
          <w:color w:val="0000FF"/>
          <w:sz w:val="22"/>
          <w:szCs w:val="22"/>
        </w:rPr>
        <w:t xml:space="preserve">- </w:t>
      </w:r>
      <w:r w:rsidRPr="00DB7D0D">
        <w:rPr>
          <w:rFonts w:ascii="Cambria" w:hAnsi="Cambria"/>
          <w:b/>
          <w:color w:val="0000FF"/>
          <w:sz w:val="22"/>
          <w:szCs w:val="22"/>
        </w:rPr>
        <w:t>TP/2/202</w:t>
      </w:r>
      <w:r>
        <w:rPr>
          <w:rFonts w:ascii="Cambria" w:hAnsi="Cambria"/>
          <w:b/>
          <w:color w:val="0000FF"/>
          <w:sz w:val="22"/>
          <w:szCs w:val="22"/>
        </w:rPr>
        <w:t>5</w:t>
      </w:r>
    </w:p>
    <w:p w:rsidR="00466491" w:rsidRPr="0016472F" w:rsidRDefault="00466491" w:rsidP="00DB7D0D">
      <w:pPr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466491" w:rsidRPr="0016472F" w:rsidRDefault="00466491" w:rsidP="00DB7D0D">
      <w:pPr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:rsidR="00466491" w:rsidRPr="0016472F" w:rsidRDefault="00466491" w:rsidP="00DB7D0D">
      <w:pPr>
        <w:jc w:val="both"/>
        <w:rPr>
          <w:rFonts w:ascii="Cambria" w:hAnsi="Cambria" w:cs="Arial"/>
          <w:sz w:val="22"/>
          <w:szCs w:val="22"/>
        </w:rPr>
      </w:pPr>
    </w:p>
    <w:p w:rsidR="00466491" w:rsidRPr="00A613E8" w:rsidRDefault="00466491" w:rsidP="00F16554">
      <w:pPr>
        <w:ind w:left="720"/>
        <w:jc w:val="center"/>
        <w:rPr>
          <w:rFonts w:eastAsia="Microsoft YaHei"/>
          <w:b/>
          <w:bCs/>
          <w:color w:val="0000FF"/>
        </w:rPr>
      </w:pPr>
      <w:r w:rsidRPr="0016472F">
        <w:t xml:space="preserve">Na potrzeby postępowania o udzielenie zamówienia publicznego pn: </w:t>
      </w:r>
      <w:r w:rsidRPr="0016472F">
        <w:br/>
      </w:r>
    </w:p>
    <w:p w:rsidR="00466491" w:rsidRPr="00227E0A" w:rsidRDefault="00466491" w:rsidP="00227E0A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 w:rsidRPr="00227E0A">
        <w:rPr>
          <w:rFonts w:ascii="Cambria" w:hAnsi="Cambria" w:cs="Calibri"/>
          <w:b/>
          <w:color w:val="0000FF"/>
          <w:sz w:val="22"/>
          <w:szCs w:val="22"/>
        </w:rPr>
        <w:t>"</w:t>
      </w:r>
      <w:r w:rsidRPr="00227E0A">
        <w:rPr>
          <w:rFonts w:ascii="Cambria" w:eastAsia="Microsoft YaHei" w:hAnsi="Cambria"/>
          <w:b/>
          <w:bCs/>
          <w:color w:val="0000FF"/>
          <w:sz w:val="22"/>
          <w:szCs w:val="22"/>
        </w:rPr>
        <w:t>24 m-czna d</w:t>
      </w:r>
      <w:r w:rsidRPr="00227E0A">
        <w:rPr>
          <w:rFonts w:ascii="Cambria" w:eastAsia="Microsoft YaHei" w:hAnsi="Cambria"/>
          <w:b/>
          <w:color w:val="0000FF"/>
          <w:sz w:val="22"/>
          <w:szCs w:val="22"/>
        </w:rPr>
        <w:t>ostawa odczynników, kalibratorów, materiałów kontrolnych i zużywalnych wraz z dzierż</w:t>
      </w:r>
      <w:r w:rsidRPr="00227E0A">
        <w:rPr>
          <w:rFonts w:ascii="Cambria" w:eastAsia="Microsoft YaHei" w:hAnsi="Cambria"/>
          <w:b/>
          <w:color w:val="0000FF"/>
          <w:sz w:val="22"/>
          <w:szCs w:val="22"/>
        </w:rPr>
        <w:t>a</w:t>
      </w:r>
      <w:r w:rsidRPr="00227E0A">
        <w:rPr>
          <w:rFonts w:ascii="Cambria" w:eastAsia="Microsoft YaHei" w:hAnsi="Cambria"/>
          <w:b/>
          <w:color w:val="0000FF"/>
          <w:sz w:val="22"/>
          <w:szCs w:val="22"/>
        </w:rPr>
        <w:t xml:space="preserve">wą analizatora do oznaczeń koagulologicznych </w:t>
      </w:r>
      <w:r w:rsidRPr="00227E0A">
        <w:rPr>
          <w:rFonts w:ascii="Cambria" w:hAnsi="Cambria"/>
          <w:b/>
          <w:color w:val="0000FF"/>
          <w:sz w:val="22"/>
          <w:szCs w:val="22"/>
        </w:rPr>
        <w:t xml:space="preserve">dla </w:t>
      </w:r>
      <w:r w:rsidRPr="00227E0A">
        <w:rPr>
          <w:rFonts w:ascii="Cambria" w:eastAsia="Microsoft YaHei" w:hAnsi="Cambria"/>
          <w:b/>
          <w:color w:val="0000FF"/>
          <w:sz w:val="22"/>
          <w:szCs w:val="22"/>
        </w:rPr>
        <w:t>Medycznego Laboratorium Diagnostycznego</w:t>
      </w:r>
    </w:p>
    <w:p w:rsidR="00466491" w:rsidRPr="00227E0A" w:rsidRDefault="00466491" w:rsidP="00227E0A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  <w:r w:rsidRPr="00227E0A">
        <w:rPr>
          <w:rFonts w:ascii="Cambria" w:hAnsi="Cambria"/>
          <w:b/>
          <w:color w:val="0000FF"/>
          <w:sz w:val="22"/>
          <w:szCs w:val="22"/>
        </w:rPr>
        <w:t>w SPZOZ w Wolsztynie"</w:t>
      </w:r>
    </w:p>
    <w:p w:rsidR="00466491" w:rsidRPr="005B0AD6" w:rsidRDefault="00466491" w:rsidP="00DB7D0D">
      <w:pPr>
        <w:suppressAutoHyphens w:val="0"/>
        <w:autoSpaceDE w:val="0"/>
        <w:autoSpaceDN w:val="0"/>
        <w:adjustRightInd w:val="0"/>
        <w:rPr>
          <w:rFonts w:ascii="Cambria" w:eastAsia="Microsoft YaHei" w:hAnsi="Cambria" w:cs="Arial"/>
          <w:bCs/>
          <w:color w:val="0000FF"/>
        </w:rPr>
      </w:pPr>
    </w:p>
    <w:p w:rsidR="00466491" w:rsidRPr="004D5D41" w:rsidRDefault="00466491" w:rsidP="004D5D41">
      <w:pPr>
        <w:pStyle w:val="xl38"/>
        <w:pBdr>
          <w:bottom w:val="none" w:sz="0" w:space="0" w:color="auto"/>
        </w:pBdr>
        <w:spacing w:before="0" w:beforeAutospacing="0" w:after="0" w:afterAutospacing="0"/>
        <w:textAlignment w:val="auto"/>
        <w:rPr>
          <w:rFonts w:ascii="Cambria" w:hAnsi="Cambria"/>
          <w:color w:val="0000FF"/>
          <w:sz w:val="20"/>
          <w:szCs w:val="20"/>
        </w:rPr>
      </w:pPr>
    </w:p>
    <w:p w:rsidR="00466491" w:rsidRPr="007540B7" w:rsidRDefault="00466491" w:rsidP="004D5D41">
      <w:pPr>
        <w:pStyle w:val="xl38"/>
        <w:pBdr>
          <w:bottom w:val="none" w:sz="0" w:space="0" w:color="auto"/>
        </w:pBdr>
        <w:spacing w:before="0" w:beforeAutospacing="0" w:after="0" w:afterAutospacing="0"/>
        <w:textAlignment w:val="auto"/>
        <w:rPr>
          <w:sz w:val="20"/>
          <w:szCs w:val="20"/>
        </w:rPr>
      </w:pPr>
      <w:r w:rsidRPr="007540B7">
        <w:rPr>
          <w:sz w:val="20"/>
          <w:szCs w:val="20"/>
        </w:rPr>
        <w:t>prowadzonego przez „Samodzielny Publiczny Zakład Opieki Zdrowotnej w Wolsztynie  "  oświadczam, co następuje:</w:t>
      </w:r>
    </w:p>
    <w:p w:rsidR="00466491" w:rsidRPr="007540B7" w:rsidRDefault="00466491" w:rsidP="0016472F">
      <w:pPr>
        <w:spacing w:line="276" w:lineRule="auto"/>
        <w:jc w:val="center"/>
        <w:rPr>
          <w:rFonts w:ascii="Cambria" w:hAnsi="Cambria" w:cs="Arial"/>
        </w:rPr>
      </w:pPr>
    </w:p>
    <w:p w:rsidR="00466491" w:rsidRPr="0016472F" w:rsidRDefault="00466491" w:rsidP="00227E0A">
      <w:pPr>
        <w:shd w:val="clear" w:color="auto" w:fill="BFBFBF"/>
        <w:spacing w:before="120" w:line="360" w:lineRule="auto"/>
        <w:outlineLvl w:val="0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466491" w:rsidRPr="0016472F" w:rsidRDefault="00466491" w:rsidP="0016472F">
      <w:pPr>
        <w:pStyle w:val="ListParagraph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 z postępowania na podstawie  art. 108 ust 1 ustawy Pzp.</w:t>
      </w:r>
    </w:p>
    <w:p w:rsidR="00466491" w:rsidRPr="0016472F" w:rsidRDefault="00466491" w:rsidP="001647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t>[UWAGA</w:t>
      </w:r>
      <w:r w:rsidRPr="0016472F">
        <w:rPr>
          <w:rFonts w:ascii="Cambria" w:hAnsi="Cambria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16472F">
        <w:rPr>
          <w:rFonts w:ascii="Cambria" w:hAnsi="Cambria" w:cs="Arial"/>
          <w:color w:val="0070C0"/>
        </w:rPr>
        <w:t>]</w:t>
      </w:r>
    </w:p>
    <w:p w:rsidR="00466491" w:rsidRPr="0016472F" w:rsidRDefault="00466491" w:rsidP="0016472F">
      <w:pPr>
        <w:pStyle w:val="ListParagraph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z postępowania na podstawie art. 109 ust. 1 pkt 4  ustawy Pzp.</w:t>
      </w:r>
    </w:p>
    <w:p w:rsidR="00466491" w:rsidRPr="0016472F" w:rsidRDefault="00466491" w:rsidP="0016472F">
      <w:pPr>
        <w:pStyle w:val="Normal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hAnsi="Cambria" w:cs="Arial"/>
          <w:color w:val="000000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(Dz. U. 2023.1497)</w:t>
      </w:r>
      <w:r w:rsidRPr="0016472F">
        <w:rPr>
          <w:rStyle w:val="FootnoteReference1"/>
          <w:rFonts w:ascii="Cambria" w:hAnsi="Cambria" w:cs="Arial"/>
          <w:i/>
          <w:iCs/>
          <w:color w:val="000000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>.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 </w:t>
      </w:r>
    </w:p>
    <w:p w:rsidR="00466491" w:rsidRPr="0016472F" w:rsidRDefault="00466491" w:rsidP="0016472F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466491" w:rsidRPr="0016472F" w:rsidRDefault="00466491" w:rsidP="00227E0A">
      <w:pPr>
        <w:shd w:val="clear" w:color="auto" w:fill="BFBFBF"/>
        <w:spacing w:after="120" w:line="360" w:lineRule="auto"/>
        <w:jc w:val="both"/>
        <w:outlineLvl w:val="0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466491" w:rsidRPr="0016472F" w:rsidRDefault="00466491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466491" w:rsidRPr="0016472F" w:rsidRDefault="00466491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spełniam warunki udziału w postępowaniu </w:t>
      </w:r>
      <w:bookmarkStart w:id="0" w:name="_Hlk99016450"/>
      <w:r>
        <w:rPr>
          <w:rFonts w:ascii="Cambria" w:hAnsi="Cambria" w:cs="Arial"/>
          <w:sz w:val="22"/>
          <w:szCs w:val="22"/>
        </w:rPr>
        <w:t xml:space="preserve">określone przez zamawiającego w 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0"/>
      <w:r w:rsidRPr="0016472F">
        <w:rPr>
          <w:rFonts w:ascii="Cambria" w:hAnsi="Cambria" w:cs="Arial"/>
          <w:sz w:val="22"/>
          <w:szCs w:val="22"/>
        </w:rPr>
        <w:t>rozdział pkt ____________________</w:t>
      </w:r>
      <w:r w:rsidRPr="0016472F">
        <w:rPr>
          <w:rFonts w:ascii="Cambria" w:hAnsi="Cambria" w:cs="Arial"/>
          <w:color w:val="FF0000"/>
          <w:sz w:val="22"/>
          <w:szCs w:val="22"/>
        </w:rPr>
        <w:t xml:space="preserve">  </w:t>
      </w:r>
      <w:r w:rsidRPr="0016472F">
        <w:rPr>
          <w:rFonts w:ascii="Cambria" w:hAnsi="Cambria" w:cs="Arial"/>
          <w:sz w:val="22"/>
          <w:szCs w:val="22"/>
        </w:rPr>
        <w:t xml:space="preserve"> </w:t>
      </w:r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</w:p>
    <w:p w:rsidR="00466491" w:rsidRPr="0016472F" w:rsidRDefault="00466491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466491" w:rsidRPr="0016472F" w:rsidRDefault="00466491" w:rsidP="00227E0A">
      <w:pPr>
        <w:shd w:val="clear" w:color="auto" w:fill="BFBFBF"/>
        <w:spacing w:after="120" w:line="360" w:lineRule="auto"/>
        <w:jc w:val="both"/>
        <w:outlineLvl w:val="0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466491" w:rsidRPr="0016472F" w:rsidRDefault="00466491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466491" w:rsidRPr="0016472F" w:rsidRDefault="00466491" w:rsidP="00227E0A">
      <w:pPr>
        <w:shd w:val="clear" w:color="auto" w:fill="BFBFBF"/>
        <w:spacing w:after="120" w:line="360" w:lineRule="auto"/>
        <w:jc w:val="both"/>
        <w:outlineLvl w:val="0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466491" w:rsidRPr="0016472F" w:rsidRDefault="00466491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466491" w:rsidRPr="0016472F" w:rsidRDefault="00466491" w:rsidP="00227E0A">
      <w:pPr>
        <w:spacing w:line="360" w:lineRule="auto"/>
        <w:jc w:val="both"/>
        <w:outlineLvl w:val="0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466491" w:rsidRPr="0016472F" w:rsidRDefault="00466491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466491" w:rsidRPr="0016472F" w:rsidRDefault="00466491" w:rsidP="00227E0A">
      <w:pPr>
        <w:spacing w:line="360" w:lineRule="auto"/>
        <w:jc w:val="both"/>
        <w:outlineLvl w:val="0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466491" w:rsidRPr="0016472F" w:rsidRDefault="00466491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466491" w:rsidRPr="0016472F" w:rsidRDefault="00466491" w:rsidP="006C58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  <w:t>……………………………………….</w:t>
      </w:r>
    </w:p>
    <w:p w:rsidR="00466491" w:rsidRPr="0016472F" w:rsidRDefault="00466491" w:rsidP="00227E0A">
      <w:pPr>
        <w:spacing w:line="360" w:lineRule="auto"/>
        <w:jc w:val="both"/>
        <w:outlineLvl w:val="0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i/>
          <w:sz w:val="22"/>
          <w:szCs w:val="22"/>
        </w:rPr>
        <w:tab/>
        <w:t xml:space="preserve">Data; </w:t>
      </w:r>
    </w:p>
    <w:p w:rsidR="00466491" w:rsidRPr="0016472F" w:rsidRDefault="00466491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466491" w:rsidRPr="0016472F" w:rsidRDefault="00466491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kwalifikowany podpis elektroniczny </w:t>
      </w:r>
    </w:p>
    <w:p w:rsidR="00466491" w:rsidRPr="0016472F" w:rsidRDefault="00466491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zaufany </w:t>
      </w:r>
    </w:p>
    <w:p w:rsidR="00466491" w:rsidRPr="0016472F" w:rsidRDefault="00466491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osobisty </w:t>
      </w:r>
    </w:p>
    <w:p w:rsidR="00466491" w:rsidRPr="0016472F" w:rsidRDefault="00466491" w:rsidP="006C58D9">
      <w:pPr>
        <w:rPr>
          <w:rFonts w:ascii="Cambria" w:hAnsi="Cambria"/>
          <w:sz w:val="22"/>
          <w:szCs w:val="22"/>
        </w:rPr>
      </w:pPr>
    </w:p>
    <w:p w:rsidR="00466491" w:rsidRPr="0016472F" w:rsidRDefault="00466491">
      <w:pPr>
        <w:rPr>
          <w:rFonts w:ascii="Cambria" w:hAnsi="Cambria"/>
          <w:sz w:val="22"/>
          <w:szCs w:val="22"/>
        </w:rPr>
      </w:pPr>
    </w:p>
    <w:sectPr w:rsidR="00466491" w:rsidRPr="0016472F" w:rsidSect="000E557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491" w:rsidRDefault="00466491" w:rsidP="006C58D9">
      <w:r>
        <w:separator/>
      </w:r>
    </w:p>
  </w:endnote>
  <w:endnote w:type="continuationSeparator" w:id="0">
    <w:p w:rsidR="00466491" w:rsidRDefault="00466491" w:rsidP="006C5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491" w:rsidRDefault="00466491" w:rsidP="006C58D9">
      <w:r>
        <w:separator/>
      </w:r>
    </w:p>
  </w:footnote>
  <w:footnote w:type="continuationSeparator" w:id="0">
    <w:p w:rsidR="00466491" w:rsidRDefault="00466491" w:rsidP="006C58D9">
      <w:r>
        <w:continuationSeparator/>
      </w:r>
    </w:p>
  </w:footnote>
  <w:footnote w:id="1">
    <w:p w:rsidR="00466491" w:rsidRDefault="00466491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66491" w:rsidRDefault="00466491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66491" w:rsidRDefault="00466491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66491" w:rsidRDefault="00466491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66491" w:rsidRDefault="00466491" w:rsidP="0016472F">
      <w:pPr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0E4"/>
    <w:rsid w:val="00010DEC"/>
    <w:rsid w:val="00024B5D"/>
    <w:rsid w:val="0006072D"/>
    <w:rsid w:val="0007582A"/>
    <w:rsid w:val="000768D3"/>
    <w:rsid w:val="000C13FA"/>
    <w:rsid w:val="000E5572"/>
    <w:rsid w:val="00163AC7"/>
    <w:rsid w:val="0016472F"/>
    <w:rsid w:val="001942D9"/>
    <w:rsid w:val="001D7C40"/>
    <w:rsid w:val="001F1D11"/>
    <w:rsid w:val="00227E0A"/>
    <w:rsid w:val="00291D38"/>
    <w:rsid w:val="002A26DE"/>
    <w:rsid w:val="002B2EF8"/>
    <w:rsid w:val="00324A35"/>
    <w:rsid w:val="003C7803"/>
    <w:rsid w:val="00425957"/>
    <w:rsid w:val="00447CF1"/>
    <w:rsid w:val="00466491"/>
    <w:rsid w:val="00480E8D"/>
    <w:rsid w:val="004B586A"/>
    <w:rsid w:val="004D5D41"/>
    <w:rsid w:val="00536F95"/>
    <w:rsid w:val="005B0AD6"/>
    <w:rsid w:val="005D2FD9"/>
    <w:rsid w:val="005F70E2"/>
    <w:rsid w:val="0062538F"/>
    <w:rsid w:val="00647B22"/>
    <w:rsid w:val="006523EA"/>
    <w:rsid w:val="006C0581"/>
    <w:rsid w:val="006C58D9"/>
    <w:rsid w:val="006D07BD"/>
    <w:rsid w:val="006D50E4"/>
    <w:rsid w:val="006E7F7A"/>
    <w:rsid w:val="007540B7"/>
    <w:rsid w:val="007D5720"/>
    <w:rsid w:val="00821D9C"/>
    <w:rsid w:val="00832476"/>
    <w:rsid w:val="00837EEB"/>
    <w:rsid w:val="00862EAF"/>
    <w:rsid w:val="008B660D"/>
    <w:rsid w:val="008C3CD8"/>
    <w:rsid w:val="008C7278"/>
    <w:rsid w:val="008D6396"/>
    <w:rsid w:val="00965FF2"/>
    <w:rsid w:val="00994D4C"/>
    <w:rsid w:val="00995809"/>
    <w:rsid w:val="009F1711"/>
    <w:rsid w:val="00A21809"/>
    <w:rsid w:val="00A515A1"/>
    <w:rsid w:val="00A613E8"/>
    <w:rsid w:val="00A9472C"/>
    <w:rsid w:val="00AA6630"/>
    <w:rsid w:val="00AC408E"/>
    <w:rsid w:val="00AD728E"/>
    <w:rsid w:val="00AF09CE"/>
    <w:rsid w:val="00B96832"/>
    <w:rsid w:val="00BC3070"/>
    <w:rsid w:val="00C04744"/>
    <w:rsid w:val="00C05B98"/>
    <w:rsid w:val="00C10419"/>
    <w:rsid w:val="00C412F0"/>
    <w:rsid w:val="00C45C2D"/>
    <w:rsid w:val="00C86E36"/>
    <w:rsid w:val="00CD2899"/>
    <w:rsid w:val="00D207CD"/>
    <w:rsid w:val="00D755CB"/>
    <w:rsid w:val="00D83672"/>
    <w:rsid w:val="00D861D8"/>
    <w:rsid w:val="00DB7D0D"/>
    <w:rsid w:val="00DC2BFE"/>
    <w:rsid w:val="00DD5429"/>
    <w:rsid w:val="00DE0B1F"/>
    <w:rsid w:val="00E27BA8"/>
    <w:rsid w:val="00E82DED"/>
    <w:rsid w:val="00EA38B0"/>
    <w:rsid w:val="00EC61F5"/>
    <w:rsid w:val="00ED2CFA"/>
    <w:rsid w:val="00F03BE2"/>
    <w:rsid w:val="00F16554"/>
    <w:rsid w:val="00F426CD"/>
    <w:rsid w:val="00F53906"/>
    <w:rsid w:val="00F5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72F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  <w:style w:type="character" w:customStyle="1" w:styleId="HeaderChar">
    <w:name w:val="Header Char"/>
    <w:uiPriority w:val="99"/>
    <w:locked/>
    <w:rsid w:val="001942D9"/>
    <w:rPr>
      <w:lang w:eastAsia="ar-SA" w:bidi="ar-SA"/>
    </w:rPr>
  </w:style>
  <w:style w:type="paragraph" w:styleId="Header">
    <w:name w:val="header"/>
    <w:basedOn w:val="Normal"/>
    <w:link w:val="HeaderChar1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27BA8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basedOn w:val="DefaultParagraphFont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ListParagraph">
    <w:name w:val="List Paragraph"/>
    <w:basedOn w:val="Normal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Web">
    <w:name w:val="Normal (Web)"/>
    <w:basedOn w:val="Normal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6C58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C58D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5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58D9"/>
    <w:rPr>
      <w:b/>
      <w:bCs/>
    </w:rPr>
  </w:style>
  <w:style w:type="character" w:customStyle="1" w:styleId="FootnoteReference1">
    <w:name w:val="Footnote Reference1"/>
    <w:uiPriority w:val="99"/>
    <w:rsid w:val="0016472F"/>
    <w:rPr>
      <w:vertAlign w:val="superscript"/>
    </w:rPr>
  </w:style>
  <w:style w:type="paragraph" w:customStyle="1" w:styleId="FootnoteText1">
    <w:name w:val="Footnote Text1"/>
    <w:basedOn w:val="Normal"/>
    <w:uiPriority w:val="99"/>
    <w:semiHidden/>
    <w:rsid w:val="0016472F"/>
    <w:rPr>
      <w:rFonts w:ascii="Calibri" w:eastAsia="Calibri" w:hAnsi="Calibri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227E0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F4722"/>
    <w:rPr>
      <w:rFonts w:ascii="Times New Roman" w:eastAsia="Times New Roman" w:hAnsi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7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489</Words>
  <Characters>2936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Bernadeta Kurp</cp:lastModifiedBy>
  <cp:revision>12</cp:revision>
  <cp:lastPrinted>2025-01-15T11:28:00Z</cp:lastPrinted>
  <dcterms:created xsi:type="dcterms:W3CDTF">2024-04-18T21:09:00Z</dcterms:created>
  <dcterms:modified xsi:type="dcterms:W3CDTF">2025-01-15T11:28:00Z</dcterms:modified>
</cp:coreProperties>
</file>