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37A" w:rsidRPr="008B1584" w:rsidRDefault="004C737A" w:rsidP="00541A66">
      <w:pPr>
        <w:tabs>
          <w:tab w:val="right" w:pos="9072"/>
        </w:tabs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ab/>
        <w:t xml:space="preserve">Załącznik nr </w:t>
      </w:r>
      <w:r>
        <w:rPr>
          <w:rFonts w:ascii="Cambria" w:hAnsi="Cambria" w:cs="Arial"/>
          <w:b/>
          <w:sz w:val="20"/>
          <w:szCs w:val="20"/>
        </w:rPr>
        <w:t>3</w:t>
      </w:r>
      <w:r w:rsidRPr="008B1584">
        <w:rPr>
          <w:rFonts w:ascii="Cambria" w:hAnsi="Cambria" w:cs="Arial"/>
          <w:b/>
          <w:sz w:val="20"/>
          <w:szCs w:val="20"/>
        </w:rPr>
        <w:t xml:space="preserve">A </w:t>
      </w:r>
    </w:p>
    <w:p w:rsidR="004C737A" w:rsidRPr="008B1584" w:rsidRDefault="004C737A" w:rsidP="000E0080">
      <w:pPr>
        <w:spacing w:after="15" w:line="276" w:lineRule="auto"/>
        <w:rPr>
          <w:rFonts w:ascii="Cambria" w:hAnsi="Cambria"/>
          <w:b/>
          <w:sz w:val="20"/>
          <w:szCs w:val="20"/>
        </w:rPr>
      </w:pPr>
      <w:r w:rsidRPr="008B1584">
        <w:rPr>
          <w:rFonts w:ascii="Cambria" w:hAnsi="Cambria"/>
          <w:b/>
          <w:sz w:val="20"/>
          <w:szCs w:val="20"/>
        </w:rPr>
        <w:t xml:space="preserve">Zamawiający: </w:t>
      </w:r>
    </w:p>
    <w:p w:rsidR="004C737A" w:rsidRPr="008B1584" w:rsidRDefault="004C737A" w:rsidP="00FB18B9">
      <w:pPr>
        <w:pStyle w:val="BodyTextIndent"/>
        <w:ind w:firstLine="0"/>
        <w:jc w:val="left"/>
        <w:outlineLvl w:val="0"/>
        <w:rPr>
          <w:rFonts w:ascii="Cambria" w:hAnsi="Cambria" w:cs="Calibri"/>
          <w:bCs/>
        </w:rPr>
      </w:pPr>
      <w:r w:rsidRPr="008B1584">
        <w:rPr>
          <w:rFonts w:ascii="Cambria" w:hAnsi="Cambria" w:cs="Calibri"/>
          <w:bCs/>
        </w:rPr>
        <w:t>SPZOZ w Wolsztynie</w:t>
      </w:r>
    </w:p>
    <w:p w:rsidR="004C737A" w:rsidRPr="008B1584" w:rsidRDefault="004C737A" w:rsidP="00FB18B9">
      <w:pPr>
        <w:pStyle w:val="BodyTextIndent"/>
        <w:ind w:firstLine="0"/>
        <w:jc w:val="left"/>
        <w:rPr>
          <w:rFonts w:ascii="Cambria" w:hAnsi="Cambria" w:cs="Calibri"/>
          <w:bCs/>
        </w:rPr>
      </w:pPr>
      <w:r w:rsidRPr="008B1584">
        <w:rPr>
          <w:rFonts w:ascii="Cambria" w:hAnsi="Cambria" w:cs="Calibri"/>
          <w:bCs/>
        </w:rPr>
        <w:t>ul. Wschowska 3</w:t>
      </w:r>
    </w:p>
    <w:p w:rsidR="004C737A" w:rsidRPr="008B1584" w:rsidRDefault="004C737A" w:rsidP="00FB18B9">
      <w:pPr>
        <w:spacing w:after="0" w:line="480" w:lineRule="auto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Calibri"/>
          <w:bCs/>
          <w:sz w:val="20"/>
          <w:szCs w:val="20"/>
        </w:rPr>
        <w:t>64-200 Wolsztyn</w:t>
      </w:r>
    </w:p>
    <w:p w:rsidR="004C737A" w:rsidRPr="008B1584" w:rsidRDefault="004C737A" w:rsidP="00F0428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Wykonawca:</w:t>
      </w:r>
    </w:p>
    <w:p w:rsidR="004C737A" w:rsidRPr="008B1584" w:rsidRDefault="004C737A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……………………………………</w:t>
      </w:r>
    </w:p>
    <w:p w:rsidR="004C737A" w:rsidRPr="008B1584" w:rsidRDefault="004C737A" w:rsidP="007936D6">
      <w:pPr>
        <w:ind w:right="5953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i/>
          <w:sz w:val="18"/>
          <w:szCs w:val="18"/>
        </w:rPr>
        <w:t>(pełna nazwa/firma, adres, w zależności od podmiotu: NIP/PESEL, KRS/CEiDG)</w:t>
      </w:r>
    </w:p>
    <w:p w:rsidR="004C737A" w:rsidRPr="008B1584" w:rsidRDefault="004C737A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8B1584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4C737A" w:rsidRPr="008B1584" w:rsidRDefault="004C737A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……………………………………</w:t>
      </w:r>
    </w:p>
    <w:p w:rsidR="004C737A" w:rsidRPr="008B1584" w:rsidRDefault="004C737A" w:rsidP="008B1584">
      <w:pPr>
        <w:spacing w:after="0" w:line="240" w:lineRule="auto"/>
        <w:ind w:right="5954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i/>
          <w:sz w:val="18"/>
          <w:szCs w:val="18"/>
        </w:rPr>
        <w:t>(imię, nazwisko, stanowisko/podstawa do  reprezentacji)</w:t>
      </w:r>
    </w:p>
    <w:p w:rsidR="004C737A" w:rsidRPr="008B1584" w:rsidRDefault="004C737A" w:rsidP="00C4103F">
      <w:pPr>
        <w:rPr>
          <w:rFonts w:ascii="Cambria" w:hAnsi="Cambria" w:cs="Arial"/>
          <w:sz w:val="20"/>
          <w:szCs w:val="20"/>
        </w:rPr>
      </w:pPr>
    </w:p>
    <w:p w:rsidR="004C737A" w:rsidRPr="008B1584" w:rsidRDefault="004C737A" w:rsidP="00761CEB">
      <w:pPr>
        <w:spacing w:after="120" w:line="360" w:lineRule="auto"/>
        <w:rPr>
          <w:rFonts w:ascii="Cambria" w:hAnsi="Cambria" w:cs="Arial"/>
          <w:b/>
          <w:sz w:val="20"/>
          <w:szCs w:val="20"/>
          <w:u w:val="single"/>
        </w:rPr>
      </w:pPr>
    </w:p>
    <w:p w:rsidR="004C737A" w:rsidRPr="008B1584" w:rsidRDefault="004C737A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8B1584">
        <w:rPr>
          <w:rFonts w:ascii="Cambria" w:hAnsi="Cambria" w:cs="Arial"/>
          <w:b/>
          <w:sz w:val="20"/>
          <w:szCs w:val="20"/>
          <w:u w:val="single"/>
        </w:rPr>
        <w:t>Oświadczenia wykonawcy/wykonawcy wspólnie ubiegającego się o udzielenie zamówienia</w:t>
      </w:r>
    </w:p>
    <w:p w:rsidR="004C737A" w:rsidRPr="008B1584" w:rsidRDefault="004C737A" w:rsidP="008B1584">
      <w:pPr>
        <w:spacing w:after="0" w:line="24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8B1584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8B1584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C737A" w:rsidRPr="008B1584" w:rsidRDefault="004C737A" w:rsidP="008B1584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 xml:space="preserve">składane na podstawie art. 125 ust. 1 ustawy Pzp </w:t>
      </w:r>
    </w:p>
    <w:p w:rsidR="004C737A" w:rsidRDefault="004C737A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4C737A" w:rsidRPr="008B1584" w:rsidRDefault="004C737A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4C737A" w:rsidRDefault="004C737A" w:rsidP="004B0069">
      <w:pPr>
        <w:autoSpaceDE w:val="0"/>
        <w:spacing w:line="360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</w:p>
    <w:p w:rsidR="004C737A" w:rsidRDefault="004C737A" w:rsidP="003E0C8B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bCs w:val="0"/>
          <w:color w:val="0000FF"/>
          <w:spacing w:val="20"/>
          <w:sz w:val="20"/>
        </w:rPr>
      </w:pPr>
      <w:r w:rsidRPr="00266578">
        <w:rPr>
          <w:rFonts w:ascii="Cambria" w:hAnsi="Cambria" w:cs="Verdana"/>
          <w:color w:val="0000CD"/>
          <w:sz w:val="20"/>
          <w:szCs w:val="20"/>
        </w:rPr>
        <w:t>„</w:t>
      </w:r>
      <w:r w:rsidRPr="00266578">
        <w:rPr>
          <w:rFonts w:ascii="Cambria" w:hAnsi="Cambria"/>
          <w:bCs w:val="0"/>
          <w:color w:val="0000FF"/>
          <w:spacing w:val="20"/>
          <w:sz w:val="20"/>
        </w:rPr>
        <w:t>Sukcesywna 24 m-czną dostawę implantów ortopedycznych</w:t>
      </w:r>
    </w:p>
    <w:p w:rsidR="004C737A" w:rsidRPr="00266578" w:rsidRDefault="004C737A" w:rsidP="003E0C8B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>dla SPZOZ w Wolsztynie"</w:t>
      </w:r>
      <w:r w:rsidRPr="00266578">
        <w:rPr>
          <w:rStyle w:val="LPzwykly"/>
          <w:rFonts w:ascii="Cambria" w:hAnsi="Cambria"/>
          <w:sz w:val="20"/>
        </w:rPr>
        <w:t>,</w:t>
      </w:r>
    </w:p>
    <w:p w:rsidR="004C737A" w:rsidRPr="00995809" w:rsidRDefault="004C737A" w:rsidP="003E0C8B">
      <w:pPr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TP/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4</w:t>
      </w: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/202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5</w:t>
      </w:r>
    </w:p>
    <w:p w:rsidR="004C737A" w:rsidRPr="008B1584" w:rsidRDefault="004C737A" w:rsidP="00667E24">
      <w:pPr>
        <w:autoSpaceDE w:val="0"/>
        <w:spacing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oświadczam, co następuje:</w:t>
      </w:r>
    </w:p>
    <w:p w:rsidR="004C737A" w:rsidRPr="008B1584" w:rsidRDefault="004C737A" w:rsidP="00B5040B">
      <w:pPr>
        <w:shd w:val="clear" w:color="auto" w:fill="BFBF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OŚWIADCZENIA DOTYCZĄCE PODSTAW WYKLUCZENIA:</w:t>
      </w:r>
    </w:p>
    <w:p w:rsidR="004C737A" w:rsidRPr="008B1584" w:rsidRDefault="004C737A" w:rsidP="00B5040B">
      <w:pPr>
        <w:pStyle w:val="ListParagraph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C737A" w:rsidRPr="008B1584" w:rsidRDefault="004C737A" w:rsidP="003F3B00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8B1584">
        <w:rPr>
          <w:rFonts w:ascii="Cambria" w:hAnsi="Cambria" w:cs="Arial"/>
          <w:sz w:val="20"/>
          <w:szCs w:val="20"/>
        </w:rPr>
        <w:br/>
        <w:t>art. 108 ust. 1 ustawy Pzp.</w:t>
      </w:r>
    </w:p>
    <w:p w:rsidR="004C737A" w:rsidRPr="008B1584" w:rsidRDefault="004C737A" w:rsidP="00177C2A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8B1584">
        <w:rPr>
          <w:rFonts w:ascii="Cambria" w:hAnsi="Cambria" w:cs="Arial"/>
          <w:sz w:val="20"/>
          <w:szCs w:val="20"/>
        </w:rPr>
        <w:br/>
        <w:t>art. 109 ust. 1 pkt 4 ustawy Pzp.</w:t>
      </w:r>
    </w:p>
    <w:p w:rsidR="004C737A" w:rsidRPr="008B1584" w:rsidRDefault="004C737A" w:rsidP="00D13B3F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color w:val="0070C0"/>
          <w:sz w:val="20"/>
          <w:szCs w:val="2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 w:rsidRPr="008B1584">
        <w:rPr>
          <w:rFonts w:ascii="Cambria" w:hAnsi="Cambria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8B1584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Pzp).</w:t>
      </w:r>
      <w:r w:rsidRPr="008B1584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737A" w:rsidRPr="000702DF" w:rsidRDefault="004C737A" w:rsidP="00DD59F0">
      <w:pPr>
        <w:pStyle w:val="Normal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color w:val="0000FF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8B1584">
        <w:rPr>
          <w:rFonts w:ascii="Cambria" w:hAnsi="Cambria" w:cs="Arial"/>
          <w:sz w:val="20"/>
          <w:szCs w:val="20"/>
          <w:lang w:eastAsia="pl-PL"/>
        </w:rPr>
        <w:t xml:space="preserve">7 ust. 1 ustawy </w:t>
      </w:r>
      <w:r w:rsidRPr="008B1584">
        <w:rPr>
          <w:rFonts w:ascii="Cambria" w:hAnsi="Cambria" w:cs="Arial"/>
          <w:sz w:val="20"/>
          <w:szCs w:val="20"/>
        </w:rPr>
        <w:t>z dnia 13 kwietnia 2022 r.</w:t>
      </w:r>
      <w:r w:rsidRPr="008B1584">
        <w:rPr>
          <w:rFonts w:ascii="Cambria" w:hAnsi="Cambria" w:cs="Arial"/>
          <w:i/>
          <w:iCs/>
          <w:sz w:val="20"/>
          <w:szCs w:val="20"/>
        </w:rPr>
        <w:t xml:space="preserve"> </w:t>
      </w:r>
      <w:r w:rsidRPr="008B1584">
        <w:rPr>
          <w:rFonts w:ascii="Cambria" w:hAnsi="Cambria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702DF">
        <w:rPr>
          <w:rFonts w:ascii="Cambria" w:hAnsi="Cambria" w:cs="Arial"/>
          <w:b/>
          <w:bCs/>
          <w:color w:val="0000FF"/>
          <w:sz w:val="20"/>
          <w:szCs w:val="20"/>
        </w:rPr>
        <w:t xml:space="preserve">(Dz. U. </w:t>
      </w:r>
      <w:r w:rsidRPr="00BE50F9">
        <w:rPr>
          <w:rFonts w:ascii="Cambria" w:hAnsi="Cambria"/>
          <w:b/>
          <w:color w:val="0000FF"/>
          <w:sz w:val="20"/>
          <w:szCs w:val="20"/>
        </w:rPr>
        <w:t>tekst jedn. Dz. U. z 2023 r. poz. 1497 z późn. zm</w:t>
      </w:r>
      <w:r w:rsidRPr="00BE50F9">
        <w:rPr>
          <w:rFonts w:ascii="Cambria" w:hAnsi="Cambria" w:cs="Arial"/>
          <w:b/>
          <w:bCs/>
          <w:color w:val="0000FF"/>
          <w:sz w:val="20"/>
          <w:szCs w:val="20"/>
        </w:rPr>
        <w:t>)</w:t>
      </w:r>
      <w:r w:rsidRPr="000702DF">
        <w:rPr>
          <w:rStyle w:val="FootnoteReference"/>
          <w:rFonts w:ascii="Cambria" w:hAnsi="Cambria" w:cs="Arial"/>
          <w:i/>
          <w:iCs/>
          <w:color w:val="0000FF"/>
          <w:sz w:val="20"/>
          <w:szCs w:val="20"/>
        </w:rPr>
        <w:footnoteReference w:id="1"/>
      </w:r>
      <w:r w:rsidRPr="000702DF">
        <w:rPr>
          <w:rFonts w:ascii="Cambria" w:hAnsi="Cambria" w:cs="Arial"/>
          <w:i/>
          <w:iCs/>
          <w:color w:val="0000FF"/>
          <w:sz w:val="20"/>
          <w:szCs w:val="20"/>
        </w:rPr>
        <w:t>.</w:t>
      </w:r>
      <w:r w:rsidRPr="000702DF">
        <w:rPr>
          <w:rFonts w:ascii="Cambria" w:hAnsi="Cambria" w:cs="Arial"/>
          <w:color w:val="0000FF"/>
          <w:sz w:val="20"/>
          <w:szCs w:val="20"/>
        </w:rPr>
        <w:t xml:space="preserve"> </w:t>
      </w:r>
    </w:p>
    <w:p w:rsidR="004C737A" w:rsidRPr="008B1584" w:rsidRDefault="004C737A" w:rsidP="000E0080">
      <w:pPr>
        <w:pStyle w:val="NormalWeb"/>
        <w:spacing w:after="0" w:line="360" w:lineRule="auto"/>
        <w:ind w:left="714"/>
        <w:jc w:val="both"/>
        <w:rPr>
          <w:rFonts w:ascii="Cambria" w:hAnsi="Cambria" w:cs="Arial"/>
          <w:sz w:val="20"/>
          <w:szCs w:val="20"/>
        </w:rPr>
      </w:pPr>
    </w:p>
    <w:p w:rsidR="004C737A" w:rsidRPr="008B1584" w:rsidRDefault="004C737A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OŚWIADCZENIE DOTYCZĄCE WARUNKÓW UDZIAŁU W POSTĘPOWANIU:</w:t>
      </w:r>
    </w:p>
    <w:p w:rsidR="004C737A" w:rsidRPr="008B1584" w:rsidRDefault="004C737A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C737A" w:rsidRPr="008B1584" w:rsidRDefault="004C737A" w:rsidP="00AF7690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bookmarkStart w:id="0" w:name="_Hlk99016333"/>
      <w:r w:rsidRPr="008B1584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</w:t>
      </w:r>
      <w:r w:rsidRPr="008B1584">
        <w:rPr>
          <w:rFonts w:ascii="Cambria" w:hAnsi="Cambria" w:cs="Arial"/>
          <w:color w:val="0070C0"/>
          <w:sz w:val="20"/>
          <w:szCs w:val="20"/>
        </w:rPr>
        <w:t>]</w:t>
      </w:r>
    </w:p>
    <w:p w:rsidR="004C737A" w:rsidRPr="008B1584" w:rsidRDefault="004C737A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spełniam warunki udziału w postępowaniu określone przez zamawiającego </w:t>
      </w:r>
      <w:r w:rsidRPr="00D13E65">
        <w:rPr>
          <w:rFonts w:ascii="Cambria" w:hAnsi="Cambria" w:cs="Arial"/>
          <w:b/>
          <w:sz w:val="20"/>
          <w:szCs w:val="20"/>
        </w:rPr>
        <w:t>w      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Rozdziale </w:t>
      </w:r>
      <w:r>
        <w:rPr>
          <w:rFonts w:ascii="Cambria" w:hAnsi="Cambria" w:cs="Arial"/>
          <w:b/>
          <w:color w:val="008000"/>
          <w:sz w:val="20"/>
          <w:szCs w:val="20"/>
        </w:rPr>
        <w:t>6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 pkt. </w:t>
      </w:r>
      <w:r>
        <w:rPr>
          <w:rFonts w:ascii="Cambria" w:hAnsi="Cambria" w:cs="Arial"/>
          <w:b/>
          <w:color w:val="008000"/>
          <w:sz w:val="20"/>
          <w:szCs w:val="20"/>
        </w:rPr>
        <w:t>………..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 SWZ </w:t>
      </w:r>
      <w:bookmarkEnd w:id="0"/>
      <w:r w:rsidRPr="004B0069">
        <w:rPr>
          <w:rFonts w:ascii="Cambria" w:hAnsi="Cambria" w:cs="Arial"/>
          <w:b/>
          <w:color w:val="008000"/>
          <w:sz w:val="20"/>
          <w:szCs w:val="20"/>
        </w:rPr>
        <w:t>.</w:t>
      </w:r>
      <w:r w:rsidRPr="008B1584">
        <w:rPr>
          <w:rFonts w:ascii="Cambria" w:hAnsi="Cambria" w:cs="Arial"/>
          <w:sz w:val="20"/>
          <w:szCs w:val="20"/>
        </w:rPr>
        <w:t xml:space="preserve"> </w:t>
      </w:r>
    </w:p>
    <w:p w:rsidR="004C737A" w:rsidRPr="008B1584" w:rsidRDefault="004C737A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C737A" w:rsidRPr="008B1584" w:rsidRDefault="004C737A" w:rsidP="001542CB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B1584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</w:t>
      </w:r>
      <w:r>
        <w:rPr>
          <w:rFonts w:ascii="Cambria" w:hAnsi="Cambria" w:cs="Arial"/>
          <w:i/>
          <w:color w:val="0070C0"/>
          <w:sz w:val="20"/>
          <w:szCs w:val="20"/>
        </w:rPr>
        <w:t>ę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pniaj</w:t>
      </w:r>
      <w:r>
        <w:rPr>
          <w:rFonts w:ascii="Cambria" w:hAnsi="Cambria" w:cs="Arial"/>
          <w:i/>
          <w:color w:val="0070C0"/>
          <w:sz w:val="20"/>
          <w:szCs w:val="20"/>
        </w:rPr>
        <w:t>ą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cych zasoby, a jednocześnie samodzielnie w pewnym zakresie wykazuje spełnianie warunków</w:t>
      </w:r>
      <w:r w:rsidRPr="008B1584">
        <w:rPr>
          <w:rFonts w:ascii="Cambria" w:hAnsi="Cambria" w:cs="Arial"/>
          <w:color w:val="0070C0"/>
          <w:sz w:val="20"/>
          <w:szCs w:val="20"/>
        </w:rPr>
        <w:t>]</w:t>
      </w:r>
    </w:p>
    <w:p w:rsidR="004C737A" w:rsidRDefault="004C737A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Oświadczam, że spełniam warunki udziału w postępowaniu określone przez zamawiającego w    </w:t>
      </w:r>
    </w:p>
    <w:p w:rsidR="004C737A" w:rsidRPr="0049705F" w:rsidRDefault="004C737A" w:rsidP="00C87AC2">
      <w:pPr>
        <w:spacing w:after="0" w:line="360" w:lineRule="auto"/>
        <w:jc w:val="both"/>
        <w:rPr>
          <w:rFonts w:ascii="Cambria" w:hAnsi="Cambria"/>
          <w:color w:val="008000"/>
          <w:sz w:val="20"/>
          <w:szCs w:val="20"/>
        </w:rPr>
      </w:pPr>
      <w:r w:rsidRPr="00C87AC2">
        <w:rPr>
          <w:rFonts w:ascii="Cambria" w:hAnsi="Cambria" w:cs="Arial"/>
          <w:b/>
          <w:color w:val="008000"/>
          <w:sz w:val="20"/>
          <w:szCs w:val="20"/>
        </w:rPr>
        <w:t xml:space="preserve">SWZ, rozdz. </w:t>
      </w:r>
      <w:r>
        <w:rPr>
          <w:rFonts w:ascii="Cambria" w:hAnsi="Cambria" w:cs="Arial"/>
          <w:b/>
          <w:color w:val="008000"/>
          <w:sz w:val="20"/>
          <w:szCs w:val="20"/>
        </w:rPr>
        <w:t>6.</w:t>
      </w:r>
      <w:r w:rsidRPr="00C87AC2">
        <w:rPr>
          <w:rFonts w:ascii="Cambria" w:hAnsi="Cambria" w:cs="Arial"/>
          <w:b/>
          <w:color w:val="008000"/>
          <w:sz w:val="20"/>
          <w:szCs w:val="20"/>
        </w:rPr>
        <w:t xml:space="preserve"> 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>pkt</w:t>
      </w:r>
      <w:r>
        <w:rPr>
          <w:rFonts w:ascii="Cambria" w:hAnsi="Cambria" w:cs="Arial"/>
          <w:b/>
          <w:color w:val="008000"/>
          <w:sz w:val="20"/>
          <w:szCs w:val="20"/>
        </w:rPr>
        <w:t>. …………)</w:t>
      </w:r>
      <w:r>
        <w:rPr>
          <w:rFonts w:ascii="Cambria" w:hAnsi="Cambria" w:cs="Arial"/>
          <w:i/>
          <w:sz w:val="20"/>
          <w:szCs w:val="20"/>
        </w:rPr>
        <w:t xml:space="preserve"> </w:t>
      </w:r>
      <w:r w:rsidRPr="008B1584">
        <w:rPr>
          <w:rFonts w:ascii="Cambria" w:hAnsi="Cambria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8B1584">
        <w:rPr>
          <w:rFonts w:ascii="Cambria" w:hAnsi="Cambria" w:cs="Arial"/>
          <w:sz w:val="20"/>
          <w:szCs w:val="20"/>
        </w:rPr>
        <w:t xml:space="preserve"> w  następującym zakresie</w:t>
      </w:r>
      <w:r w:rsidRPr="0049705F">
        <w:rPr>
          <w:rFonts w:ascii="Cambria" w:hAnsi="Cambria" w:cs="Arial"/>
          <w:color w:val="008000"/>
          <w:sz w:val="20"/>
          <w:szCs w:val="20"/>
        </w:rPr>
        <w:t xml:space="preserve">: </w:t>
      </w:r>
      <w:r>
        <w:rPr>
          <w:rFonts w:ascii="Cambria" w:hAnsi="Cambria"/>
          <w:color w:val="008000"/>
          <w:sz w:val="20"/>
          <w:szCs w:val="20"/>
        </w:rPr>
        <w:t>…………………………………………………..</w:t>
      </w:r>
    </w:p>
    <w:p w:rsidR="004C737A" w:rsidRPr="008B1584" w:rsidRDefault="004C737A" w:rsidP="00C87AC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4C737A" w:rsidRPr="008B1584" w:rsidRDefault="004C737A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INFORMACJA W ZWIĄZKU Z POLEGANIEM NA ZDOLNOŚCIACH LUB SYTUACJI PODMIOTÓW UDOSTEPNIAJĄCYCH ZASOBY</w:t>
      </w:r>
      <w:r w:rsidRPr="008B1584">
        <w:rPr>
          <w:rFonts w:ascii="Cambria" w:hAnsi="Cambria" w:cs="Arial"/>
          <w:sz w:val="20"/>
          <w:szCs w:val="20"/>
        </w:rPr>
        <w:t xml:space="preserve">: </w:t>
      </w:r>
    </w:p>
    <w:p w:rsidR="004C737A" w:rsidRPr="008B1584" w:rsidRDefault="004C737A" w:rsidP="002E0E61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" w:name="_Hlk99005462"/>
      <w:r w:rsidRPr="008B1584">
        <w:rPr>
          <w:rFonts w:ascii="Cambria" w:hAnsi="Cambria" w:cs="Arial"/>
          <w:i/>
          <w:sz w:val="20"/>
          <w:szCs w:val="20"/>
        </w:rPr>
        <w:t xml:space="preserve">(wskazać </w:t>
      </w:r>
      <w:bookmarkEnd w:id="1"/>
      <w:r w:rsidRPr="008B1584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8B1584">
        <w:rPr>
          <w:rFonts w:ascii="Cambria" w:hAnsi="Cambria" w:cs="Arial"/>
          <w:sz w:val="20"/>
          <w:szCs w:val="20"/>
        </w:rPr>
        <w:t xml:space="preserve"> polegam na zdolnościach lub sytuacji następującego/ych podmiotu/ów udostępniających zasoby: </w:t>
      </w:r>
      <w:bookmarkStart w:id="2" w:name="_Hlk99014455"/>
      <w:r w:rsidRPr="008B1584">
        <w:rPr>
          <w:rFonts w:ascii="Cambria" w:hAnsi="Cambria" w:cs="Arial"/>
          <w:i/>
          <w:sz w:val="20"/>
          <w:szCs w:val="20"/>
        </w:rPr>
        <w:t>(wskazać nazwę/y podmiotu/ów)</w:t>
      </w:r>
      <w:bookmarkEnd w:id="2"/>
      <w:r w:rsidRPr="008B1584">
        <w:rPr>
          <w:rFonts w:ascii="Cambria" w:hAnsi="Cambria" w:cs="Arial"/>
          <w:sz w:val="20"/>
          <w:szCs w:val="20"/>
        </w:rPr>
        <w:t>…………………</w:t>
      </w:r>
      <w:r w:rsidRPr="008B1584" w:rsidDel="002B0BDF">
        <w:rPr>
          <w:rFonts w:ascii="Cambria" w:hAnsi="Cambria" w:cs="Arial"/>
          <w:sz w:val="20"/>
          <w:szCs w:val="20"/>
        </w:rPr>
        <w:t xml:space="preserve"> </w:t>
      </w:r>
      <w:r w:rsidRPr="008B1584">
        <w:rPr>
          <w:rFonts w:ascii="Cambria" w:hAnsi="Cambria" w:cs="Arial"/>
          <w:sz w:val="20"/>
          <w:szCs w:val="20"/>
        </w:rPr>
        <w:t>………………………..……………………………………………… w następującym zakresie: …………………………………………………………………….</w:t>
      </w:r>
    </w:p>
    <w:p w:rsidR="004C737A" w:rsidRPr="008B1584" w:rsidRDefault="004C737A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4C737A" w:rsidRPr="008B1584" w:rsidRDefault="004C737A" w:rsidP="00520F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bookmarkStart w:id="3" w:name="_GoBack"/>
      <w:bookmarkEnd w:id="3"/>
    </w:p>
    <w:p w:rsidR="004C737A" w:rsidRPr="008B1584" w:rsidRDefault="004C737A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4" w:name="_Hlk99009560"/>
      <w:r w:rsidRPr="008B1584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bookmarkEnd w:id="4"/>
    <w:p w:rsidR="004C737A" w:rsidRPr="008B1584" w:rsidRDefault="004C737A" w:rsidP="002E0E61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8B1584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8B1584">
        <w:rPr>
          <w:rFonts w:ascii="Cambria" w:hAnsi="Cambria"/>
          <w:sz w:val="20"/>
          <w:szCs w:val="20"/>
        </w:rPr>
        <w:t xml:space="preserve"> </w:t>
      </w:r>
    </w:p>
    <w:p w:rsidR="004C737A" w:rsidRPr="008B1584" w:rsidRDefault="004C737A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INFORMACJA DOTYCZĄCA DOSTĘPU DO PODMIOTOWYCH ŚRODKÓW DOWODOWYCH:</w:t>
      </w:r>
    </w:p>
    <w:p w:rsidR="004C737A" w:rsidRPr="008B1584" w:rsidRDefault="004C737A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8B1584">
        <w:rPr>
          <w:rFonts w:ascii="Cambria" w:hAnsi="Cambria"/>
          <w:sz w:val="20"/>
          <w:szCs w:val="20"/>
        </w:rPr>
        <w:t xml:space="preserve"> </w:t>
      </w:r>
      <w:r w:rsidRPr="008B1584">
        <w:rPr>
          <w:rFonts w:ascii="Cambria" w:hAnsi="Cambria" w:cs="Arial"/>
          <w:sz w:val="20"/>
          <w:szCs w:val="20"/>
        </w:rPr>
        <w:t>dane umożliwiające dostęp do tych środków:</w:t>
      </w:r>
    </w:p>
    <w:p w:rsidR="004C737A" w:rsidRPr="008B1584" w:rsidRDefault="004C737A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4C737A" w:rsidRPr="008B1584" w:rsidRDefault="004C737A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4C737A" w:rsidRPr="008B1584" w:rsidRDefault="004C737A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4C737A" w:rsidRPr="008B1584" w:rsidRDefault="004C737A" w:rsidP="00520F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4C737A" w:rsidRPr="008B1584" w:rsidRDefault="004C737A" w:rsidP="00520F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C737A" w:rsidRPr="008B1584" w:rsidRDefault="004C737A" w:rsidP="00520F9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  <w:t>……………………………………….</w:t>
      </w:r>
    </w:p>
    <w:p w:rsidR="004C737A" w:rsidRPr="006B0AA3" w:rsidRDefault="004C737A" w:rsidP="00AE6FF2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i/>
          <w:sz w:val="20"/>
          <w:szCs w:val="20"/>
        </w:rPr>
        <w:tab/>
      </w:r>
      <w:r w:rsidRPr="006B0AA3">
        <w:rPr>
          <w:rFonts w:ascii="Cambria" w:hAnsi="Cambria" w:cs="Arial"/>
          <w:i/>
          <w:sz w:val="18"/>
          <w:szCs w:val="18"/>
        </w:rPr>
        <w:t xml:space="preserve">Data; kwalifikowany podpis elektroniczny lub podpis zaufany lub podpis osobisty </w:t>
      </w:r>
    </w:p>
    <w:sectPr w:rsidR="004C737A" w:rsidRPr="006B0AA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37A" w:rsidRDefault="004C737A" w:rsidP="0038231F">
      <w:pPr>
        <w:spacing w:after="0" w:line="240" w:lineRule="auto"/>
      </w:pPr>
      <w:r>
        <w:separator/>
      </w:r>
    </w:p>
  </w:endnote>
  <w:endnote w:type="continuationSeparator" w:id="0">
    <w:p w:rsidR="004C737A" w:rsidRDefault="004C73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37A" w:rsidRDefault="004C737A" w:rsidP="0038231F">
      <w:pPr>
        <w:spacing w:after="0" w:line="240" w:lineRule="auto"/>
      </w:pPr>
      <w:r>
        <w:separator/>
      </w:r>
    </w:p>
  </w:footnote>
  <w:footnote w:type="continuationSeparator" w:id="0">
    <w:p w:rsidR="004C737A" w:rsidRDefault="004C737A" w:rsidP="0038231F">
      <w:pPr>
        <w:spacing w:after="0" w:line="240" w:lineRule="auto"/>
      </w:pPr>
      <w:r>
        <w:continuationSeparator/>
      </w:r>
    </w:p>
  </w:footnote>
  <w:footnote w:id="1">
    <w:p w:rsidR="004C737A" w:rsidRPr="00A82964" w:rsidRDefault="004C737A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C737A" w:rsidRPr="00A82964" w:rsidRDefault="004C737A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C737A" w:rsidRPr="00A82964" w:rsidRDefault="004C737A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C737A" w:rsidRDefault="004C737A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8C86681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500" w:hanging="42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2"/>
  </w:num>
  <w:num w:numId="5">
    <w:abstractNumId w:val="10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0964"/>
    <w:rsid w:val="0002073F"/>
    <w:rsid w:val="00025C8D"/>
    <w:rsid w:val="000303EE"/>
    <w:rsid w:val="000313A4"/>
    <w:rsid w:val="0004456B"/>
    <w:rsid w:val="00061770"/>
    <w:rsid w:val="00061C26"/>
    <w:rsid w:val="00066102"/>
    <w:rsid w:val="000702DF"/>
    <w:rsid w:val="00073C3D"/>
    <w:rsid w:val="000809B6"/>
    <w:rsid w:val="00097B68"/>
    <w:rsid w:val="000A6057"/>
    <w:rsid w:val="000B1025"/>
    <w:rsid w:val="000B2EC1"/>
    <w:rsid w:val="000B414C"/>
    <w:rsid w:val="000B4DB0"/>
    <w:rsid w:val="000B54D1"/>
    <w:rsid w:val="000B6AE1"/>
    <w:rsid w:val="000B72B2"/>
    <w:rsid w:val="000C021E"/>
    <w:rsid w:val="000C18AF"/>
    <w:rsid w:val="000D126A"/>
    <w:rsid w:val="000D44E3"/>
    <w:rsid w:val="000D6F17"/>
    <w:rsid w:val="000D737E"/>
    <w:rsid w:val="000D73C4"/>
    <w:rsid w:val="000D7F5B"/>
    <w:rsid w:val="000E0080"/>
    <w:rsid w:val="000E3539"/>
    <w:rsid w:val="000E4D37"/>
    <w:rsid w:val="000F55E0"/>
    <w:rsid w:val="000F5FA3"/>
    <w:rsid w:val="00100D87"/>
    <w:rsid w:val="001035E8"/>
    <w:rsid w:val="001067FC"/>
    <w:rsid w:val="0011408C"/>
    <w:rsid w:val="001275E7"/>
    <w:rsid w:val="0012799E"/>
    <w:rsid w:val="00132F0F"/>
    <w:rsid w:val="001350AE"/>
    <w:rsid w:val="001542CB"/>
    <w:rsid w:val="0017575D"/>
    <w:rsid w:val="00177227"/>
    <w:rsid w:val="00177C2A"/>
    <w:rsid w:val="00182AE5"/>
    <w:rsid w:val="001902D2"/>
    <w:rsid w:val="00193E36"/>
    <w:rsid w:val="00196FA6"/>
    <w:rsid w:val="001A1EB6"/>
    <w:rsid w:val="001B1ECD"/>
    <w:rsid w:val="001B3A31"/>
    <w:rsid w:val="001C15DB"/>
    <w:rsid w:val="001C6945"/>
    <w:rsid w:val="001F027E"/>
    <w:rsid w:val="001F0CE2"/>
    <w:rsid w:val="001F7263"/>
    <w:rsid w:val="00200A89"/>
    <w:rsid w:val="00200BDD"/>
    <w:rsid w:val="00203A40"/>
    <w:rsid w:val="002168A8"/>
    <w:rsid w:val="002235C5"/>
    <w:rsid w:val="0022401A"/>
    <w:rsid w:val="0023718A"/>
    <w:rsid w:val="002448FD"/>
    <w:rsid w:val="002459B2"/>
    <w:rsid w:val="0025261D"/>
    <w:rsid w:val="00253B54"/>
    <w:rsid w:val="00255142"/>
    <w:rsid w:val="00256715"/>
    <w:rsid w:val="00256CEC"/>
    <w:rsid w:val="00261CCE"/>
    <w:rsid w:val="00262D61"/>
    <w:rsid w:val="00265074"/>
    <w:rsid w:val="00266578"/>
    <w:rsid w:val="0026724F"/>
    <w:rsid w:val="00272C31"/>
    <w:rsid w:val="00272CF1"/>
    <w:rsid w:val="00274B5A"/>
    <w:rsid w:val="00277D06"/>
    <w:rsid w:val="00290B01"/>
    <w:rsid w:val="00294134"/>
    <w:rsid w:val="00296B60"/>
    <w:rsid w:val="002A2DF6"/>
    <w:rsid w:val="002A403E"/>
    <w:rsid w:val="002A4AC2"/>
    <w:rsid w:val="002B0BDF"/>
    <w:rsid w:val="002B4A04"/>
    <w:rsid w:val="002B4DE6"/>
    <w:rsid w:val="002C1C7B"/>
    <w:rsid w:val="002C4948"/>
    <w:rsid w:val="002C744C"/>
    <w:rsid w:val="002E0E61"/>
    <w:rsid w:val="002E3CBB"/>
    <w:rsid w:val="002E573C"/>
    <w:rsid w:val="002E641A"/>
    <w:rsid w:val="002E7B71"/>
    <w:rsid w:val="00313417"/>
    <w:rsid w:val="00313911"/>
    <w:rsid w:val="0032285D"/>
    <w:rsid w:val="00330077"/>
    <w:rsid w:val="00332A0B"/>
    <w:rsid w:val="00333209"/>
    <w:rsid w:val="00337073"/>
    <w:rsid w:val="00340DE1"/>
    <w:rsid w:val="00341C90"/>
    <w:rsid w:val="00350CD9"/>
    <w:rsid w:val="00351F8A"/>
    <w:rsid w:val="0035232F"/>
    <w:rsid w:val="00352EBF"/>
    <w:rsid w:val="00353A1B"/>
    <w:rsid w:val="00364235"/>
    <w:rsid w:val="00373148"/>
    <w:rsid w:val="003768CB"/>
    <w:rsid w:val="003806E7"/>
    <w:rsid w:val="0038231F"/>
    <w:rsid w:val="00393007"/>
    <w:rsid w:val="003940CF"/>
    <w:rsid w:val="00397E34"/>
    <w:rsid w:val="003A271E"/>
    <w:rsid w:val="003A2DCF"/>
    <w:rsid w:val="003A7441"/>
    <w:rsid w:val="003B2070"/>
    <w:rsid w:val="003B214C"/>
    <w:rsid w:val="003B2689"/>
    <w:rsid w:val="003B7238"/>
    <w:rsid w:val="003C3B64"/>
    <w:rsid w:val="003D1402"/>
    <w:rsid w:val="003D56DB"/>
    <w:rsid w:val="003D6257"/>
    <w:rsid w:val="003E0C8B"/>
    <w:rsid w:val="003E24F8"/>
    <w:rsid w:val="003E4AED"/>
    <w:rsid w:val="003F024C"/>
    <w:rsid w:val="003F3B00"/>
    <w:rsid w:val="003F65F8"/>
    <w:rsid w:val="003F6C17"/>
    <w:rsid w:val="00404B1A"/>
    <w:rsid w:val="00405700"/>
    <w:rsid w:val="00411632"/>
    <w:rsid w:val="00413F83"/>
    <w:rsid w:val="00414981"/>
    <w:rsid w:val="00414AFC"/>
    <w:rsid w:val="00417458"/>
    <w:rsid w:val="0042777E"/>
    <w:rsid w:val="00431182"/>
    <w:rsid w:val="004312A2"/>
    <w:rsid w:val="00434CC2"/>
    <w:rsid w:val="00436627"/>
    <w:rsid w:val="00442AD2"/>
    <w:rsid w:val="00443F07"/>
    <w:rsid w:val="00446452"/>
    <w:rsid w:val="00446C36"/>
    <w:rsid w:val="0045745B"/>
    <w:rsid w:val="004609F1"/>
    <w:rsid w:val="00464264"/>
    <w:rsid w:val="0046454F"/>
    <w:rsid w:val="004651B5"/>
    <w:rsid w:val="004761C6"/>
    <w:rsid w:val="00476E7D"/>
    <w:rsid w:val="004819AF"/>
    <w:rsid w:val="00482C2A"/>
    <w:rsid w:val="00482F6E"/>
    <w:rsid w:val="004838AB"/>
    <w:rsid w:val="00484F88"/>
    <w:rsid w:val="00487CF1"/>
    <w:rsid w:val="004903B7"/>
    <w:rsid w:val="00495B91"/>
    <w:rsid w:val="0049705F"/>
    <w:rsid w:val="004B0069"/>
    <w:rsid w:val="004C4854"/>
    <w:rsid w:val="004C737A"/>
    <w:rsid w:val="004D0012"/>
    <w:rsid w:val="004D323F"/>
    <w:rsid w:val="004D7E48"/>
    <w:rsid w:val="004E0B2A"/>
    <w:rsid w:val="004E227C"/>
    <w:rsid w:val="004E290A"/>
    <w:rsid w:val="004F23F7"/>
    <w:rsid w:val="004F3D9F"/>
    <w:rsid w:val="004F40EF"/>
    <w:rsid w:val="005142D1"/>
    <w:rsid w:val="005155D6"/>
    <w:rsid w:val="005159D9"/>
    <w:rsid w:val="00520174"/>
    <w:rsid w:val="00520F90"/>
    <w:rsid w:val="00522CAA"/>
    <w:rsid w:val="0052569C"/>
    <w:rsid w:val="00525876"/>
    <w:rsid w:val="0053061E"/>
    <w:rsid w:val="00533859"/>
    <w:rsid w:val="00533D83"/>
    <w:rsid w:val="00541A66"/>
    <w:rsid w:val="00550118"/>
    <w:rsid w:val="00557050"/>
    <w:rsid w:val="005641F0"/>
    <w:rsid w:val="0056504D"/>
    <w:rsid w:val="00567E6C"/>
    <w:rsid w:val="00572AB6"/>
    <w:rsid w:val="00573D80"/>
    <w:rsid w:val="005801E8"/>
    <w:rsid w:val="00581FFD"/>
    <w:rsid w:val="00586145"/>
    <w:rsid w:val="0058769B"/>
    <w:rsid w:val="00590F37"/>
    <w:rsid w:val="00591F9F"/>
    <w:rsid w:val="005947B1"/>
    <w:rsid w:val="005A0843"/>
    <w:rsid w:val="005C2512"/>
    <w:rsid w:val="005C39CA"/>
    <w:rsid w:val="005C3C08"/>
    <w:rsid w:val="005C6CB0"/>
    <w:rsid w:val="005D3607"/>
    <w:rsid w:val="005E176A"/>
    <w:rsid w:val="005E25A7"/>
    <w:rsid w:val="005F2434"/>
    <w:rsid w:val="005F4983"/>
    <w:rsid w:val="00614130"/>
    <w:rsid w:val="00614AE4"/>
    <w:rsid w:val="00631771"/>
    <w:rsid w:val="00633724"/>
    <w:rsid w:val="0063384A"/>
    <w:rsid w:val="00633E88"/>
    <w:rsid w:val="00634311"/>
    <w:rsid w:val="006458A9"/>
    <w:rsid w:val="00646CE2"/>
    <w:rsid w:val="00652B7C"/>
    <w:rsid w:val="00653E29"/>
    <w:rsid w:val="00654613"/>
    <w:rsid w:val="00654FAD"/>
    <w:rsid w:val="0066031C"/>
    <w:rsid w:val="006677DF"/>
    <w:rsid w:val="00667E02"/>
    <w:rsid w:val="00667E24"/>
    <w:rsid w:val="00677A03"/>
    <w:rsid w:val="006905E4"/>
    <w:rsid w:val="00691AAB"/>
    <w:rsid w:val="006A3A1F"/>
    <w:rsid w:val="006A52B6"/>
    <w:rsid w:val="006A52BC"/>
    <w:rsid w:val="006A7294"/>
    <w:rsid w:val="006B0AA3"/>
    <w:rsid w:val="006B199C"/>
    <w:rsid w:val="006B33C0"/>
    <w:rsid w:val="006D3513"/>
    <w:rsid w:val="006D4168"/>
    <w:rsid w:val="006E3FE1"/>
    <w:rsid w:val="006E622A"/>
    <w:rsid w:val="006F0034"/>
    <w:rsid w:val="006F02D7"/>
    <w:rsid w:val="006F245E"/>
    <w:rsid w:val="006F3D32"/>
    <w:rsid w:val="006F69F9"/>
    <w:rsid w:val="00701D75"/>
    <w:rsid w:val="00706D8B"/>
    <w:rsid w:val="007118F0"/>
    <w:rsid w:val="00711C85"/>
    <w:rsid w:val="007164E4"/>
    <w:rsid w:val="00716F01"/>
    <w:rsid w:val="0072560B"/>
    <w:rsid w:val="00742AF6"/>
    <w:rsid w:val="0074601A"/>
    <w:rsid w:val="00746532"/>
    <w:rsid w:val="007478BA"/>
    <w:rsid w:val="00751725"/>
    <w:rsid w:val="00751EB4"/>
    <w:rsid w:val="00752593"/>
    <w:rsid w:val="0075619B"/>
    <w:rsid w:val="00756C8F"/>
    <w:rsid w:val="00761CEB"/>
    <w:rsid w:val="0077122A"/>
    <w:rsid w:val="007749F8"/>
    <w:rsid w:val="007840F2"/>
    <w:rsid w:val="00791227"/>
    <w:rsid w:val="0079294C"/>
    <w:rsid w:val="007936D6"/>
    <w:rsid w:val="00795C47"/>
    <w:rsid w:val="007961C8"/>
    <w:rsid w:val="007A4CF1"/>
    <w:rsid w:val="007B01C8"/>
    <w:rsid w:val="007B3CDB"/>
    <w:rsid w:val="007B426C"/>
    <w:rsid w:val="007B4FF8"/>
    <w:rsid w:val="007C3850"/>
    <w:rsid w:val="007D5B61"/>
    <w:rsid w:val="007E2AA8"/>
    <w:rsid w:val="007E2F69"/>
    <w:rsid w:val="00804F07"/>
    <w:rsid w:val="00825A09"/>
    <w:rsid w:val="00830880"/>
    <w:rsid w:val="00830AB1"/>
    <w:rsid w:val="008331D3"/>
    <w:rsid w:val="00833FCD"/>
    <w:rsid w:val="00835C91"/>
    <w:rsid w:val="00837AA3"/>
    <w:rsid w:val="00840127"/>
    <w:rsid w:val="00842991"/>
    <w:rsid w:val="00843087"/>
    <w:rsid w:val="00866E0F"/>
    <w:rsid w:val="00873BB2"/>
    <w:rsid w:val="008757E1"/>
    <w:rsid w:val="008759E3"/>
    <w:rsid w:val="008763EB"/>
    <w:rsid w:val="00876E32"/>
    <w:rsid w:val="00882609"/>
    <w:rsid w:val="00892E48"/>
    <w:rsid w:val="00895B57"/>
    <w:rsid w:val="00896587"/>
    <w:rsid w:val="008A2982"/>
    <w:rsid w:val="008A6CF2"/>
    <w:rsid w:val="008B1584"/>
    <w:rsid w:val="008B1784"/>
    <w:rsid w:val="008B234E"/>
    <w:rsid w:val="008C5709"/>
    <w:rsid w:val="008C6DF8"/>
    <w:rsid w:val="008D0487"/>
    <w:rsid w:val="008D7A79"/>
    <w:rsid w:val="008E25EA"/>
    <w:rsid w:val="008E4BF5"/>
    <w:rsid w:val="008E773A"/>
    <w:rsid w:val="008F3B4E"/>
    <w:rsid w:val="008F5719"/>
    <w:rsid w:val="00901C6C"/>
    <w:rsid w:val="009024CA"/>
    <w:rsid w:val="00904554"/>
    <w:rsid w:val="00904BAF"/>
    <w:rsid w:val="00905D9A"/>
    <w:rsid w:val="0090760E"/>
    <w:rsid w:val="0091264E"/>
    <w:rsid w:val="00913645"/>
    <w:rsid w:val="00917EC8"/>
    <w:rsid w:val="009301A2"/>
    <w:rsid w:val="009405FF"/>
    <w:rsid w:val="009431D7"/>
    <w:rsid w:val="009440B7"/>
    <w:rsid w:val="0095117C"/>
    <w:rsid w:val="0095164B"/>
    <w:rsid w:val="00952535"/>
    <w:rsid w:val="00956C26"/>
    <w:rsid w:val="00960337"/>
    <w:rsid w:val="00963763"/>
    <w:rsid w:val="00975019"/>
    <w:rsid w:val="00975C49"/>
    <w:rsid w:val="009844E3"/>
    <w:rsid w:val="00995809"/>
    <w:rsid w:val="00995A62"/>
    <w:rsid w:val="00997895"/>
    <w:rsid w:val="009B2846"/>
    <w:rsid w:val="009B46A5"/>
    <w:rsid w:val="009C72ED"/>
    <w:rsid w:val="009C7756"/>
    <w:rsid w:val="009E1710"/>
    <w:rsid w:val="009E2CD6"/>
    <w:rsid w:val="00A15F7E"/>
    <w:rsid w:val="00A166B0"/>
    <w:rsid w:val="00A22DCF"/>
    <w:rsid w:val="00A242C2"/>
    <w:rsid w:val="00A24C2D"/>
    <w:rsid w:val="00A266B0"/>
    <w:rsid w:val="00A276E4"/>
    <w:rsid w:val="00A27AC6"/>
    <w:rsid w:val="00A3062E"/>
    <w:rsid w:val="00A31857"/>
    <w:rsid w:val="00A347DE"/>
    <w:rsid w:val="00A41DE9"/>
    <w:rsid w:val="00A52CF3"/>
    <w:rsid w:val="00A635A1"/>
    <w:rsid w:val="00A647C5"/>
    <w:rsid w:val="00A65145"/>
    <w:rsid w:val="00A70A90"/>
    <w:rsid w:val="00A74236"/>
    <w:rsid w:val="00A80583"/>
    <w:rsid w:val="00A8142F"/>
    <w:rsid w:val="00A82964"/>
    <w:rsid w:val="00A834D8"/>
    <w:rsid w:val="00A86C23"/>
    <w:rsid w:val="00A912FF"/>
    <w:rsid w:val="00AA03D0"/>
    <w:rsid w:val="00AA32F6"/>
    <w:rsid w:val="00AA336E"/>
    <w:rsid w:val="00AA3ABC"/>
    <w:rsid w:val="00AB0351"/>
    <w:rsid w:val="00AB1AC9"/>
    <w:rsid w:val="00AB4926"/>
    <w:rsid w:val="00AB5B91"/>
    <w:rsid w:val="00AE2304"/>
    <w:rsid w:val="00AE6FF2"/>
    <w:rsid w:val="00AF15F1"/>
    <w:rsid w:val="00AF7690"/>
    <w:rsid w:val="00B0088C"/>
    <w:rsid w:val="00B14725"/>
    <w:rsid w:val="00B15219"/>
    <w:rsid w:val="00B15FD3"/>
    <w:rsid w:val="00B222E9"/>
    <w:rsid w:val="00B34079"/>
    <w:rsid w:val="00B37849"/>
    <w:rsid w:val="00B477DB"/>
    <w:rsid w:val="00B5040B"/>
    <w:rsid w:val="00B6796C"/>
    <w:rsid w:val="00B734CB"/>
    <w:rsid w:val="00B743D7"/>
    <w:rsid w:val="00B8005E"/>
    <w:rsid w:val="00B812C0"/>
    <w:rsid w:val="00B90E42"/>
    <w:rsid w:val="00B95056"/>
    <w:rsid w:val="00BA2838"/>
    <w:rsid w:val="00BB0464"/>
    <w:rsid w:val="00BB0C3C"/>
    <w:rsid w:val="00BB6CEF"/>
    <w:rsid w:val="00BC4335"/>
    <w:rsid w:val="00BE3A82"/>
    <w:rsid w:val="00BE50F9"/>
    <w:rsid w:val="00BE78DE"/>
    <w:rsid w:val="00BF09D5"/>
    <w:rsid w:val="00BF11C0"/>
    <w:rsid w:val="00C00DDC"/>
    <w:rsid w:val="00C00DDD"/>
    <w:rsid w:val="00C014B5"/>
    <w:rsid w:val="00C0226D"/>
    <w:rsid w:val="00C07368"/>
    <w:rsid w:val="00C20601"/>
    <w:rsid w:val="00C214C8"/>
    <w:rsid w:val="00C30F5F"/>
    <w:rsid w:val="00C35814"/>
    <w:rsid w:val="00C36F7A"/>
    <w:rsid w:val="00C4103F"/>
    <w:rsid w:val="00C46F97"/>
    <w:rsid w:val="00C521CD"/>
    <w:rsid w:val="00C53C6B"/>
    <w:rsid w:val="00C56243"/>
    <w:rsid w:val="00C57DEB"/>
    <w:rsid w:val="00C6799D"/>
    <w:rsid w:val="00C81012"/>
    <w:rsid w:val="00C81278"/>
    <w:rsid w:val="00C86C69"/>
    <w:rsid w:val="00C8793B"/>
    <w:rsid w:val="00C87AC2"/>
    <w:rsid w:val="00C91A84"/>
    <w:rsid w:val="00CB2F6A"/>
    <w:rsid w:val="00CB7698"/>
    <w:rsid w:val="00CC5C97"/>
    <w:rsid w:val="00CD03C7"/>
    <w:rsid w:val="00CE37B9"/>
    <w:rsid w:val="00CE78A6"/>
    <w:rsid w:val="00CF09B7"/>
    <w:rsid w:val="00D11CE6"/>
    <w:rsid w:val="00D13B3F"/>
    <w:rsid w:val="00D13E65"/>
    <w:rsid w:val="00D15144"/>
    <w:rsid w:val="00D20D1A"/>
    <w:rsid w:val="00D23F3D"/>
    <w:rsid w:val="00D34D9A"/>
    <w:rsid w:val="00D409DE"/>
    <w:rsid w:val="00D42C9B"/>
    <w:rsid w:val="00D531D5"/>
    <w:rsid w:val="00D5394A"/>
    <w:rsid w:val="00D55182"/>
    <w:rsid w:val="00D66959"/>
    <w:rsid w:val="00D7532C"/>
    <w:rsid w:val="00D76A72"/>
    <w:rsid w:val="00D82B9E"/>
    <w:rsid w:val="00D84DE2"/>
    <w:rsid w:val="00D92D52"/>
    <w:rsid w:val="00D9586F"/>
    <w:rsid w:val="00DA3A71"/>
    <w:rsid w:val="00DA6EC7"/>
    <w:rsid w:val="00DB0EDA"/>
    <w:rsid w:val="00DB3335"/>
    <w:rsid w:val="00DB6940"/>
    <w:rsid w:val="00DC2099"/>
    <w:rsid w:val="00DC271B"/>
    <w:rsid w:val="00DC7941"/>
    <w:rsid w:val="00DD146A"/>
    <w:rsid w:val="00DD3E9D"/>
    <w:rsid w:val="00DD5026"/>
    <w:rsid w:val="00DD59F0"/>
    <w:rsid w:val="00DE0E4B"/>
    <w:rsid w:val="00DE447D"/>
    <w:rsid w:val="00DE493F"/>
    <w:rsid w:val="00DE7FF2"/>
    <w:rsid w:val="00DF214F"/>
    <w:rsid w:val="00DF63DB"/>
    <w:rsid w:val="00E01223"/>
    <w:rsid w:val="00E022A1"/>
    <w:rsid w:val="00E0266E"/>
    <w:rsid w:val="00E02BBB"/>
    <w:rsid w:val="00E064E7"/>
    <w:rsid w:val="00E119FB"/>
    <w:rsid w:val="00E1513B"/>
    <w:rsid w:val="00E16A79"/>
    <w:rsid w:val="00E21B42"/>
    <w:rsid w:val="00E22413"/>
    <w:rsid w:val="00E24AD0"/>
    <w:rsid w:val="00E25501"/>
    <w:rsid w:val="00E309E9"/>
    <w:rsid w:val="00E31C06"/>
    <w:rsid w:val="00E515A9"/>
    <w:rsid w:val="00E53A8D"/>
    <w:rsid w:val="00E62428"/>
    <w:rsid w:val="00E63E4B"/>
    <w:rsid w:val="00E64482"/>
    <w:rsid w:val="00E65685"/>
    <w:rsid w:val="00E65873"/>
    <w:rsid w:val="00E6780B"/>
    <w:rsid w:val="00E73190"/>
    <w:rsid w:val="00E73CEB"/>
    <w:rsid w:val="00E771F1"/>
    <w:rsid w:val="00E823A1"/>
    <w:rsid w:val="00E84124"/>
    <w:rsid w:val="00E84757"/>
    <w:rsid w:val="00E96851"/>
    <w:rsid w:val="00EA3B3B"/>
    <w:rsid w:val="00EB7CDE"/>
    <w:rsid w:val="00EC47CF"/>
    <w:rsid w:val="00ED0B29"/>
    <w:rsid w:val="00EE1459"/>
    <w:rsid w:val="00EE1FBF"/>
    <w:rsid w:val="00EE7890"/>
    <w:rsid w:val="00EF09BC"/>
    <w:rsid w:val="00EF74CA"/>
    <w:rsid w:val="00F04280"/>
    <w:rsid w:val="00F06048"/>
    <w:rsid w:val="00F0755D"/>
    <w:rsid w:val="00F259C4"/>
    <w:rsid w:val="00F365F2"/>
    <w:rsid w:val="00F36D83"/>
    <w:rsid w:val="00F43919"/>
    <w:rsid w:val="00F47E10"/>
    <w:rsid w:val="00F53D6B"/>
    <w:rsid w:val="00F55578"/>
    <w:rsid w:val="00F56AF6"/>
    <w:rsid w:val="00F60802"/>
    <w:rsid w:val="00F86276"/>
    <w:rsid w:val="00F87376"/>
    <w:rsid w:val="00F969BD"/>
    <w:rsid w:val="00FA4945"/>
    <w:rsid w:val="00FB18B9"/>
    <w:rsid w:val="00FB1A2B"/>
    <w:rsid w:val="00FB42F8"/>
    <w:rsid w:val="00FB698D"/>
    <w:rsid w:val="00FC0317"/>
    <w:rsid w:val="00FC1499"/>
    <w:rsid w:val="00FC174A"/>
    <w:rsid w:val="00FD2DB7"/>
    <w:rsid w:val="00FD5A73"/>
    <w:rsid w:val="00FD5F35"/>
    <w:rsid w:val="00FE355A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99E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405700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947B1"/>
    <w:rPr>
      <w:rFonts w:ascii="Cambria" w:hAnsi="Cambria" w:cs="Times New Roman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Revision">
    <w:name w:val="Revision"/>
    <w:hidden/>
    <w:uiPriority w:val="99"/>
    <w:semiHidden/>
    <w:rsid w:val="00C46F97"/>
    <w:rPr>
      <w:lang w:eastAsia="en-US"/>
    </w:rPr>
  </w:style>
  <w:style w:type="character" w:styleId="Emphasis">
    <w:name w:val="Emphasis"/>
    <w:basedOn w:val="DefaultParagraphFont"/>
    <w:uiPriority w:val="99"/>
    <w:qFormat/>
    <w:rsid w:val="00633E88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E01223"/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27AC6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rsid w:val="00A27AC6"/>
    <w:rPr>
      <w:rFonts w:cs="Times New Roman"/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E65873"/>
    <w:rPr>
      <w:rFonts w:cs="Times New Roman"/>
      <w:color w:val="954F72"/>
      <w:u w:val="single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0E0080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rsid w:val="00FB18B9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B18B9"/>
    <w:rPr>
      <w:rFonts w:ascii="Times New Roman" w:hAnsi="Times New Roman" w:cs="Times New Roman"/>
      <w:sz w:val="20"/>
      <w:szCs w:val="20"/>
      <w:lang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541A6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B2F6A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"/>
    <w:uiPriority w:val="99"/>
    <w:rsid w:val="004B0069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1350AE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character" w:customStyle="1" w:styleId="czeinternetowe">
    <w:name w:val="Łącze internetowe"/>
    <w:basedOn w:val="DefaultParagraphFont"/>
    <w:uiPriority w:val="99"/>
    <w:rsid w:val="00C87AC2"/>
    <w:rPr>
      <w:rFonts w:cs="Times New Roman"/>
      <w:color w:val="000080"/>
      <w:u w:val="single"/>
    </w:rPr>
  </w:style>
  <w:style w:type="paragraph" w:customStyle="1" w:styleId="Default">
    <w:name w:val="Default"/>
    <w:uiPriority w:val="99"/>
    <w:rsid w:val="00B743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itleChar">
    <w:name w:val="Title Char"/>
    <w:uiPriority w:val="99"/>
    <w:locked/>
    <w:rsid w:val="0049705F"/>
    <w:rPr>
      <w:rFonts w:ascii="Cambria" w:hAnsi="Cambria"/>
      <w:b/>
      <w:kern w:val="2"/>
      <w:sz w:val="32"/>
    </w:rPr>
  </w:style>
  <w:style w:type="paragraph" w:customStyle="1" w:styleId="western">
    <w:name w:val="western"/>
    <w:basedOn w:val="Normal"/>
    <w:uiPriority w:val="99"/>
    <w:rsid w:val="002448FD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ommentTextChar1">
    <w:name w:val="Comment Text Char1"/>
    <w:basedOn w:val="DefaultParagraphFont"/>
    <w:uiPriority w:val="99"/>
    <w:semiHidden/>
    <w:locked/>
    <w:rsid w:val="000702DF"/>
    <w:rPr>
      <w:rFonts w:ascii="Times New Roman" w:hAnsi="Times New Roman" w:cs="Times New Roman"/>
      <w:sz w:val="20"/>
      <w:szCs w:val="20"/>
    </w:rPr>
  </w:style>
  <w:style w:type="character" w:customStyle="1" w:styleId="LPzwykly">
    <w:name w:val="LP_zwykly"/>
    <w:basedOn w:val="DefaultParagraphFont"/>
    <w:uiPriority w:val="99"/>
    <w:rsid w:val="003E0C8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15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671</Words>
  <Characters>4026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Bernadeta Kurp</cp:lastModifiedBy>
  <cp:revision>3</cp:revision>
  <cp:lastPrinted>2023-09-14T07:52:00Z</cp:lastPrinted>
  <dcterms:created xsi:type="dcterms:W3CDTF">2025-01-24T06:33:00Z</dcterms:created>
  <dcterms:modified xsi:type="dcterms:W3CDTF">2025-01-30T07:39:00Z</dcterms:modified>
</cp:coreProperties>
</file>