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E6" w:rsidRPr="008B1584" w:rsidRDefault="00D92FE6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>
        <w:rPr>
          <w:rFonts w:ascii="Cambria" w:hAnsi="Cambria" w:cs="Arial"/>
          <w:b/>
          <w:sz w:val="20"/>
          <w:szCs w:val="20"/>
        </w:rPr>
        <w:t>3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:rsidR="00D92FE6" w:rsidRPr="008B1584" w:rsidRDefault="00D92FE6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:rsidR="00D92FE6" w:rsidRPr="008B1584" w:rsidRDefault="00D92FE6" w:rsidP="00FB18B9">
      <w:pPr>
        <w:pStyle w:val="BodyTextIndent"/>
        <w:ind w:firstLine="0"/>
        <w:jc w:val="left"/>
        <w:outlineLvl w:val="0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SPZOZ w Wolsztynie</w:t>
      </w:r>
    </w:p>
    <w:p w:rsidR="00D92FE6" w:rsidRPr="008B1584" w:rsidRDefault="00D92FE6" w:rsidP="00FB18B9">
      <w:pPr>
        <w:pStyle w:val="BodyTextIndent"/>
        <w:ind w:firstLine="0"/>
        <w:jc w:val="left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ul. Wschowska 3</w:t>
      </w:r>
    </w:p>
    <w:p w:rsidR="00D92FE6" w:rsidRPr="008B1584" w:rsidRDefault="00D92FE6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Calibri"/>
          <w:bCs/>
          <w:sz w:val="20"/>
          <w:szCs w:val="20"/>
        </w:rPr>
        <w:t>64-200 Wolsztyn</w:t>
      </w:r>
    </w:p>
    <w:p w:rsidR="00D92FE6" w:rsidRPr="008B1584" w:rsidRDefault="00D92FE6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:rsidR="00D92FE6" w:rsidRPr="008B1584" w:rsidRDefault="00D92FE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D92FE6" w:rsidRPr="008B1584" w:rsidRDefault="00D92FE6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:rsidR="00D92FE6" w:rsidRPr="008B1584" w:rsidRDefault="00D92FE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92FE6" w:rsidRPr="008B1584" w:rsidRDefault="00D92FE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D92FE6" w:rsidRPr="008B1584" w:rsidRDefault="00D92FE6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:rsidR="00D92FE6" w:rsidRPr="008B1584" w:rsidRDefault="00D92FE6" w:rsidP="00C4103F">
      <w:pPr>
        <w:rPr>
          <w:rFonts w:ascii="Cambria" w:hAnsi="Cambria" w:cs="Arial"/>
          <w:sz w:val="20"/>
          <w:szCs w:val="20"/>
        </w:rPr>
      </w:pPr>
    </w:p>
    <w:p w:rsidR="00D92FE6" w:rsidRPr="008B1584" w:rsidRDefault="00D92FE6" w:rsidP="00761CEB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:rsidR="00D92FE6" w:rsidRPr="008B1584" w:rsidRDefault="00D92FE6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D92FE6" w:rsidRPr="008B1584" w:rsidRDefault="00D92FE6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92FE6" w:rsidRPr="008B1584" w:rsidRDefault="00D92FE6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Pzp </w:t>
      </w:r>
    </w:p>
    <w:p w:rsidR="00D92FE6" w:rsidRDefault="00D92FE6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D92FE6" w:rsidRPr="008B1584" w:rsidRDefault="00D92FE6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D92FE6" w:rsidRDefault="00D92FE6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D92FE6" w:rsidRDefault="00D92FE6" w:rsidP="00052F15">
      <w:pPr>
        <w:autoSpaceDE w:val="0"/>
        <w:spacing w:after="0" w:line="276" w:lineRule="auto"/>
        <w:ind w:left="360"/>
        <w:jc w:val="center"/>
        <w:rPr>
          <w:b/>
          <w:bCs/>
          <w:color w:val="0000FF"/>
          <w:sz w:val="20"/>
          <w:szCs w:val="20"/>
        </w:rPr>
      </w:pPr>
      <w:r w:rsidRPr="00052F15">
        <w:rPr>
          <w:rFonts w:cs="Verdana"/>
          <w:b/>
          <w:color w:val="0000FF"/>
          <w:sz w:val="20"/>
          <w:szCs w:val="20"/>
        </w:rPr>
        <w:t>„</w:t>
      </w:r>
      <w:r w:rsidRPr="00052F15">
        <w:rPr>
          <w:b/>
          <w:bCs/>
          <w:color w:val="0000FF"/>
          <w:sz w:val="20"/>
          <w:szCs w:val="20"/>
        </w:rPr>
        <w:t xml:space="preserve">sukcesywna </w:t>
      </w:r>
      <w:r w:rsidRPr="00052F15">
        <w:rPr>
          <w:rFonts w:cs="Arial"/>
          <w:b/>
          <w:color w:val="0000FF"/>
          <w:sz w:val="20"/>
          <w:szCs w:val="20"/>
        </w:rPr>
        <w:t xml:space="preserve">24 miesięczna </w:t>
      </w:r>
      <w:r w:rsidRPr="00052F15">
        <w:rPr>
          <w:rFonts w:cs="Arial"/>
          <w:b/>
          <w:color w:val="0000FF"/>
          <w:spacing w:val="20"/>
          <w:sz w:val="20"/>
          <w:szCs w:val="20"/>
        </w:rPr>
        <w:t xml:space="preserve">dostawa </w:t>
      </w:r>
      <w:r w:rsidRPr="00052F15">
        <w:rPr>
          <w:b/>
          <w:bCs/>
          <w:color w:val="0000FF"/>
          <w:sz w:val="20"/>
          <w:szCs w:val="20"/>
        </w:rPr>
        <w:t>środków antyseptycznych, dezynfekcyjnych</w:t>
      </w:r>
    </w:p>
    <w:p w:rsidR="00D92FE6" w:rsidRPr="00052F15" w:rsidRDefault="00D92FE6" w:rsidP="00052F15">
      <w:pPr>
        <w:autoSpaceDE w:val="0"/>
        <w:spacing w:after="0" w:line="276" w:lineRule="auto"/>
        <w:ind w:left="360"/>
        <w:jc w:val="center"/>
        <w:rPr>
          <w:b/>
          <w:color w:val="0000FF"/>
          <w:sz w:val="20"/>
          <w:szCs w:val="20"/>
        </w:rPr>
      </w:pPr>
      <w:r w:rsidRPr="00052F15">
        <w:rPr>
          <w:b/>
          <w:color w:val="0000FF"/>
          <w:sz w:val="20"/>
          <w:szCs w:val="20"/>
        </w:rPr>
        <w:t>na potrzeby SPZOZ w Wolsztynie</w:t>
      </w:r>
      <w:r w:rsidRPr="00052F15">
        <w:rPr>
          <w:rFonts w:cs="Cambria"/>
          <w:b/>
          <w:color w:val="0000FF"/>
          <w:sz w:val="20"/>
          <w:szCs w:val="20"/>
        </w:rPr>
        <w:t>”</w:t>
      </w:r>
    </w:p>
    <w:p w:rsidR="00D92FE6" w:rsidRDefault="00D92FE6" w:rsidP="00052F15">
      <w:pPr>
        <w:spacing w:after="0"/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>
        <w:rPr>
          <w:rFonts w:ascii="Cambria" w:hAnsi="Cambria" w:cs="Arial"/>
          <w:b/>
          <w:bCs/>
          <w:color w:val="0000FF"/>
          <w:sz w:val="20"/>
          <w:szCs w:val="20"/>
        </w:rPr>
        <w:t>TP/20/2024</w:t>
      </w:r>
    </w:p>
    <w:p w:rsidR="00D92FE6" w:rsidRPr="008B1584" w:rsidRDefault="00D92FE6" w:rsidP="00667E24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:rsidR="00D92FE6" w:rsidRPr="008B1584" w:rsidRDefault="00D92FE6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:rsidR="00D92FE6" w:rsidRPr="008B1584" w:rsidRDefault="00D92FE6" w:rsidP="00B5040B">
      <w:pPr>
        <w:pStyle w:val="ListParagraph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92FE6" w:rsidRPr="008B1584" w:rsidRDefault="00D92FE6" w:rsidP="003F3B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108 ust. 1 ustawy Pzp.</w:t>
      </w:r>
    </w:p>
    <w:p w:rsidR="00D92FE6" w:rsidRPr="008B1584" w:rsidRDefault="00D92FE6" w:rsidP="00177C2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109 ust. 1 pkt 4 ustawy Pzp.</w:t>
      </w:r>
    </w:p>
    <w:p w:rsidR="00D92FE6" w:rsidRPr="008B1584" w:rsidRDefault="00D92FE6" w:rsidP="00D13B3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1584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2FE6" w:rsidRPr="000702DF" w:rsidRDefault="00D92FE6" w:rsidP="00DD59F0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color w:val="0000FF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 xml:space="preserve">(Dz. U. </w:t>
      </w:r>
      <w:r w:rsidRPr="00BE50F9">
        <w:rPr>
          <w:rFonts w:ascii="Cambria" w:hAnsi="Cambria"/>
          <w:b/>
          <w:color w:val="0000FF"/>
          <w:sz w:val="20"/>
          <w:szCs w:val="20"/>
        </w:rPr>
        <w:t>tekst jedn. Dz. U. z 2023 r. poz. 1497 z późn. zm</w:t>
      </w:r>
      <w:r w:rsidRPr="00BE50F9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FootnoteReference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0702DF">
        <w:rPr>
          <w:rFonts w:ascii="Cambria" w:hAnsi="Cambria" w:cs="Arial"/>
          <w:i/>
          <w:iCs/>
          <w:color w:val="0000FF"/>
          <w:sz w:val="20"/>
          <w:szCs w:val="20"/>
        </w:rPr>
        <w:t>.</w:t>
      </w:r>
      <w:r w:rsidRPr="000702DF">
        <w:rPr>
          <w:rFonts w:ascii="Cambria" w:hAnsi="Cambria" w:cs="Arial"/>
          <w:color w:val="0000FF"/>
          <w:sz w:val="20"/>
          <w:szCs w:val="20"/>
        </w:rPr>
        <w:t xml:space="preserve"> </w:t>
      </w:r>
    </w:p>
    <w:p w:rsidR="00D92FE6" w:rsidRPr="008B1584" w:rsidRDefault="00D92FE6" w:rsidP="000E0080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:rsidR="00D92FE6" w:rsidRPr="008B1584" w:rsidRDefault="00D92FE6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:rsidR="00D92FE6" w:rsidRPr="008B1584" w:rsidRDefault="00D92FE6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92FE6" w:rsidRPr="008B1584" w:rsidRDefault="00D92FE6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D92FE6" w:rsidRPr="008B1584" w:rsidRDefault="00D92FE6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Rozdziale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pkt.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.1 SWZ </w:t>
      </w:r>
      <w:bookmarkEnd w:id="0"/>
      <w:r w:rsidRPr="004B0069">
        <w:rPr>
          <w:rFonts w:ascii="Cambria" w:hAnsi="Cambria" w:cs="Arial"/>
          <w:b/>
          <w:color w:val="008000"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:rsidR="00D92FE6" w:rsidRPr="008B1584" w:rsidRDefault="00D92FE6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92FE6" w:rsidRPr="008B1584" w:rsidRDefault="00D92FE6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D92FE6" w:rsidRDefault="00D92FE6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:rsidR="00D92FE6" w:rsidRPr="0049705F" w:rsidRDefault="00D92FE6" w:rsidP="00C87AC2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SWZ, rozdz. </w:t>
      </w:r>
      <w:r>
        <w:rPr>
          <w:rFonts w:ascii="Cambria" w:hAnsi="Cambria" w:cs="Arial"/>
          <w:b/>
          <w:color w:val="008000"/>
          <w:sz w:val="20"/>
          <w:szCs w:val="20"/>
        </w:rPr>
        <w:t>6.</w:t>
      </w: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>pkt.</w:t>
      </w:r>
      <w:r>
        <w:rPr>
          <w:rFonts w:ascii="Cambria" w:hAnsi="Cambria" w:cs="Arial"/>
          <w:b/>
          <w:color w:val="008000"/>
          <w:sz w:val="20"/>
          <w:szCs w:val="20"/>
        </w:rPr>
        <w:t xml:space="preserve"> 6.1, 4)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B1584">
        <w:rPr>
          <w:rFonts w:ascii="Cambria" w:hAnsi="Cambria" w:cs="Arial"/>
          <w:sz w:val="20"/>
          <w:szCs w:val="20"/>
        </w:rPr>
        <w:t xml:space="preserve"> w  następującym zakresie</w:t>
      </w:r>
      <w:r w:rsidRPr="0049705F">
        <w:rPr>
          <w:rFonts w:ascii="Cambria" w:hAnsi="Cambria" w:cs="Arial"/>
          <w:color w:val="008000"/>
          <w:sz w:val="20"/>
          <w:szCs w:val="20"/>
        </w:rPr>
        <w:t xml:space="preserve">: </w:t>
      </w:r>
      <w:r>
        <w:rPr>
          <w:rFonts w:ascii="Cambria" w:hAnsi="Cambria"/>
          <w:color w:val="008000"/>
          <w:sz w:val="20"/>
          <w:szCs w:val="20"/>
        </w:rPr>
        <w:t>…………………………………………………..</w:t>
      </w:r>
    </w:p>
    <w:p w:rsidR="00D92FE6" w:rsidRPr="008B1584" w:rsidRDefault="00D92FE6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92FE6" w:rsidRPr="008B1584" w:rsidRDefault="00D92FE6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:rsidR="00D92FE6" w:rsidRPr="008B1584" w:rsidRDefault="00D92FE6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:rsidR="00D92FE6" w:rsidRPr="008B1584" w:rsidRDefault="00D92FE6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D92FE6" w:rsidRPr="008B1584" w:rsidRDefault="00D92FE6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bookmarkStart w:id="3" w:name="_GoBack"/>
      <w:bookmarkEnd w:id="3"/>
    </w:p>
    <w:p w:rsidR="00D92FE6" w:rsidRPr="008B1584" w:rsidRDefault="00D92FE6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4"/>
    <w:p w:rsidR="00D92FE6" w:rsidRPr="008B1584" w:rsidRDefault="00D92FE6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:rsidR="00D92FE6" w:rsidRPr="008B1584" w:rsidRDefault="00D92FE6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:rsidR="00D92FE6" w:rsidRPr="008B1584" w:rsidRDefault="00D92FE6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:rsidR="00D92FE6" w:rsidRPr="008B1584" w:rsidRDefault="00D92FE6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D92FE6" w:rsidRPr="008B1584" w:rsidRDefault="00D92FE6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92FE6" w:rsidRPr="008B1584" w:rsidRDefault="00D92FE6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D92FE6" w:rsidRPr="008B1584" w:rsidRDefault="00D92FE6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92FE6" w:rsidRPr="008B1584" w:rsidRDefault="00D92FE6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92FE6" w:rsidRPr="008B1584" w:rsidRDefault="00D92FE6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:rsidR="00D92FE6" w:rsidRPr="006B0AA3" w:rsidRDefault="00D92FE6" w:rsidP="00AE6FF2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</w:r>
      <w:r w:rsidRPr="006B0AA3">
        <w:rPr>
          <w:rFonts w:ascii="Cambria" w:hAnsi="Cambria" w:cs="Arial"/>
          <w:i/>
          <w:sz w:val="18"/>
          <w:szCs w:val="18"/>
        </w:rPr>
        <w:t xml:space="preserve">Data; kwalifikowany podpis elektroniczny lub podpis zaufany lub podpis osobisty </w:t>
      </w:r>
    </w:p>
    <w:sectPr w:rsidR="00D92FE6" w:rsidRPr="006B0A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FE6" w:rsidRDefault="00D92FE6" w:rsidP="0038231F">
      <w:pPr>
        <w:spacing w:after="0" w:line="240" w:lineRule="auto"/>
      </w:pPr>
      <w:r>
        <w:separator/>
      </w:r>
    </w:p>
  </w:endnote>
  <w:endnote w:type="continuationSeparator" w:id="0">
    <w:p w:rsidR="00D92FE6" w:rsidRDefault="00D92F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FE6" w:rsidRDefault="00D92FE6" w:rsidP="0038231F">
      <w:pPr>
        <w:spacing w:after="0" w:line="240" w:lineRule="auto"/>
      </w:pPr>
      <w:r>
        <w:separator/>
      </w:r>
    </w:p>
  </w:footnote>
  <w:footnote w:type="continuationSeparator" w:id="0">
    <w:p w:rsidR="00D92FE6" w:rsidRDefault="00D92FE6" w:rsidP="0038231F">
      <w:pPr>
        <w:spacing w:after="0" w:line="240" w:lineRule="auto"/>
      </w:pPr>
      <w:r>
        <w:continuationSeparator/>
      </w:r>
    </w:p>
  </w:footnote>
  <w:footnote w:id="1">
    <w:p w:rsidR="00D92FE6" w:rsidRPr="00A82964" w:rsidRDefault="00D92FE6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92FE6" w:rsidRPr="00A82964" w:rsidRDefault="00D92FE6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92FE6" w:rsidRPr="00A82964" w:rsidRDefault="00D92FE6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92FE6" w:rsidRDefault="00D92FE6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313A4"/>
    <w:rsid w:val="0004456B"/>
    <w:rsid w:val="00052F15"/>
    <w:rsid w:val="00061770"/>
    <w:rsid w:val="00061C26"/>
    <w:rsid w:val="00066102"/>
    <w:rsid w:val="000702DF"/>
    <w:rsid w:val="00073C3D"/>
    <w:rsid w:val="000809B6"/>
    <w:rsid w:val="00097B68"/>
    <w:rsid w:val="000A6057"/>
    <w:rsid w:val="000B1025"/>
    <w:rsid w:val="000B2EC1"/>
    <w:rsid w:val="000B414C"/>
    <w:rsid w:val="000B4DB0"/>
    <w:rsid w:val="000B54D1"/>
    <w:rsid w:val="000B6AE1"/>
    <w:rsid w:val="000B72B2"/>
    <w:rsid w:val="000C021E"/>
    <w:rsid w:val="000C18AF"/>
    <w:rsid w:val="000D126A"/>
    <w:rsid w:val="000D28B6"/>
    <w:rsid w:val="000D44E3"/>
    <w:rsid w:val="000D6F17"/>
    <w:rsid w:val="000D737E"/>
    <w:rsid w:val="000D73C4"/>
    <w:rsid w:val="000D7F5B"/>
    <w:rsid w:val="000E0080"/>
    <w:rsid w:val="000E3539"/>
    <w:rsid w:val="000E4D37"/>
    <w:rsid w:val="000F55E0"/>
    <w:rsid w:val="000F5FA3"/>
    <w:rsid w:val="00100D87"/>
    <w:rsid w:val="001035E8"/>
    <w:rsid w:val="001067FC"/>
    <w:rsid w:val="0011408C"/>
    <w:rsid w:val="001275E7"/>
    <w:rsid w:val="0012799E"/>
    <w:rsid w:val="00132F0F"/>
    <w:rsid w:val="001350AE"/>
    <w:rsid w:val="001542CB"/>
    <w:rsid w:val="0017575D"/>
    <w:rsid w:val="00177227"/>
    <w:rsid w:val="00177C2A"/>
    <w:rsid w:val="00182AE5"/>
    <w:rsid w:val="001902D2"/>
    <w:rsid w:val="00193E36"/>
    <w:rsid w:val="00196FA6"/>
    <w:rsid w:val="001A1EB6"/>
    <w:rsid w:val="001B1ECD"/>
    <w:rsid w:val="001B3A31"/>
    <w:rsid w:val="001C15DB"/>
    <w:rsid w:val="001C6945"/>
    <w:rsid w:val="001F027E"/>
    <w:rsid w:val="001F0CE2"/>
    <w:rsid w:val="001F7263"/>
    <w:rsid w:val="00200A89"/>
    <w:rsid w:val="00200BDD"/>
    <w:rsid w:val="00203A40"/>
    <w:rsid w:val="002168A8"/>
    <w:rsid w:val="002235C5"/>
    <w:rsid w:val="0022401A"/>
    <w:rsid w:val="0023718A"/>
    <w:rsid w:val="002448FD"/>
    <w:rsid w:val="002459B2"/>
    <w:rsid w:val="0025261D"/>
    <w:rsid w:val="00253B54"/>
    <w:rsid w:val="00255142"/>
    <w:rsid w:val="00256715"/>
    <w:rsid w:val="00256CEC"/>
    <w:rsid w:val="00261CCE"/>
    <w:rsid w:val="00262D61"/>
    <w:rsid w:val="00265074"/>
    <w:rsid w:val="0026724F"/>
    <w:rsid w:val="00272C31"/>
    <w:rsid w:val="00272CF1"/>
    <w:rsid w:val="00274B5A"/>
    <w:rsid w:val="00277D06"/>
    <w:rsid w:val="00290B01"/>
    <w:rsid w:val="00294134"/>
    <w:rsid w:val="00296B60"/>
    <w:rsid w:val="002A2DF6"/>
    <w:rsid w:val="002A403E"/>
    <w:rsid w:val="002A4AC2"/>
    <w:rsid w:val="002B0BDF"/>
    <w:rsid w:val="002B4A04"/>
    <w:rsid w:val="002B4DE6"/>
    <w:rsid w:val="002C1C7B"/>
    <w:rsid w:val="002C4948"/>
    <w:rsid w:val="002C744C"/>
    <w:rsid w:val="002E0E61"/>
    <w:rsid w:val="002E3CBB"/>
    <w:rsid w:val="002E573C"/>
    <w:rsid w:val="002E641A"/>
    <w:rsid w:val="002E7B71"/>
    <w:rsid w:val="00313417"/>
    <w:rsid w:val="00313911"/>
    <w:rsid w:val="0032285D"/>
    <w:rsid w:val="00333209"/>
    <w:rsid w:val="00337073"/>
    <w:rsid w:val="00340DE1"/>
    <w:rsid w:val="00341C90"/>
    <w:rsid w:val="00350CD9"/>
    <w:rsid w:val="00351F8A"/>
    <w:rsid w:val="0035232F"/>
    <w:rsid w:val="00352EBF"/>
    <w:rsid w:val="00353A1B"/>
    <w:rsid w:val="00364235"/>
    <w:rsid w:val="00373148"/>
    <w:rsid w:val="003768CB"/>
    <w:rsid w:val="003806E7"/>
    <w:rsid w:val="0038231F"/>
    <w:rsid w:val="00393007"/>
    <w:rsid w:val="003940CF"/>
    <w:rsid w:val="00397E34"/>
    <w:rsid w:val="003A271E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5F8"/>
    <w:rsid w:val="003F6C17"/>
    <w:rsid w:val="00404B1A"/>
    <w:rsid w:val="00405700"/>
    <w:rsid w:val="00411632"/>
    <w:rsid w:val="00413F83"/>
    <w:rsid w:val="00414981"/>
    <w:rsid w:val="00414AFC"/>
    <w:rsid w:val="00417458"/>
    <w:rsid w:val="0042777E"/>
    <w:rsid w:val="00431182"/>
    <w:rsid w:val="004312A2"/>
    <w:rsid w:val="00434CC2"/>
    <w:rsid w:val="00436627"/>
    <w:rsid w:val="00442AD2"/>
    <w:rsid w:val="00443F07"/>
    <w:rsid w:val="00446452"/>
    <w:rsid w:val="00446C36"/>
    <w:rsid w:val="0045745B"/>
    <w:rsid w:val="004609F1"/>
    <w:rsid w:val="00464264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87CF1"/>
    <w:rsid w:val="004903B7"/>
    <w:rsid w:val="00495B91"/>
    <w:rsid w:val="0049705F"/>
    <w:rsid w:val="004B0069"/>
    <w:rsid w:val="004C4854"/>
    <w:rsid w:val="004D0012"/>
    <w:rsid w:val="004D323F"/>
    <w:rsid w:val="004D7E48"/>
    <w:rsid w:val="004E0B2A"/>
    <w:rsid w:val="004E227C"/>
    <w:rsid w:val="004E290A"/>
    <w:rsid w:val="004F23F7"/>
    <w:rsid w:val="004F3D9F"/>
    <w:rsid w:val="004F40EF"/>
    <w:rsid w:val="005142D1"/>
    <w:rsid w:val="005155D6"/>
    <w:rsid w:val="00520174"/>
    <w:rsid w:val="00520F90"/>
    <w:rsid w:val="00522CAA"/>
    <w:rsid w:val="0052569C"/>
    <w:rsid w:val="00525876"/>
    <w:rsid w:val="0053061E"/>
    <w:rsid w:val="00533859"/>
    <w:rsid w:val="00533D83"/>
    <w:rsid w:val="00541A66"/>
    <w:rsid w:val="00550118"/>
    <w:rsid w:val="00557050"/>
    <w:rsid w:val="005641F0"/>
    <w:rsid w:val="0056504D"/>
    <w:rsid w:val="00567E6C"/>
    <w:rsid w:val="00572AB6"/>
    <w:rsid w:val="005801E8"/>
    <w:rsid w:val="00581FFD"/>
    <w:rsid w:val="00586145"/>
    <w:rsid w:val="0058769B"/>
    <w:rsid w:val="00590F37"/>
    <w:rsid w:val="00591F9F"/>
    <w:rsid w:val="005947B1"/>
    <w:rsid w:val="005A0843"/>
    <w:rsid w:val="005C2512"/>
    <w:rsid w:val="005C39CA"/>
    <w:rsid w:val="005C3C08"/>
    <w:rsid w:val="005C6CB0"/>
    <w:rsid w:val="005D3607"/>
    <w:rsid w:val="005E176A"/>
    <w:rsid w:val="005E25A7"/>
    <w:rsid w:val="005F2434"/>
    <w:rsid w:val="00614130"/>
    <w:rsid w:val="00614AE4"/>
    <w:rsid w:val="00631771"/>
    <w:rsid w:val="00633724"/>
    <w:rsid w:val="0063384A"/>
    <w:rsid w:val="00633E88"/>
    <w:rsid w:val="00634311"/>
    <w:rsid w:val="006458A9"/>
    <w:rsid w:val="00646CE2"/>
    <w:rsid w:val="00652B7C"/>
    <w:rsid w:val="00653E29"/>
    <w:rsid w:val="00654613"/>
    <w:rsid w:val="00654FAD"/>
    <w:rsid w:val="0066031C"/>
    <w:rsid w:val="006677DF"/>
    <w:rsid w:val="00667E02"/>
    <w:rsid w:val="00667E24"/>
    <w:rsid w:val="00677A03"/>
    <w:rsid w:val="006905E4"/>
    <w:rsid w:val="00691AAB"/>
    <w:rsid w:val="006A3A1F"/>
    <w:rsid w:val="006A52B6"/>
    <w:rsid w:val="006A52BC"/>
    <w:rsid w:val="006A7294"/>
    <w:rsid w:val="006B0AA3"/>
    <w:rsid w:val="006B199C"/>
    <w:rsid w:val="006B33C0"/>
    <w:rsid w:val="006D3513"/>
    <w:rsid w:val="006D4168"/>
    <w:rsid w:val="006E3FE1"/>
    <w:rsid w:val="006E622A"/>
    <w:rsid w:val="006F0034"/>
    <w:rsid w:val="006F02D7"/>
    <w:rsid w:val="006F245E"/>
    <w:rsid w:val="006F3D32"/>
    <w:rsid w:val="006F69F9"/>
    <w:rsid w:val="00701D75"/>
    <w:rsid w:val="00706D8B"/>
    <w:rsid w:val="007118F0"/>
    <w:rsid w:val="00711C85"/>
    <w:rsid w:val="007164E4"/>
    <w:rsid w:val="00716F01"/>
    <w:rsid w:val="0072560B"/>
    <w:rsid w:val="00742AF6"/>
    <w:rsid w:val="00746532"/>
    <w:rsid w:val="007478BA"/>
    <w:rsid w:val="00751725"/>
    <w:rsid w:val="00752593"/>
    <w:rsid w:val="0075619B"/>
    <w:rsid w:val="00756C8F"/>
    <w:rsid w:val="00761CEB"/>
    <w:rsid w:val="0077122A"/>
    <w:rsid w:val="007749F8"/>
    <w:rsid w:val="007840F2"/>
    <w:rsid w:val="00791227"/>
    <w:rsid w:val="0079294C"/>
    <w:rsid w:val="007936D6"/>
    <w:rsid w:val="00795C47"/>
    <w:rsid w:val="007961C8"/>
    <w:rsid w:val="007A4CF1"/>
    <w:rsid w:val="007B01C8"/>
    <w:rsid w:val="007B3CDB"/>
    <w:rsid w:val="007B426C"/>
    <w:rsid w:val="007B4FF8"/>
    <w:rsid w:val="007C3850"/>
    <w:rsid w:val="007D5B61"/>
    <w:rsid w:val="007E2AA8"/>
    <w:rsid w:val="007E2F69"/>
    <w:rsid w:val="00804F07"/>
    <w:rsid w:val="00825A09"/>
    <w:rsid w:val="00830880"/>
    <w:rsid w:val="00830AB1"/>
    <w:rsid w:val="008331D3"/>
    <w:rsid w:val="00833FCD"/>
    <w:rsid w:val="00835C91"/>
    <w:rsid w:val="00837AA3"/>
    <w:rsid w:val="00840127"/>
    <w:rsid w:val="00842991"/>
    <w:rsid w:val="00843087"/>
    <w:rsid w:val="00866E0F"/>
    <w:rsid w:val="00873BB2"/>
    <w:rsid w:val="008757E1"/>
    <w:rsid w:val="008759E3"/>
    <w:rsid w:val="008763EB"/>
    <w:rsid w:val="00876E32"/>
    <w:rsid w:val="00882609"/>
    <w:rsid w:val="00892E48"/>
    <w:rsid w:val="00895B57"/>
    <w:rsid w:val="00896587"/>
    <w:rsid w:val="008A2982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4BF5"/>
    <w:rsid w:val="008E773A"/>
    <w:rsid w:val="008F3B4E"/>
    <w:rsid w:val="008F5719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3763"/>
    <w:rsid w:val="00975019"/>
    <w:rsid w:val="00975C49"/>
    <w:rsid w:val="009844E3"/>
    <w:rsid w:val="00995809"/>
    <w:rsid w:val="00995A62"/>
    <w:rsid w:val="00997895"/>
    <w:rsid w:val="009B2846"/>
    <w:rsid w:val="009B46A5"/>
    <w:rsid w:val="009C72ED"/>
    <w:rsid w:val="009C7756"/>
    <w:rsid w:val="009E1710"/>
    <w:rsid w:val="009E2CD6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70A90"/>
    <w:rsid w:val="00A74236"/>
    <w:rsid w:val="00A80583"/>
    <w:rsid w:val="00A8142F"/>
    <w:rsid w:val="00A82964"/>
    <w:rsid w:val="00A834D8"/>
    <w:rsid w:val="00A86C23"/>
    <w:rsid w:val="00A912FF"/>
    <w:rsid w:val="00AA03D0"/>
    <w:rsid w:val="00AA32F6"/>
    <w:rsid w:val="00AA336E"/>
    <w:rsid w:val="00AA3ABC"/>
    <w:rsid w:val="00AB0351"/>
    <w:rsid w:val="00AB1AC9"/>
    <w:rsid w:val="00AB4926"/>
    <w:rsid w:val="00AB5B91"/>
    <w:rsid w:val="00AE2304"/>
    <w:rsid w:val="00AE6FF2"/>
    <w:rsid w:val="00AF15F1"/>
    <w:rsid w:val="00AF7690"/>
    <w:rsid w:val="00B0088C"/>
    <w:rsid w:val="00B14725"/>
    <w:rsid w:val="00B15219"/>
    <w:rsid w:val="00B15FD3"/>
    <w:rsid w:val="00B222E9"/>
    <w:rsid w:val="00B34079"/>
    <w:rsid w:val="00B37849"/>
    <w:rsid w:val="00B477DB"/>
    <w:rsid w:val="00B5040B"/>
    <w:rsid w:val="00B6796C"/>
    <w:rsid w:val="00B734CB"/>
    <w:rsid w:val="00B743D7"/>
    <w:rsid w:val="00B8005E"/>
    <w:rsid w:val="00B812C0"/>
    <w:rsid w:val="00B90E42"/>
    <w:rsid w:val="00B95056"/>
    <w:rsid w:val="00BA2838"/>
    <w:rsid w:val="00BB0464"/>
    <w:rsid w:val="00BB0C3C"/>
    <w:rsid w:val="00BB6CEF"/>
    <w:rsid w:val="00BC4335"/>
    <w:rsid w:val="00BE3A82"/>
    <w:rsid w:val="00BE50F9"/>
    <w:rsid w:val="00BE78DE"/>
    <w:rsid w:val="00BF09D5"/>
    <w:rsid w:val="00BF11C0"/>
    <w:rsid w:val="00C00DDC"/>
    <w:rsid w:val="00C00DDD"/>
    <w:rsid w:val="00C014B5"/>
    <w:rsid w:val="00C0226D"/>
    <w:rsid w:val="00C07368"/>
    <w:rsid w:val="00C20601"/>
    <w:rsid w:val="00C214C8"/>
    <w:rsid w:val="00C30F5F"/>
    <w:rsid w:val="00C35814"/>
    <w:rsid w:val="00C36F7A"/>
    <w:rsid w:val="00C4103F"/>
    <w:rsid w:val="00C46F97"/>
    <w:rsid w:val="00C521CD"/>
    <w:rsid w:val="00C53C6B"/>
    <w:rsid w:val="00C56243"/>
    <w:rsid w:val="00C57DEB"/>
    <w:rsid w:val="00C6799D"/>
    <w:rsid w:val="00C81012"/>
    <w:rsid w:val="00C81278"/>
    <w:rsid w:val="00C86C69"/>
    <w:rsid w:val="00C8793B"/>
    <w:rsid w:val="00C87AC2"/>
    <w:rsid w:val="00C91A84"/>
    <w:rsid w:val="00CB2F6A"/>
    <w:rsid w:val="00CB7698"/>
    <w:rsid w:val="00CC5C97"/>
    <w:rsid w:val="00CD03C7"/>
    <w:rsid w:val="00CE37B9"/>
    <w:rsid w:val="00CE78A6"/>
    <w:rsid w:val="00CF09B7"/>
    <w:rsid w:val="00D11CE6"/>
    <w:rsid w:val="00D13B3F"/>
    <w:rsid w:val="00D13E65"/>
    <w:rsid w:val="00D15144"/>
    <w:rsid w:val="00D20D1A"/>
    <w:rsid w:val="00D23F3D"/>
    <w:rsid w:val="00D34D9A"/>
    <w:rsid w:val="00D409DE"/>
    <w:rsid w:val="00D42C9B"/>
    <w:rsid w:val="00D531D5"/>
    <w:rsid w:val="00D5394A"/>
    <w:rsid w:val="00D55182"/>
    <w:rsid w:val="00D66959"/>
    <w:rsid w:val="00D7532C"/>
    <w:rsid w:val="00D76A72"/>
    <w:rsid w:val="00D82B9E"/>
    <w:rsid w:val="00D84DE2"/>
    <w:rsid w:val="00D92D52"/>
    <w:rsid w:val="00D92FE6"/>
    <w:rsid w:val="00D9586F"/>
    <w:rsid w:val="00DA3A71"/>
    <w:rsid w:val="00DA6A57"/>
    <w:rsid w:val="00DA6EC7"/>
    <w:rsid w:val="00DB0EDA"/>
    <w:rsid w:val="00DB3335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DF63DB"/>
    <w:rsid w:val="00E01223"/>
    <w:rsid w:val="00E022A1"/>
    <w:rsid w:val="00E0266E"/>
    <w:rsid w:val="00E02BBB"/>
    <w:rsid w:val="00E064E7"/>
    <w:rsid w:val="00E119FB"/>
    <w:rsid w:val="00E1513B"/>
    <w:rsid w:val="00E16A79"/>
    <w:rsid w:val="00E21B42"/>
    <w:rsid w:val="00E22413"/>
    <w:rsid w:val="00E24AD0"/>
    <w:rsid w:val="00E25501"/>
    <w:rsid w:val="00E309E9"/>
    <w:rsid w:val="00E31C06"/>
    <w:rsid w:val="00E515A9"/>
    <w:rsid w:val="00E53A8D"/>
    <w:rsid w:val="00E62428"/>
    <w:rsid w:val="00E63E4B"/>
    <w:rsid w:val="00E64482"/>
    <w:rsid w:val="00E65685"/>
    <w:rsid w:val="00E65873"/>
    <w:rsid w:val="00E6780B"/>
    <w:rsid w:val="00E73190"/>
    <w:rsid w:val="00E73CEB"/>
    <w:rsid w:val="00E771F1"/>
    <w:rsid w:val="00E823A1"/>
    <w:rsid w:val="00E84124"/>
    <w:rsid w:val="00E84757"/>
    <w:rsid w:val="00E96851"/>
    <w:rsid w:val="00EA3B3B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06048"/>
    <w:rsid w:val="00F0755D"/>
    <w:rsid w:val="00F259C4"/>
    <w:rsid w:val="00F365F2"/>
    <w:rsid w:val="00F36D83"/>
    <w:rsid w:val="00F43919"/>
    <w:rsid w:val="00F47E10"/>
    <w:rsid w:val="00F53D6B"/>
    <w:rsid w:val="00F55578"/>
    <w:rsid w:val="00F56AF6"/>
    <w:rsid w:val="00F60802"/>
    <w:rsid w:val="00F86276"/>
    <w:rsid w:val="00F87376"/>
    <w:rsid w:val="00F969BD"/>
    <w:rsid w:val="00FA4945"/>
    <w:rsid w:val="00FB18B9"/>
    <w:rsid w:val="00FB1A2B"/>
    <w:rsid w:val="00FB42F8"/>
    <w:rsid w:val="00FC0317"/>
    <w:rsid w:val="00FC1499"/>
    <w:rsid w:val="00FC174A"/>
    <w:rsid w:val="00FD2DB7"/>
    <w:rsid w:val="00FD5A73"/>
    <w:rsid w:val="00FD5F35"/>
    <w:rsid w:val="00FE355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C46F97"/>
    <w:rPr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E01223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efaultParagraphFont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western">
    <w:name w:val="western"/>
    <w:basedOn w:val="Normal"/>
    <w:uiPriority w:val="99"/>
    <w:rsid w:val="002448FD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ommentTextChar1">
    <w:name w:val="Comment Text Char1"/>
    <w:basedOn w:val="DefaultParagraphFont"/>
    <w:uiPriority w:val="99"/>
    <w:semiHidden/>
    <w:locked/>
    <w:rsid w:val="000702D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1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3</Pages>
  <Words>675</Words>
  <Characters>4050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54</cp:revision>
  <cp:lastPrinted>2023-09-14T07:52:00Z</cp:lastPrinted>
  <dcterms:created xsi:type="dcterms:W3CDTF">2022-05-06T14:08:00Z</dcterms:created>
  <dcterms:modified xsi:type="dcterms:W3CDTF">2024-11-19T08:37:00Z</dcterms:modified>
</cp:coreProperties>
</file>