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4" w:rsidRPr="004F788F" w:rsidRDefault="00C91EB4" w:rsidP="00C91EB4">
      <w:pPr>
        <w:rPr>
          <w:rFonts w:ascii="Arial" w:hAnsi="Arial" w:cs="Arial"/>
        </w:rPr>
      </w:pPr>
      <w:r w:rsidRPr="004F788F">
        <w:rPr>
          <w:rFonts w:ascii="Arial" w:hAnsi="Arial" w:cs="Arial"/>
        </w:rPr>
        <w:t xml:space="preserve">____________________________ </w:t>
      </w:r>
    </w:p>
    <w:p w:rsidR="00C91EB4" w:rsidRPr="004F788F" w:rsidRDefault="00C91EB4" w:rsidP="00C91EB4">
      <w:pPr>
        <w:pStyle w:val="Zwykytekst3"/>
        <w:spacing w:before="120"/>
        <w:rPr>
          <w:rFonts w:ascii="Arial" w:hAnsi="Arial" w:cs="Arial"/>
          <w:b/>
          <w:sz w:val="24"/>
          <w:szCs w:val="24"/>
        </w:rPr>
      </w:pPr>
      <w:r w:rsidRPr="004F788F">
        <w:rPr>
          <w:rFonts w:ascii="Arial" w:hAnsi="Arial" w:cs="Arial"/>
          <w:i/>
          <w:sz w:val="16"/>
          <w:szCs w:val="16"/>
        </w:rPr>
        <w:t>(nazwa wykonawcy, dane adresowe, pieczęć firmy)</w:t>
      </w:r>
    </w:p>
    <w:p w:rsidR="00CD146B" w:rsidRPr="004F788F" w:rsidRDefault="00EB718A" w:rsidP="00475A0E">
      <w:pPr>
        <w:pStyle w:val="Zwykytekst3"/>
        <w:jc w:val="center"/>
        <w:rPr>
          <w:rFonts w:ascii="Arial" w:hAnsi="Arial" w:cs="Arial"/>
          <w:b/>
          <w:sz w:val="24"/>
          <w:szCs w:val="24"/>
        </w:rPr>
      </w:pPr>
      <w:r w:rsidRPr="004F788F">
        <w:rPr>
          <w:rFonts w:ascii="Arial" w:hAnsi="Arial" w:cs="Arial"/>
          <w:b/>
          <w:sz w:val="24"/>
          <w:szCs w:val="24"/>
        </w:rPr>
        <w:t>Wykaz osób</w:t>
      </w:r>
    </w:p>
    <w:p w:rsidR="00AC3E88" w:rsidRPr="004F788F" w:rsidRDefault="00AC3E88" w:rsidP="00475A0E">
      <w:pPr>
        <w:pStyle w:val="Zwykytekst3"/>
        <w:jc w:val="center"/>
        <w:rPr>
          <w:rFonts w:ascii="Arial" w:hAnsi="Arial" w:cs="Arial"/>
          <w:sz w:val="24"/>
          <w:szCs w:val="24"/>
        </w:rPr>
      </w:pPr>
      <w:r w:rsidRPr="004F788F">
        <w:rPr>
          <w:rFonts w:ascii="Arial" w:hAnsi="Arial" w:cs="Arial"/>
          <w:sz w:val="24"/>
          <w:szCs w:val="24"/>
        </w:rPr>
        <w:t>skierowanych do wykonywania zamówienia</w:t>
      </w:r>
      <w:r w:rsidR="00D06F3E" w:rsidRPr="004F788F">
        <w:rPr>
          <w:rFonts w:ascii="Arial" w:hAnsi="Arial" w:cs="Arial"/>
          <w:sz w:val="24"/>
          <w:szCs w:val="24"/>
        </w:rPr>
        <w:br/>
        <w:t>(warunki udziału)</w:t>
      </w:r>
    </w:p>
    <w:p w:rsidR="00475A0E" w:rsidRDefault="00475A0E" w:rsidP="00D31A9A">
      <w:pPr>
        <w:ind w:left="426" w:right="394"/>
        <w:jc w:val="center"/>
        <w:rPr>
          <w:rFonts w:ascii="Arial" w:hAnsi="Arial" w:cs="Arial"/>
          <w:spacing w:val="-2"/>
        </w:rPr>
      </w:pPr>
    </w:p>
    <w:p w:rsidR="008956C0" w:rsidRPr="004F788F" w:rsidRDefault="00A370B8" w:rsidP="00D31A9A">
      <w:pPr>
        <w:ind w:left="426" w:right="394"/>
        <w:jc w:val="center"/>
        <w:rPr>
          <w:rFonts w:ascii="Arial" w:hAnsi="Arial" w:cs="Arial"/>
          <w:b/>
        </w:rPr>
      </w:pPr>
      <w:r w:rsidRPr="004F788F">
        <w:rPr>
          <w:rFonts w:ascii="Arial" w:hAnsi="Arial" w:cs="Arial"/>
          <w:spacing w:val="-2"/>
        </w:rPr>
        <w:t xml:space="preserve">Dotyczy: postępowania o udzielenie zamówienia publicznego prowadzonego w trybie przetargu nieograniczonego na: </w:t>
      </w:r>
      <w:r w:rsidR="00B1515C" w:rsidRPr="00B1515C">
        <w:rPr>
          <w:rFonts w:ascii="Arial" w:hAnsi="Arial" w:cs="Arial"/>
          <w:b/>
        </w:rPr>
        <w:t>Wykonanie robót remontowo - budowlanych w zakresie infrastruktury niezbędnej do prowadzenia działalności leczniczej, których celem jest dostosowanie i poprawa funkcjonalności pomieszczeń do poszerzanych świadczeń zdrowotnych w zakresie profilaktyki, diagnostyki i leczenia na poziomie POZ w budynku nr 30 na terenie Uniwersyteckiego Szpitala Klinicznego w Olsztynie przy Al. Warszawskiej 30, położonego na działkach Nr 126 i 95, obręb 61, Nr sprawy: 10/2025</w:t>
      </w:r>
      <w:r w:rsidRPr="004F788F">
        <w:rPr>
          <w:rFonts w:ascii="Arial" w:hAnsi="Arial" w:cs="Arial"/>
          <w:b/>
        </w:rPr>
        <w:t>.</w:t>
      </w:r>
    </w:p>
    <w:p w:rsidR="00C03BE5" w:rsidRPr="004F788F" w:rsidRDefault="00C03BE5" w:rsidP="00D31A9A">
      <w:pPr>
        <w:ind w:left="426" w:right="394"/>
        <w:jc w:val="center"/>
        <w:rPr>
          <w:rFonts w:ascii="Arial" w:hAnsi="Arial" w:cs="Arial"/>
          <w:b/>
          <w:spacing w:val="-2"/>
        </w:rPr>
      </w:pPr>
    </w:p>
    <w:p w:rsidR="00CD146B" w:rsidRPr="004F788F" w:rsidRDefault="00CD146B" w:rsidP="00475A0E">
      <w:pPr>
        <w:ind w:left="426" w:right="394"/>
        <w:jc w:val="both"/>
        <w:rPr>
          <w:rFonts w:ascii="Arial" w:hAnsi="Arial" w:cs="Arial"/>
        </w:rPr>
      </w:pPr>
      <w:r w:rsidRPr="004F788F">
        <w:rPr>
          <w:rFonts w:ascii="Arial" w:hAnsi="Arial" w:cs="Arial"/>
        </w:rPr>
        <w:t xml:space="preserve">przedkładam niniejszy formularz dotyczący </w:t>
      </w:r>
      <w:r w:rsidR="00910050" w:rsidRPr="004F788F">
        <w:rPr>
          <w:rFonts w:ascii="Arial" w:hAnsi="Arial" w:cs="Arial"/>
        </w:rPr>
        <w:t>spełniania w</w:t>
      </w:r>
      <w:r w:rsidR="00FC645A" w:rsidRPr="004F788F">
        <w:rPr>
          <w:rFonts w:ascii="Arial" w:hAnsi="Arial" w:cs="Arial"/>
        </w:rPr>
        <w:t>arunków udziału w postępowaniu</w:t>
      </w:r>
      <w:r w:rsidRPr="004F788F">
        <w:rPr>
          <w:rFonts w:ascii="Arial" w:hAnsi="Arial" w:cs="Arial"/>
        </w:rPr>
        <w:t xml:space="preserve"> opisanych </w:t>
      </w:r>
      <w:r w:rsidR="00FC645A" w:rsidRPr="004F788F">
        <w:rPr>
          <w:rFonts w:ascii="Arial" w:hAnsi="Arial" w:cs="Arial"/>
        </w:rPr>
        <w:t>w</w:t>
      </w:r>
      <w:r w:rsidR="00D243F7" w:rsidRPr="004F788F">
        <w:rPr>
          <w:rFonts w:ascii="Arial" w:hAnsi="Arial" w:cs="Arial"/>
        </w:rPr>
        <w:t xml:space="preserve"> </w:t>
      </w:r>
      <w:r w:rsidR="003B5D2A" w:rsidRPr="004F788F">
        <w:rPr>
          <w:rFonts w:ascii="Arial" w:hAnsi="Arial" w:cs="Arial"/>
          <w:lang w:eastAsia="ar-SA"/>
        </w:rPr>
        <w:t>SWZ rozdz. V</w:t>
      </w:r>
      <w:r w:rsidR="003938AD">
        <w:rPr>
          <w:rFonts w:ascii="Arial" w:hAnsi="Arial" w:cs="Arial"/>
          <w:lang w:eastAsia="ar-SA"/>
        </w:rPr>
        <w:t>I</w:t>
      </w:r>
      <w:r w:rsidR="003B5D2A" w:rsidRPr="004F788F">
        <w:rPr>
          <w:rFonts w:ascii="Arial" w:hAnsi="Arial" w:cs="Arial"/>
          <w:lang w:eastAsia="ar-SA"/>
        </w:rPr>
        <w:t xml:space="preserve"> ust. 1 pkt 1.</w:t>
      </w:r>
      <w:r w:rsidR="003938AD">
        <w:rPr>
          <w:rFonts w:ascii="Arial" w:hAnsi="Arial" w:cs="Arial"/>
          <w:lang w:eastAsia="ar-SA"/>
        </w:rPr>
        <w:t>4</w:t>
      </w:r>
      <w:r w:rsidR="00912E11" w:rsidRPr="004F788F">
        <w:rPr>
          <w:rFonts w:ascii="Arial" w:hAnsi="Arial" w:cs="Arial"/>
          <w:lang w:eastAsia="ar-SA"/>
        </w:rPr>
        <w:t>.</w:t>
      </w:r>
    </w:p>
    <w:tbl>
      <w:tblPr>
        <w:tblW w:w="1348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8"/>
        <w:gridCol w:w="5427"/>
        <w:gridCol w:w="4205"/>
        <w:gridCol w:w="3144"/>
      </w:tblGrid>
      <w:tr w:rsidR="009C3F0D" w:rsidRPr="00382C4F" w:rsidTr="007C5AEF">
        <w:trPr>
          <w:trHeight w:val="763"/>
          <w:jc w:val="center"/>
        </w:trPr>
        <w:tc>
          <w:tcPr>
            <w:tcW w:w="708" w:type="dxa"/>
            <w:shd w:val="clear" w:color="auto" w:fill="E0E0E0"/>
            <w:vAlign w:val="center"/>
          </w:tcPr>
          <w:p w:rsidR="009C3F0D" w:rsidRPr="00382C4F" w:rsidRDefault="009C3F0D" w:rsidP="003938AD">
            <w:pPr>
              <w:tabs>
                <w:tab w:val="left" w:pos="142"/>
                <w:tab w:val="left" w:pos="284"/>
                <w:tab w:val="left" w:pos="426"/>
              </w:tabs>
              <w:spacing w:after="80"/>
              <w:jc w:val="center"/>
              <w:rPr>
                <w:rFonts w:ascii="Arial" w:hAnsi="Arial" w:cs="Arial"/>
                <w:b/>
                <w:bCs/>
                <w:sz w:val="20"/>
                <w:szCs w:val="20"/>
              </w:rPr>
            </w:pPr>
            <w:r w:rsidRPr="00382C4F">
              <w:rPr>
                <w:rFonts w:ascii="Arial" w:hAnsi="Arial" w:cs="Arial"/>
                <w:b/>
                <w:bCs/>
                <w:sz w:val="20"/>
                <w:szCs w:val="20"/>
              </w:rPr>
              <w:t>L.p.</w:t>
            </w:r>
          </w:p>
        </w:tc>
        <w:tc>
          <w:tcPr>
            <w:tcW w:w="5427" w:type="dxa"/>
            <w:shd w:val="clear" w:color="auto" w:fill="E0E0E0"/>
            <w:vAlign w:val="center"/>
          </w:tcPr>
          <w:p w:rsidR="009C3F0D" w:rsidRPr="00382C4F" w:rsidRDefault="009C3F0D" w:rsidP="003938AD">
            <w:pPr>
              <w:tabs>
                <w:tab w:val="left" w:pos="142"/>
                <w:tab w:val="left" w:pos="284"/>
                <w:tab w:val="left" w:pos="426"/>
              </w:tabs>
              <w:spacing w:after="80"/>
              <w:jc w:val="center"/>
              <w:rPr>
                <w:rFonts w:ascii="Arial" w:hAnsi="Arial" w:cs="Arial"/>
                <w:b/>
                <w:bCs/>
                <w:sz w:val="20"/>
                <w:szCs w:val="20"/>
              </w:rPr>
            </w:pPr>
          </w:p>
          <w:p w:rsidR="009C3F0D" w:rsidRPr="00382C4F" w:rsidRDefault="009C3F0D" w:rsidP="00475A0E">
            <w:pPr>
              <w:tabs>
                <w:tab w:val="left" w:pos="142"/>
                <w:tab w:val="left" w:pos="284"/>
                <w:tab w:val="left" w:pos="426"/>
              </w:tabs>
              <w:spacing w:after="80"/>
              <w:jc w:val="center"/>
              <w:rPr>
                <w:rFonts w:ascii="Arial" w:hAnsi="Arial" w:cs="Arial"/>
                <w:b/>
                <w:bCs/>
                <w:sz w:val="20"/>
                <w:szCs w:val="20"/>
              </w:rPr>
            </w:pPr>
            <w:r w:rsidRPr="00382C4F">
              <w:rPr>
                <w:rFonts w:ascii="Arial" w:hAnsi="Arial" w:cs="Arial"/>
                <w:b/>
                <w:bCs/>
                <w:sz w:val="20"/>
                <w:szCs w:val="20"/>
              </w:rPr>
              <w:t>Imię i nazwisko oraz zakres wykonywanych czynności podczas wykonywania zamówienia</w:t>
            </w:r>
          </w:p>
        </w:tc>
        <w:tc>
          <w:tcPr>
            <w:tcW w:w="4205" w:type="dxa"/>
            <w:shd w:val="clear" w:color="auto" w:fill="E0E0E0"/>
            <w:vAlign w:val="center"/>
          </w:tcPr>
          <w:p w:rsidR="009C3F0D" w:rsidRPr="00382C4F" w:rsidRDefault="009C3F0D" w:rsidP="00C945AB">
            <w:pPr>
              <w:tabs>
                <w:tab w:val="left" w:pos="142"/>
                <w:tab w:val="left" w:pos="284"/>
                <w:tab w:val="left" w:pos="426"/>
              </w:tabs>
              <w:spacing w:after="80"/>
              <w:jc w:val="center"/>
              <w:rPr>
                <w:rFonts w:ascii="Arial" w:hAnsi="Arial" w:cs="Arial"/>
                <w:b/>
                <w:sz w:val="20"/>
                <w:szCs w:val="20"/>
              </w:rPr>
            </w:pPr>
            <w:r w:rsidRPr="00382C4F">
              <w:rPr>
                <w:rFonts w:ascii="Arial" w:hAnsi="Arial" w:cs="Arial"/>
                <w:b/>
                <w:bCs/>
                <w:sz w:val="20"/>
                <w:szCs w:val="20"/>
              </w:rPr>
              <w:t>Informacje na temat kwalifikacji zawodowych,  posiadane uprawnienia</w:t>
            </w:r>
          </w:p>
        </w:tc>
        <w:tc>
          <w:tcPr>
            <w:tcW w:w="3144" w:type="dxa"/>
            <w:shd w:val="clear" w:color="auto" w:fill="E0E0E0"/>
            <w:vAlign w:val="center"/>
          </w:tcPr>
          <w:p w:rsidR="009C3F0D" w:rsidRPr="00382C4F" w:rsidRDefault="009C3F0D" w:rsidP="003938AD">
            <w:pPr>
              <w:tabs>
                <w:tab w:val="left" w:pos="3912"/>
              </w:tabs>
              <w:jc w:val="center"/>
              <w:rPr>
                <w:rFonts w:ascii="Arial" w:hAnsi="Arial" w:cs="Arial"/>
                <w:b/>
                <w:sz w:val="20"/>
                <w:szCs w:val="20"/>
              </w:rPr>
            </w:pPr>
          </w:p>
          <w:p w:rsidR="009C3F0D" w:rsidRPr="00382C4F" w:rsidRDefault="009C3F0D" w:rsidP="003938AD">
            <w:pPr>
              <w:tabs>
                <w:tab w:val="left" w:pos="3912"/>
              </w:tabs>
              <w:jc w:val="center"/>
              <w:rPr>
                <w:rFonts w:ascii="Arial" w:hAnsi="Arial" w:cs="Arial"/>
                <w:b/>
                <w:sz w:val="20"/>
                <w:szCs w:val="20"/>
              </w:rPr>
            </w:pPr>
            <w:r w:rsidRPr="00382C4F">
              <w:rPr>
                <w:rFonts w:ascii="Arial" w:hAnsi="Arial" w:cs="Arial"/>
                <w:b/>
                <w:sz w:val="20"/>
                <w:szCs w:val="20"/>
              </w:rPr>
              <w:t>Forma dysponowania:</w:t>
            </w:r>
          </w:p>
          <w:p w:rsidR="009C3F0D" w:rsidRPr="00382C4F" w:rsidRDefault="009C3F0D" w:rsidP="003938AD">
            <w:pPr>
              <w:tabs>
                <w:tab w:val="left" w:pos="142"/>
                <w:tab w:val="left" w:pos="284"/>
                <w:tab w:val="left" w:pos="426"/>
              </w:tabs>
              <w:spacing w:after="80"/>
              <w:jc w:val="center"/>
              <w:rPr>
                <w:rFonts w:ascii="Arial" w:hAnsi="Arial" w:cs="Arial"/>
                <w:bCs/>
                <w:sz w:val="20"/>
                <w:szCs w:val="20"/>
              </w:rPr>
            </w:pPr>
            <w:r w:rsidRPr="00382C4F">
              <w:rPr>
                <w:rFonts w:ascii="Arial" w:hAnsi="Arial" w:cs="Arial"/>
                <w:b/>
                <w:bCs/>
                <w:sz w:val="20"/>
                <w:szCs w:val="20"/>
              </w:rPr>
              <w:t>*</w:t>
            </w:r>
            <w:r w:rsidRPr="00382C4F">
              <w:rPr>
                <w:rFonts w:ascii="Arial" w:hAnsi="Arial" w:cs="Arial"/>
                <w:bCs/>
                <w:sz w:val="20"/>
                <w:szCs w:val="20"/>
              </w:rPr>
              <w:t xml:space="preserve"> </w:t>
            </w:r>
            <w:r w:rsidRPr="00382C4F">
              <w:rPr>
                <w:rFonts w:ascii="Arial" w:hAnsi="Arial" w:cs="Arial"/>
                <w:bCs/>
                <w:i/>
                <w:sz w:val="20"/>
                <w:szCs w:val="20"/>
              </w:rPr>
              <w:t>niepotrzebne skreślić</w:t>
            </w:r>
          </w:p>
        </w:tc>
      </w:tr>
      <w:tr w:rsidR="009C3F0D" w:rsidRPr="00382C4F" w:rsidTr="007C5AEF">
        <w:trPr>
          <w:trHeight w:val="360"/>
          <w:jc w:val="center"/>
        </w:trPr>
        <w:tc>
          <w:tcPr>
            <w:tcW w:w="708" w:type="dxa"/>
          </w:tcPr>
          <w:p w:rsidR="009C3F0D" w:rsidRPr="00382C4F" w:rsidRDefault="009C3F0D" w:rsidP="003938AD">
            <w:pPr>
              <w:tabs>
                <w:tab w:val="left" w:pos="142"/>
                <w:tab w:val="left" w:pos="284"/>
                <w:tab w:val="left" w:pos="426"/>
              </w:tabs>
              <w:spacing w:after="80"/>
              <w:jc w:val="center"/>
              <w:rPr>
                <w:rFonts w:ascii="Arial" w:hAnsi="Arial" w:cs="Arial"/>
                <w:sz w:val="20"/>
                <w:szCs w:val="20"/>
              </w:rPr>
            </w:pPr>
            <w:r w:rsidRPr="00382C4F">
              <w:rPr>
                <w:rFonts w:ascii="Arial" w:hAnsi="Arial" w:cs="Arial"/>
                <w:sz w:val="20"/>
                <w:szCs w:val="20"/>
              </w:rPr>
              <w:t>1.</w:t>
            </w:r>
          </w:p>
        </w:tc>
        <w:tc>
          <w:tcPr>
            <w:tcW w:w="5427" w:type="dxa"/>
          </w:tcPr>
          <w:p w:rsidR="009C3F0D" w:rsidRPr="00382C4F" w:rsidRDefault="00B1515C" w:rsidP="003938AD">
            <w:pPr>
              <w:tabs>
                <w:tab w:val="left" w:pos="142"/>
                <w:tab w:val="left" w:pos="284"/>
                <w:tab w:val="left" w:pos="426"/>
              </w:tabs>
              <w:spacing w:after="80"/>
              <w:jc w:val="center"/>
              <w:rPr>
                <w:rFonts w:ascii="Arial" w:hAnsi="Arial" w:cs="Arial"/>
                <w:sz w:val="20"/>
                <w:szCs w:val="20"/>
              </w:rPr>
            </w:pPr>
            <w:r>
              <w:rPr>
                <w:rFonts w:ascii="Arial" w:hAnsi="Arial" w:cs="Arial"/>
              </w:rPr>
              <w:t xml:space="preserve">Osoba w </w:t>
            </w:r>
            <w:r w:rsidRPr="004E7CB5">
              <w:rPr>
                <w:rFonts w:ascii="Arial" w:hAnsi="Arial" w:cs="Arial"/>
              </w:rPr>
              <w:t>zakresie sieci, instalacji i urządzeń elektrycznych i elektroenergetycznych posiadając</w:t>
            </w:r>
            <w:r w:rsidR="007D767B">
              <w:rPr>
                <w:rFonts w:ascii="Arial" w:hAnsi="Arial" w:cs="Arial"/>
              </w:rPr>
              <w:t>a</w:t>
            </w:r>
            <w:r w:rsidRPr="004E7CB5">
              <w:rPr>
                <w:rFonts w:ascii="Arial" w:hAnsi="Arial" w:cs="Arial"/>
              </w:rPr>
              <w:t xml:space="preserve"> niezbędne uprawnienia budowlane oraz posiada stosowne świadectwo kwalifikacyjne</w:t>
            </w:r>
          </w:p>
          <w:p w:rsidR="009C3F0D" w:rsidRPr="00382C4F" w:rsidRDefault="009C3F0D" w:rsidP="003938AD">
            <w:pPr>
              <w:tabs>
                <w:tab w:val="left" w:pos="142"/>
                <w:tab w:val="left" w:pos="284"/>
                <w:tab w:val="left" w:pos="426"/>
              </w:tabs>
              <w:spacing w:after="80"/>
              <w:jc w:val="center"/>
              <w:rPr>
                <w:rFonts w:ascii="Arial" w:hAnsi="Arial" w:cs="Arial"/>
                <w:sz w:val="20"/>
                <w:szCs w:val="20"/>
              </w:rPr>
            </w:pPr>
            <w:r w:rsidRPr="00382C4F">
              <w:rPr>
                <w:rFonts w:ascii="Arial" w:hAnsi="Arial" w:cs="Arial"/>
                <w:sz w:val="20"/>
                <w:szCs w:val="20"/>
              </w:rPr>
              <w:t>…………………………………</w:t>
            </w:r>
          </w:p>
        </w:tc>
        <w:tc>
          <w:tcPr>
            <w:tcW w:w="4205" w:type="dxa"/>
          </w:tcPr>
          <w:p w:rsidR="00C945AB" w:rsidRPr="00C945AB" w:rsidRDefault="00C945AB" w:rsidP="00C945AB">
            <w:pPr>
              <w:autoSpaceDE w:val="0"/>
              <w:autoSpaceDN w:val="0"/>
              <w:adjustRightInd w:val="0"/>
              <w:rPr>
                <w:rFonts w:ascii="Arial" w:hAnsi="Arial" w:cs="Arial"/>
                <w:sz w:val="20"/>
                <w:szCs w:val="20"/>
              </w:rPr>
            </w:pPr>
            <w:r w:rsidRPr="00C945AB">
              <w:rPr>
                <w:rFonts w:ascii="Arial" w:hAnsi="Arial" w:cs="Arial"/>
                <w:sz w:val="20"/>
                <w:szCs w:val="20"/>
              </w:rPr>
              <w:t>Rodzaj uprawnień ……………</w:t>
            </w:r>
            <w:r>
              <w:rPr>
                <w:rFonts w:ascii="Arial" w:hAnsi="Arial" w:cs="Arial"/>
                <w:sz w:val="20"/>
                <w:szCs w:val="20"/>
              </w:rPr>
              <w:t>………………</w:t>
            </w:r>
          </w:p>
          <w:p w:rsidR="00C945AB" w:rsidRPr="00C945AB" w:rsidRDefault="00C945AB" w:rsidP="00C945AB">
            <w:pPr>
              <w:autoSpaceDE w:val="0"/>
              <w:autoSpaceDN w:val="0"/>
              <w:adjustRightInd w:val="0"/>
              <w:rPr>
                <w:rFonts w:ascii="Arial" w:hAnsi="Arial" w:cs="Arial"/>
                <w:sz w:val="20"/>
                <w:szCs w:val="20"/>
              </w:rPr>
            </w:pPr>
            <w:r w:rsidRPr="00C945AB">
              <w:rPr>
                <w:rFonts w:ascii="Arial" w:hAnsi="Arial" w:cs="Arial"/>
                <w:sz w:val="20"/>
                <w:szCs w:val="20"/>
              </w:rPr>
              <w:t>Zakres uprawnień: ……………….………</w:t>
            </w:r>
            <w:r w:rsidR="00ED77C1">
              <w:rPr>
                <w:rFonts w:ascii="Arial" w:hAnsi="Arial" w:cs="Arial"/>
                <w:sz w:val="20"/>
                <w:szCs w:val="20"/>
              </w:rPr>
              <w:t>…</w:t>
            </w:r>
          </w:p>
          <w:p w:rsidR="00C945AB" w:rsidRPr="00C945AB" w:rsidRDefault="00C945AB" w:rsidP="00C945AB">
            <w:pPr>
              <w:autoSpaceDE w:val="0"/>
              <w:autoSpaceDN w:val="0"/>
              <w:adjustRightInd w:val="0"/>
              <w:rPr>
                <w:rFonts w:ascii="Arial" w:hAnsi="Arial" w:cs="Arial"/>
                <w:sz w:val="20"/>
                <w:szCs w:val="20"/>
              </w:rPr>
            </w:pPr>
            <w:r w:rsidRPr="00C945AB">
              <w:rPr>
                <w:rFonts w:ascii="Arial" w:hAnsi="Arial" w:cs="Arial"/>
                <w:sz w:val="20"/>
                <w:szCs w:val="20"/>
              </w:rPr>
              <w:t>Numer uprawnień: ………………………....</w:t>
            </w:r>
            <w:r w:rsidR="00397097">
              <w:rPr>
                <w:rFonts w:ascii="Arial" w:hAnsi="Arial" w:cs="Arial"/>
                <w:sz w:val="20"/>
                <w:szCs w:val="20"/>
              </w:rPr>
              <w:t>…</w:t>
            </w:r>
          </w:p>
          <w:p w:rsidR="00C945AB" w:rsidRPr="00C945AB" w:rsidRDefault="00C945AB" w:rsidP="00C945AB">
            <w:pPr>
              <w:autoSpaceDE w:val="0"/>
              <w:autoSpaceDN w:val="0"/>
              <w:adjustRightInd w:val="0"/>
              <w:rPr>
                <w:rFonts w:ascii="Arial" w:hAnsi="Arial" w:cs="Arial"/>
                <w:sz w:val="20"/>
                <w:szCs w:val="20"/>
              </w:rPr>
            </w:pPr>
            <w:r w:rsidRPr="00C945AB">
              <w:rPr>
                <w:rFonts w:ascii="Arial" w:hAnsi="Arial" w:cs="Arial"/>
                <w:sz w:val="20"/>
                <w:szCs w:val="20"/>
              </w:rPr>
              <w:t>Data nadania uprawnień: ………</w:t>
            </w:r>
            <w:r>
              <w:rPr>
                <w:rFonts w:ascii="Arial" w:hAnsi="Arial" w:cs="Arial"/>
                <w:sz w:val="20"/>
                <w:szCs w:val="20"/>
              </w:rPr>
              <w:t>……………</w:t>
            </w:r>
          </w:p>
          <w:p w:rsidR="00C945AB" w:rsidRPr="00C945AB" w:rsidRDefault="00C945AB" w:rsidP="00C945AB">
            <w:pPr>
              <w:spacing w:line="200" w:lineRule="atLeast"/>
              <w:rPr>
                <w:rFonts w:ascii="Arial" w:hAnsi="Arial" w:cs="Arial"/>
                <w:sz w:val="20"/>
                <w:szCs w:val="20"/>
              </w:rPr>
            </w:pPr>
            <w:r w:rsidRPr="00C945AB">
              <w:rPr>
                <w:rFonts w:ascii="Arial" w:hAnsi="Arial" w:cs="Arial"/>
                <w:sz w:val="20"/>
                <w:szCs w:val="20"/>
              </w:rPr>
              <w:t xml:space="preserve">Nazwa </w:t>
            </w:r>
            <w:r w:rsidR="00397097">
              <w:rPr>
                <w:rFonts w:ascii="Arial" w:hAnsi="Arial" w:cs="Arial"/>
                <w:sz w:val="20"/>
                <w:szCs w:val="20"/>
              </w:rPr>
              <w:t>organu, który nadał uprawnienia</w:t>
            </w:r>
            <w:r w:rsidRPr="00C945AB">
              <w:rPr>
                <w:rFonts w:ascii="Arial" w:hAnsi="Arial" w:cs="Arial"/>
                <w:sz w:val="20"/>
                <w:szCs w:val="20"/>
              </w:rPr>
              <w:t xml:space="preserve"> </w:t>
            </w:r>
          </w:p>
          <w:p w:rsidR="009C3F0D" w:rsidRPr="00C945AB" w:rsidRDefault="00C945AB" w:rsidP="00C945AB">
            <w:pPr>
              <w:tabs>
                <w:tab w:val="left" w:pos="142"/>
                <w:tab w:val="left" w:pos="284"/>
                <w:tab w:val="left" w:pos="426"/>
              </w:tabs>
              <w:rPr>
                <w:rFonts w:ascii="Arial" w:hAnsi="Arial" w:cs="Arial"/>
                <w:sz w:val="20"/>
                <w:szCs w:val="20"/>
              </w:rPr>
            </w:pPr>
            <w:r w:rsidRPr="00C945AB">
              <w:rPr>
                <w:rFonts w:ascii="Arial" w:hAnsi="Arial" w:cs="Arial"/>
                <w:sz w:val="20"/>
                <w:szCs w:val="20"/>
              </w:rPr>
              <w:t>…………………….……</w:t>
            </w:r>
            <w:r>
              <w:rPr>
                <w:rFonts w:ascii="Arial" w:hAnsi="Arial" w:cs="Arial"/>
                <w:sz w:val="20"/>
                <w:szCs w:val="20"/>
              </w:rPr>
              <w:t>…</w:t>
            </w:r>
          </w:p>
        </w:tc>
        <w:tc>
          <w:tcPr>
            <w:tcW w:w="3144" w:type="dxa"/>
          </w:tcPr>
          <w:p w:rsidR="009C3F0D" w:rsidRPr="00382C4F" w:rsidRDefault="009C3F0D" w:rsidP="003938AD">
            <w:pPr>
              <w:tabs>
                <w:tab w:val="left" w:pos="3912"/>
              </w:tabs>
              <w:jc w:val="center"/>
              <w:rPr>
                <w:rFonts w:ascii="Arial" w:hAnsi="Arial" w:cs="Arial"/>
                <w:sz w:val="20"/>
                <w:szCs w:val="20"/>
              </w:rPr>
            </w:pPr>
            <w:r w:rsidRPr="00382C4F">
              <w:rPr>
                <w:rFonts w:ascii="Arial" w:hAnsi="Arial" w:cs="Arial"/>
                <w:sz w:val="20"/>
                <w:szCs w:val="20"/>
              </w:rPr>
              <w:t>Dysponowanie bezpośrednie*/</w:t>
            </w:r>
          </w:p>
          <w:p w:rsidR="003D69B8" w:rsidRPr="00382C4F" w:rsidRDefault="003D69B8" w:rsidP="003938AD">
            <w:pPr>
              <w:tabs>
                <w:tab w:val="left" w:pos="3912"/>
              </w:tabs>
              <w:jc w:val="center"/>
              <w:rPr>
                <w:rFonts w:ascii="Arial" w:hAnsi="Arial" w:cs="Arial"/>
                <w:sz w:val="20"/>
                <w:szCs w:val="20"/>
              </w:rPr>
            </w:pPr>
          </w:p>
          <w:p w:rsidR="009C3F0D" w:rsidRPr="00382C4F" w:rsidRDefault="009C3F0D" w:rsidP="003938AD">
            <w:pPr>
              <w:tabs>
                <w:tab w:val="left" w:pos="3912"/>
              </w:tabs>
              <w:jc w:val="center"/>
              <w:rPr>
                <w:rFonts w:ascii="Arial" w:hAnsi="Arial" w:cs="Arial"/>
                <w:sz w:val="20"/>
                <w:szCs w:val="20"/>
              </w:rPr>
            </w:pPr>
            <w:r w:rsidRPr="00382C4F">
              <w:rPr>
                <w:rFonts w:ascii="Arial" w:hAnsi="Arial" w:cs="Arial"/>
                <w:sz w:val="20"/>
                <w:szCs w:val="20"/>
              </w:rPr>
              <w:t>Dysponowanie pośrednie*</w:t>
            </w:r>
          </w:p>
        </w:tc>
      </w:tr>
    </w:tbl>
    <w:p w:rsidR="003547BF" w:rsidRPr="004F788F" w:rsidRDefault="003547BF" w:rsidP="003547BF">
      <w:pPr>
        <w:keepNext/>
        <w:jc w:val="both"/>
        <w:rPr>
          <w:rFonts w:ascii="Arial" w:hAnsi="Arial" w:cs="Arial"/>
          <w:b/>
          <w:sz w:val="20"/>
          <w:szCs w:val="20"/>
        </w:rPr>
      </w:pPr>
      <w:r w:rsidRPr="004F788F">
        <w:rPr>
          <w:rFonts w:ascii="Arial" w:hAnsi="Arial" w:cs="Arial"/>
          <w:b/>
          <w:sz w:val="20"/>
          <w:szCs w:val="20"/>
        </w:rPr>
        <w:t>UWAGA:</w:t>
      </w:r>
    </w:p>
    <w:p w:rsidR="003547BF" w:rsidRPr="004F788F" w:rsidRDefault="00CD59AD" w:rsidP="003547BF">
      <w:pPr>
        <w:jc w:val="both"/>
        <w:rPr>
          <w:rFonts w:ascii="Arial" w:hAnsi="Arial" w:cs="Arial"/>
          <w:sz w:val="20"/>
          <w:szCs w:val="20"/>
        </w:rPr>
      </w:pPr>
      <w:r w:rsidRPr="00CD59AD">
        <w:rPr>
          <w:rFonts w:ascii="Arial" w:hAnsi="Arial" w:cs="Arial"/>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3547BF" w:rsidRPr="004F788F">
        <w:rPr>
          <w:rFonts w:ascii="Arial" w:hAnsi="Arial" w:cs="Arial"/>
          <w:sz w:val="20"/>
          <w:szCs w:val="20"/>
        </w:rPr>
        <w:t>.</w:t>
      </w:r>
    </w:p>
    <w:p w:rsidR="003547BF" w:rsidRPr="004F788F" w:rsidRDefault="005568B0" w:rsidP="003547BF">
      <w:pPr>
        <w:jc w:val="both"/>
        <w:rPr>
          <w:rFonts w:ascii="Arial" w:hAnsi="Arial" w:cs="Arial"/>
          <w:color w:val="000000"/>
          <w:sz w:val="20"/>
          <w:szCs w:val="20"/>
        </w:rPr>
      </w:pPr>
      <w:r w:rsidRPr="004F788F">
        <w:rPr>
          <w:rFonts w:ascii="Arial" w:hAnsi="Arial" w:cs="Arial"/>
          <w:color w:val="000000"/>
          <w:sz w:val="20"/>
          <w:szCs w:val="20"/>
        </w:rPr>
        <w:t xml:space="preserve"> </w:t>
      </w:r>
      <w:bookmarkStart w:id="0" w:name="_GoBack"/>
      <w:bookmarkEnd w:id="0"/>
    </w:p>
    <w:sectPr w:rsidR="003547BF" w:rsidRPr="004F788F" w:rsidSect="007C5AEF">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15C" w:rsidRDefault="00B1515C">
      <w:r>
        <w:separator/>
      </w:r>
    </w:p>
  </w:endnote>
  <w:endnote w:type="continuationSeparator" w:id="0">
    <w:p w:rsidR="00B1515C" w:rsidRDefault="00B15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15C" w:rsidRDefault="00B1515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16"/>
        <w:szCs w:val="16"/>
      </w:rPr>
      <w:id w:val="-397664602"/>
      <w:docPartObj>
        <w:docPartGallery w:val="Page Numbers (Bottom of Page)"/>
        <w:docPartUnique/>
      </w:docPartObj>
    </w:sdtPr>
    <w:sdtContent>
      <w:sdt>
        <w:sdtPr>
          <w:rPr>
            <w:rFonts w:ascii="Verdana" w:hAnsi="Verdana"/>
            <w:sz w:val="16"/>
            <w:szCs w:val="16"/>
          </w:rPr>
          <w:id w:val="-1705238520"/>
          <w:docPartObj>
            <w:docPartGallery w:val="Page Numbers (Top of Page)"/>
            <w:docPartUnique/>
          </w:docPartObj>
        </w:sdtPr>
        <w:sdtContent>
          <w:p w:rsidR="00B1515C" w:rsidRPr="00973BAB" w:rsidRDefault="00B1515C" w:rsidP="003938AD">
            <w:pPr>
              <w:pStyle w:val="Stopka"/>
              <w:jc w:val="right"/>
              <w:rPr>
                <w:rFonts w:ascii="Verdana" w:hAnsi="Verdana"/>
                <w:sz w:val="16"/>
                <w:szCs w:val="16"/>
              </w:rPr>
            </w:pPr>
            <w:r w:rsidRPr="00973BAB">
              <w:rPr>
                <w:rFonts w:ascii="Verdana" w:hAnsi="Verdana"/>
                <w:sz w:val="16"/>
                <w:szCs w:val="16"/>
              </w:rPr>
              <w:t xml:space="preserve">strona </w:t>
            </w:r>
            <w:r w:rsidRPr="00973BAB">
              <w:rPr>
                <w:rFonts w:ascii="Verdana" w:hAnsi="Verdana"/>
                <w:bCs/>
                <w:sz w:val="16"/>
                <w:szCs w:val="16"/>
              </w:rPr>
              <w:fldChar w:fldCharType="begin"/>
            </w:r>
            <w:r w:rsidRPr="00973BAB">
              <w:rPr>
                <w:rFonts w:ascii="Verdana" w:hAnsi="Verdana"/>
                <w:bCs/>
                <w:sz w:val="16"/>
                <w:szCs w:val="16"/>
              </w:rPr>
              <w:instrText>PAGE</w:instrText>
            </w:r>
            <w:r w:rsidRPr="00973BAB">
              <w:rPr>
                <w:rFonts w:ascii="Verdana" w:hAnsi="Verdana"/>
                <w:bCs/>
                <w:sz w:val="16"/>
                <w:szCs w:val="16"/>
              </w:rPr>
              <w:fldChar w:fldCharType="separate"/>
            </w:r>
            <w:r w:rsidR="007D767B">
              <w:rPr>
                <w:rFonts w:ascii="Verdana" w:hAnsi="Verdana"/>
                <w:bCs/>
                <w:noProof/>
                <w:sz w:val="16"/>
                <w:szCs w:val="16"/>
              </w:rPr>
              <w:t>2</w:t>
            </w:r>
            <w:r w:rsidRPr="00973BAB">
              <w:rPr>
                <w:rFonts w:ascii="Verdana" w:hAnsi="Verdana"/>
                <w:bCs/>
                <w:sz w:val="16"/>
                <w:szCs w:val="16"/>
              </w:rPr>
              <w:fldChar w:fldCharType="end"/>
            </w:r>
            <w:r w:rsidRPr="00973BAB">
              <w:rPr>
                <w:rFonts w:ascii="Verdana" w:hAnsi="Verdana"/>
                <w:sz w:val="16"/>
                <w:szCs w:val="16"/>
              </w:rPr>
              <w:t xml:space="preserve"> z </w:t>
            </w:r>
            <w:r w:rsidRPr="00973BAB">
              <w:rPr>
                <w:rFonts w:ascii="Verdana" w:hAnsi="Verdana"/>
                <w:bCs/>
                <w:sz w:val="16"/>
                <w:szCs w:val="16"/>
              </w:rPr>
              <w:fldChar w:fldCharType="begin"/>
            </w:r>
            <w:r w:rsidRPr="00973BAB">
              <w:rPr>
                <w:rFonts w:ascii="Verdana" w:hAnsi="Verdana"/>
                <w:bCs/>
                <w:sz w:val="16"/>
                <w:szCs w:val="16"/>
              </w:rPr>
              <w:instrText>NUMPAGES</w:instrText>
            </w:r>
            <w:r w:rsidRPr="00973BAB">
              <w:rPr>
                <w:rFonts w:ascii="Verdana" w:hAnsi="Verdana"/>
                <w:bCs/>
                <w:sz w:val="16"/>
                <w:szCs w:val="16"/>
              </w:rPr>
              <w:fldChar w:fldCharType="separate"/>
            </w:r>
            <w:r w:rsidR="007D767B">
              <w:rPr>
                <w:rFonts w:ascii="Verdana" w:hAnsi="Verdana"/>
                <w:bCs/>
                <w:noProof/>
                <w:sz w:val="16"/>
                <w:szCs w:val="16"/>
              </w:rPr>
              <w:t>2</w:t>
            </w:r>
            <w:r w:rsidRPr="00973BAB">
              <w:rPr>
                <w:rFonts w:ascii="Verdana" w:hAnsi="Verdana"/>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15C" w:rsidRDefault="00B1515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15C" w:rsidRDefault="00B1515C">
      <w:r>
        <w:separator/>
      </w:r>
    </w:p>
  </w:footnote>
  <w:footnote w:type="continuationSeparator" w:id="0">
    <w:p w:rsidR="00B1515C" w:rsidRDefault="00B15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15C" w:rsidRDefault="00B1515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15C" w:rsidRDefault="00B1515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15C" w:rsidRPr="007C5AEF" w:rsidRDefault="00B1515C" w:rsidP="007C5AEF">
    <w:pPr>
      <w:pStyle w:val="Nagwek"/>
      <w:jc w:val="right"/>
    </w:pPr>
    <w:r w:rsidRPr="007C5AEF">
      <w:rPr>
        <w:rFonts w:ascii="Arial" w:hAnsi="Arial" w:cs="Arial"/>
        <w:i/>
        <w:color w:val="0070C0"/>
      </w:rPr>
      <w:t xml:space="preserve">Załącznik Nr </w:t>
    </w:r>
    <w:r>
      <w:rPr>
        <w:rFonts w:ascii="Arial" w:hAnsi="Arial" w:cs="Arial"/>
        <w:i/>
        <w:color w:val="0070C0"/>
      </w:rPr>
      <w:t>8</w:t>
    </w:r>
    <w:r w:rsidRPr="007C5AEF">
      <w:rPr>
        <w:rFonts w:ascii="Arial" w:hAnsi="Arial" w:cs="Arial"/>
        <w:i/>
        <w:color w:val="0070C0"/>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C74595"/>
    <w:multiLevelType w:val="hybridMultilevel"/>
    <w:tmpl w:val="EA3A5F40"/>
    <w:lvl w:ilvl="0" w:tplc="1E5287E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62B27F5D"/>
    <w:multiLevelType w:val="hybridMultilevel"/>
    <w:tmpl w:val="81D098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631266BF"/>
    <w:multiLevelType w:val="hybridMultilevel"/>
    <w:tmpl w:val="3528BE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56D40B4"/>
    <w:multiLevelType w:val="hybridMultilevel"/>
    <w:tmpl w:val="107E176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7BBE7C12"/>
    <w:multiLevelType w:val="hybridMultilevel"/>
    <w:tmpl w:val="72BE584E"/>
    <w:lvl w:ilvl="0" w:tplc="1E5287E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46B"/>
    <w:rsid w:val="000003C3"/>
    <w:rsid w:val="000005D7"/>
    <w:rsid w:val="000007F6"/>
    <w:rsid w:val="00001249"/>
    <w:rsid w:val="000014C4"/>
    <w:rsid w:val="00001557"/>
    <w:rsid w:val="00001859"/>
    <w:rsid w:val="00001C7E"/>
    <w:rsid w:val="00001D12"/>
    <w:rsid w:val="00001E60"/>
    <w:rsid w:val="00003463"/>
    <w:rsid w:val="00003AA1"/>
    <w:rsid w:val="00003EC6"/>
    <w:rsid w:val="00004353"/>
    <w:rsid w:val="000044DC"/>
    <w:rsid w:val="00004547"/>
    <w:rsid w:val="00004639"/>
    <w:rsid w:val="00004ABC"/>
    <w:rsid w:val="00004B79"/>
    <w:rsid w:val="00005FB7"/>
    <w:rsid w:val="000062CD"/>
    <w:rsid w:val="00007BA2"/>
    <w:rsid w:val="00007DDA"/>
    <w:rsid w:val="000105DA"/>
    <w:rsid w:val="00010A2B"/>
    <w:rsid w:val="00010BE7"/>
    <w:rsid w:val="00010D30"/>
    <w:rsid w:val="00010DB5"/>
    <w:rsid w:val="00010F0B"/>
    <w:rsid w:val="00011543"/>
    <w:rsid w:val="00011859"/>
    <w:rsid w:val="00011A93"/>
    <w:rsid w:val="00011BFD"/>
    <w:rsid w:val="00011E24"/>
    <w:rsid w:val="00012DC0"/>
    <w:rsid w:val="00013283"/>
    <w:rsid w:val="00013698"/>
    <w:rsid w:val="00013727"/>
    <w:rsid w:val="00013918"/>
    <w:rsid w:val="00014841"/>
    <w:rsid w:val="0001488C"/>
    <w:rsid w:val="000149B8"/>
    <w:rsid w:val="00014D75"/>
    <w:rsid w:val="00014DB9"/>
    <w:rsid w:val="000152A1"/>
    <w:rsid w:val="00015512"/>
    <w:rsid w:val="0001563C"/>
    <w:rsid w:val="00015745"/>
    <w:rsid w:val="00015D99"/>
    <w:rsid w:val="00015E28"/>
    <w:rsid w:val="00016930"/>
    <w:rsid w:val="00020DDF"/>
    <w:rsid w:val="00021A7B"/>
    <w:rsid w:val="00021D62"/>
    <w:rsid w:val="00021F62"/>
    <w:rsid w:val="00022C90"/>
    <w:rsid w:val="00022D91"/>
    <w:rsid w:val="0002372B"/>
    <w:rsid w:val="00023A21"/>
    <w:rsid w:val="00023B39"/>
    <w:rsid w:val="0002470C"/>
    <w:rsid w:val="00024858"/>
    <w:rsid w:val="00024C57"/>
    <w:rsid w:val="00025331"/>
    <w:rsid w:val="0002543A"/>
    <w:rsid w:val="000264B9"/>
    <w:rsid w:val="0002685C"/>
    <w:rsid w:val="00026896"/>
    <w:rsid w:val="00026EBB"/>
    <w:rsid w:val="00026F23"/>
    <w:rsid w:val="0002785F"/>
    <w:rsid w:val="00027899"/>
    <w:rsid w:val="0002795D"/>
    <w:rsid w:val="00027DA2"/>
    <w:rsid w:val="00027E15"/>
    <w:rsid w:val="000301E4"/>
    <w:rsid w:val="000302C0"/>
    <w:rsid w:val="00030877"/>
    <w:rsid w:val="00030ACE"/>
    <w:rsid w:val="00030C1D"/>
    <w:rsid w:val="00030CF8"/>
    <w:rsid w:val="00031CD3"/>
    <w:rsid w:val="000330C9"/>
    <w:rsid w:val="000331AA"/>
    <w:rsid w:val="00033579"/>
    <w:rsid w:val="00033D45"/>
    <w:rsid w:val="000340EC"/>
    <w:rsid w:val="0003508F"/>
    <w:rsid w:val="00035DDF"/>
    <w:rsid w:val="00036FC2"/>
    <w:rsid w:val="00037082"/>
    <w:rsid w:val="00037512"/>
    <w:rsid w:val="00037530"/>
    <w:rsid w:val="00040048"/>
    <w:rsid w:val="00040497"/>
    <w:rsid w:val="00040686"/>
    <w:rsid w:val="00040E91"/>
    <w:rsid w:val="000417CF"/>
    <w:rsid w:val="00042106"/>
    <w:rsid w:val="00042B14"/>
    <w:rsid w:val="00042CA6"/>
    <w:rsid w:val="00042E90"/>
    <w:rsid w:val="000432A4"/>
    <w:rsid w:val="0004345B"/>
    <w:rsid w:val="000436D3"/>
    <w:rsid w:val="000438A9"/>
    <w:rsid w:val="000438E3"/>
    <w:rsid w:val="00043956"/>
    <w:rsid w:val="00043AB3"/>
    <w:rsid w:val="00043E36"/>
    <w:rsid w:val="00043ED3"/>
    <w:rsid w:val="000442D2"/>
    <w:rsid w:val="000443D8"/>
    <w:rsid w:val="000444BE"/>
    <w:rsid w:val="00045502"/>
    <w:rsid w:val="00046AB1"/>
    <w:rsid w:val="00046C10"/>
    <w:rsid w:val="00046E10"/>
    <w:rsid w:val="00046F0E"/>
    <w:rsid w:val="00047813"/>
    <w:rsid w:val="000479B7"/>
    <w:rsid w:val="00047AAE"/>
    <w:rsid w:val="000501E9"/>
    <w:rsid w:val="00050B14"/>
    <w:rsid w:val="00050EA6"/>
    <w:rsid w:val="00050EBA"/>
    <w:rsid w:val="0005189B"/>
    <w:rsid w:val="0005193C"/>
    <w:rsid w:val="00051A99"/>
    <w:rsid w:val="000520F6"/>
    <w:rsid w:val="000527F7"/>
    <w:rsid w:val="00052CCC"/>
    <w:rsid w:val="00052ECE"/>
    <w:rsid w:val="0005303B"/>
    <w:rsid w:val="00053291"/>
    <w:rsid w:val="00053F3F"/>
    <w:rsid w:val="00053FD2"/>
    <w:rsid w:val="000540BD"/>
    <w:rsid w:val="00054D24"/>
    <w:rsid w:val="00054DF2"/>
    <w:rsid w:val="00054E2A"/>
    <w:rsid w:val="00055ABF"/>
    <w:rsid w:val="000564A7"/>
    <w:rsid w:val="000564C9"/>
    <w:rsid w:val="000565CB"/>
    <w:rsid w:val="0005683A"/>
    <w:rsid w:val="00056910"/>
    <w:rsid w:val="00056AB6"/>
    <w:rsid w:val="00056B21"/>
    <w:rsid w:val="00056F42"/>
    <w:rsid w:val="00056FF1"/>
    <w:rsid w:val="000572DE"/>
    <w:rsid w:val="000575C6"/>
    <w:rsid w:val="00057BBF"/>
    <w:rsid w:val="000601C1"/>
    <w:rsid w:val="00060421"/>
    <w:rsid w:val="00060925"/>
    <w:rsid w:val="000612E2"/>
    <w:rsid w:val="00062543"/>
    <w:rsid w:val="00062B53"/>
    <w:rsid w:val="000630EB"/>
    <w:rsid w:val="0006356F"/>
    <w:rsid w:val="0006394F"/>
    <w:rsid w:val="00064117"/>
    <w:rsid w:val="00065377"/>
    <w:rsid w:val="00065511"/>
    <w:rsid w:val="00065AD8"/>
    <w:rsid w:val="0006604B"/>
    <w:rsid w:val="000661BF"/>
    <w:rsid w:val="00066425"/>
    <w:rsid w:val="0006689B"/>
    <w:rsid w:val="0006734F"/>
    <w:rsid w:val="00067A12"/>
    <w:rsid w:val="00067A47"/>
    <w:rsid w:val="00067B46"/>
    <w:rsid w:val="00067C2F"/>
    <w:rsid w:val="000702B5"/>
    <w:rsid w:val="00071613"/>
    <w:rsid w:val="00071C2F"/>
    <w:rsid w:val="00071E58"/>
    <w:rsid w:val="0007308E"/>
    <w:rsid w:val="000731E1"/>
    <w:rsid w:val="00073595"/>
    <w:rsid w:val="00073845"/>
    <w:rsid w:val="00074507"/>
    <w:rsid w:val="000747D6"/>
    <w:rsid w:val="00074C44"/>
    <w:rsid w:val="000758C3"/>
    <w:rsid w:val="00075946"/>
    <w:rsid w:val="00075A1E"/>
    <w:rsid w:val="00075D52"/>
    <w:rsid w:val="000760DC"/>
    <w:rsid w:val="00076B95"/>
    <w:rsid w:val="00077110"/>
    <w:rsid w:val="00077122"/>
    <w:rsid w:val="00077288"/>
    <w:rsid w:val="0007736D"/>
    <w:rsid w:val="000776AA"/>
    <w:rsid w:val="000777E9"/>
    <w:rsid w:val="00077924"/>
    <w:rsid w:val="00077CFE"/>
    <w:rsid w:val="00080385"/>
    <w:rsid w:val="000806DD"/>
    <w:rsid w:val="00080876"/>
    <w:rsid w:val="00081238"/>
    <w:rsid w:val="000819BA"/>
    <w:rsid w:val="00081B12"/>
    <w:rsid w:val="00083176"/>
    <w:rsid w:val="00083180"/>
    <w:rsid w:val="0008344C"/>
    <w:rsid w:val="00083E2A"/>
    <w:rsid w:val="00084056"/>
    <w:rsid w:val="00084288"/>
    <w:rsid w:val="00084DBA"/>
    <w:rsid w:val="00085294"/>
    <w:rsid w:val="000853EF"/>
    <w:rsid w:val="000853F4"/>
    <w:rsid w:val="000864A3"/>
    <w:rsid w:val="00086EB6"/>
    <w:rsid w:val="00086EFD"/>
    <w:rsid w:val="000877F9"/>
    <w:rsid w:val="000878C8"/>
    <w:rsid w:val="00087EED"/>
    <w:rsid w:val="00087FCB"/>
    <w:rsid w:val="00090340"/>
    <w:rsid w:val="0009054D"/>
    <w:rsid w:val="00090BDC"/>
    <w:rsid w:val="00090DFF"/>
    <w:rsid w:val="000913F7"/>
    <w:rsid w:val="0009165D"/>
    <w:rsid w:val="00091C89"/>
    <w:rsid w:val="00092105"/>
    <w:rsid w:val="0009223E"/>
    <w:rsid w:val="0009232B"/>
    <w:rsid w:val="00093232"/>
    <w:rsid w:val="00094204"/>
    <w:rsid w:val="000945D9"/>
    <w:rsid w:val="000946B0"/>
    <w:rsid w:val="00095439"/>
    <w:rsid w:val="00095ADC"/>
    <w:rsid w:val="00095CA8"/>
    <w:rsid w:val="000962A8"/>
    <w:rsid w:val="00096725"/>
    <w:rsid w:val="00096989"/>
    <w:rsid w:val="00096BC8"/>
    <w:rsid w:val="00096D56"/>
    <w:rsid w:val="0009774D"/>
    <w:rsid w:val="0009792F"/>
    <w:rsid w:val="000A005A"/>
    <w:rsid w:val="000A036E"/>
    <w:rsid w:val="000A038A"/>
    <w:rsid w:val="000A0CFE"/>
    <w:rsid w:val="000A1BE5"/>
    <w:rsid w:val="000A1C56"/>
    <w:rsid w:val="000A1D4C"/>
    <w:rsid w:val="000A2635"/>
    <w:rsid w:val="000A29C5"/>
    <w:rsid w:val="000A3C2C"/>
    <w:rsid w:val="000A3F58"/>
    <w:rsid w:val="000A4D98"/>
    <w:rsid w:val="000A5273"/>
    <w:rsid w:val="000A5718"/>
    <w:rsid w:val="000A5A71"/>
    <w:rsid w:val="000A654F"/>
    <w:rsid w:val="000A667E"/>
    <w:rsid w:val="000A6E41"/>
    <w:rsid w:val="000A7AD0"/>
    <w:rsid w:val="000B058D"/>
    <w:rsid w:val="000B14CA"/>
    <w:rsid w:val="000B1CDA"/>
    <w:rsid w:val="000B216F"/>
    <w:rsid w:val="000B285B"/>
    <w:rsid w:val="000B2E90"/>
    <w:rsid w:val="000B301F"/>
    <w:rsid w:val="000B3589"/>
    <w:rsid w:val="000B38E1"/>
    <w:rsid w:val="000B46EE"/>
    <w:rsid w:val="000B48A6"/>
    <w:rsid w:val="000B4A91"/>
    <w:rsid w:val="000B4C63"/>
    <w:rsid w:val="000B4DA1"/>
    <w:rsid w:val="000B6334"/>
    <w:rsid w:val="000B7B51"/>
    <w:rsid w:val="000B7D39"/>
    <w:rsid w:val="000C0CBB"/>
    <w:rsid w:val="000C0F0B"/>
    <w:rsid w:val="000C1532"/>
    <w:rsid w:val="000C15F1"/>
    <w:rsid w:val="000C1F73"/>
    <w:rsid w:val="000C23BE"/>
    <w:rsid w:val="000C249D"/>
    <w:rsid w:val="000C2848"/>
    <w:rsid w:val="000C2852"/>
    <w:rsid w:val="000C3281"/>
    <w:rsid w:val="000C373F"/>
    <w:rsid w:val="000C3F7B"/>
    <w:rsid w:val="000C410B"/>
    <w:rsid w:val="000C46C1"/>
    <w:rsid w:val="000C4D99"/>
    <w:rsid w:val="000C4E49"/>
    <w:rsid w:val="000C4ED3"/>
    <w:rsid w:val="000C5108"/>
    <w:rsid w:val="000C51BF"/>
    <w:rsid w:val="000C541A"/>
    <w:rsid w:val="000C5529"/>
    <w:rsid w:val="000C5AC4"/>
    <w:rsid w:val="000C5CBE"/>
    <w:rsid w:val="000C603C"/>
    <w:rsid w:val="000C6404"/>
    <w:rsid w:val="000C6E3A"/>
    <w:rsid w:val="000C7A7D"/>
    <w:rsid w:val="000C7BB6"/>
    <w:rsid w:val="000D120E"/>
    <w:rsid w:val="000D13AB"/>
    <w:rsid w:val="000D1A27"/>
    <w:rsid w:val="000D1EF5"/>
    <w:rsid w:val="000D20F0"/>
    <w:rsid w:val="000D2730"/>
    <w:rsid w:val="000D2A5F"/>
    <w:rsid w:val="000D3805"/>
    <w:rsid w:val="000D4407"/>
    <w:rsid w:val="000D4A0B"/>
    <w:rsid w:val="000D4C7B"/>
    <w:rsid w:val="000D4E10"/>
    <w:rsid w:val="000D4F8B"/>
    <w:rsid w:val="000D5A01"/>
    <w:rsid w:val="000D60E7"/>
    <w:rsid w:val="000D60EA"/>
    <w:rsid w:val="000D64D3"/>
    <w:rsid w:val="000D6518"/>
    <w:rsid w:val="000D664C"/>
    <w:rsid w:val="000D66DA"/>
    <w:rsid w:val="000D69D4"/>
    <w:rsid w:val="000D6C00"/>
    <w:rsid w:val="000D70D6"/>
    <w:rsid w:val="000D74F0"/>
    <w:rsid w:val="000D75A1"/>
    <w:rsid w:val="000D77B4"/>
    <w:rsid w:val="000D77B9"/>
    <w:rsid w:val="000E01DB"/>
    <w:rsid w:val="000E0B57"/>
    <w:rsid w:val="000E1118"/>
    <w:rsid w:val="000E19B4"/>
    <w:rsid w:val="000E2368"/>
    <w:rsid w:val="000E31C5"/>
    <w:rsid w:val="000E3222"/>
    <w:rsid w:val="000E37BA"/>
    <w:rsid w:val="000E38FD"/>
    <w:rsid w:val="000E3F55"/>
    <w:rsid w:val="000E421A"/>
    <w:rsid w:val="000E4835"/>
    <w:rsid w:val="000E4A77"/>
    <w:rsid w:val="000E4D87"/>
    <w:rsid w:val="000E4DF8"/>
    <w:rsid w:val="000E4F02"/>
    <w:rsid w:val="000E4FD2"/>
    <w:rsid w:val="000E5439"/>
    <w:rsid w:val="000E5AE2"/>
    <w:rsid w:val="000E5C86"/>
    <w:rsid w:val="000E6874"/>
    <w:rsid w:val="000E6E61"/>
    <w:rsid w:val="000E75BF"/>
    <w:rsid w:val="000E7B8A"/>
    <w:rsid w:val="000E7E7C"/>
    <w:rsid w:val="000F0041"/>
    <w:rsid w:val="000F021A"/>
    <w:rsid w:val="000F0BC0"/>
    <w:rsid w:val="000F157E"/>
    <w:rsid w:val="000F22DB"/>
    <w:rsid w:val="000F2302"/>
    <w:rsid w:val="000F2553"/>
    <w:rsid w:val="000F3214"/>
    <w:rsid w:val="000F4041"/>
    <w:rsid w:val="000F40E8"/>
    <w:rsid w:val="000F4CCF"/>
    <w:rsid w:val="000F58E9"/>
    <w:rsid w:val="000F5CD6"/>
    <w:rsid w:val="000F61BE"/>
    <w:rsid w:val="000F6227"/>
    <w:rsid w:val="000F6438"/>
    <w:rsid w:val="000F6496"/>
    <w:rsid w:val="000F6528"/>
    <w:rsid w:val="000F6708"/>
    <w:rsid w:val="000F6C11"/>
    <w:rsid w:val="000F7B20"/>
    <w:rsid w:val="000F7C33"/>
    <w:rsid w:val="000F7DA7"/>
    <w:rsid w:val="00100462"/>
    <w:rsid w:val="00101B66"/>
    <w:rsid w:val="0010220A"/>
    <w:rsid w:val="001023D7"/>
    <w:rsid w:val="00103C2F"/>
    <w:rsid w:val="00103C3B"/>
    <w:rsid w:val="00103E9B"/>
    <w:rsid w:val="00103EE4"/>
    <w:rsid w:val="001042A6"/>
    <w:rsid w:val="00105D68"/>
    <w:rsid w:val="00106312"/>
    <w:rsid w:val="00106677"/>
    <w:rsid w:val="00106688"/>
    <w:rsid w:val="00107464"/>
    <w:rsid w:val="001075F7"/>
    <w:rsid w:val="0011062D"/>
    <w:rsid w:val="001107E7"/>
    <w:rsid w:val="00110C9E"/>
    <w:rsid w:val="00110F7C"/>
    <w:rsid w:val="00111293"/>
    <w:rsid w:val="0011179A"/>
    <w:rsid w:val="00111D86"/>
    <w:rsid w:val="001128D0"/>
    <w:rsid w:val="00112E3B"/>
    <w:rsid w:val="00112F62"/>
    <w:rsid w:val="00112FD9"/>
    <w:rsid w:val="00113534"/>
    <w:rsid w:val="001139D3"/>
    <w:rsid w:val="00113EDD"/>
    <w:rsid w:val="00114AF7"/>
    <w:rsid w:val="001151DF"/>
    <w:rsid w:val="001155AE"/>
    <w:rsid w:val="00115F09"/>
    <w:rsid w:val="00116073"/>
    <w:rsid w:val="001161EE"/>
    <w:rsid w:val="001162D7"/>
    <w:rsid w:val="0011695A"/>
    <w:rsid w:val="00117829"/>
    <w:rsid w:val="00117D3E"/>
    <w:rsid w:val="00120317"/>
    <w:rsid w:val="001208BF"/>
    <w:rsid w:val="00120DE7"/>
    <w:rsid w:val="0012105C"/>
    <w:rsid w:val="00121599"/>
    <w:rsid w:val="00121934"/>
    <w:rsid w:val="001225C0"/>
    <w:rsid w:val="001225EE"/>
    <w:rsid w:val="00122748"/>
    <w:rsid w:val="00122A65"/>
    <w:rsid w:val="00122EEB"/>
    <w:rsid w:val="0012303B"/>
    <w:rsid w:val="00123323"/>
    <w:rsid w:val="0012352E"/>
    <w:rsid w:val="0012427C"/>
    <w:rsid w:val="00124C09"/>
    <w:rsid w:val="00124EF8"/>
    <w:rsid w:val="0012505F"/>
    <w:rsid w:val="001265E7"/>
    <w:rsid w:val="00126D5E"/>
    <w:rsid w:val="0012763E"/>
    <w:rsid w:val="00127957"/>
    <w:rsid w:val="00127C11"/>
    <w:rsid w:val="0013043B"/>
    <w:rsid w:val="00130A4B"/>
    <w:rsid w:val="001312A7"/>
    <w:rsid w:val="00131517"/>
    <w:rsid w:val="0013172F"/>
    <w:rsid w:val="0013199F"/>
    <w:rsid w:val="001324C3"/>
    <w:rsid w:val="00132BB4"/>
    <w:rsid w:val="00132DDC"/>
    <w:rsid w:val="00133350"/>
    <w:rsid w:val="0013342E"/>
    <w:rsid w:val="001336CB"/>
    <w:rsid w:val="001339A8"/>
    <w:rsid w:val="00133B54"/>
    <w:rsid w:val="00133FBB"/>
    <w:rsid w:val="001346F9"/>
    <w:rsid w:val="00134B9F"/>
    <w:rsid w:val="0013577F"/>
    <w:rsid w:val="00135819"/>
    <w:rsid w:val="00135BA8"/>
    <w:rsid w:val="00135EE0"/>
    <w:rsid w:val="00136C2F"/>
    <w:rsid w:val="00136CBD"/>
    <w:rsid w:val="00140002"/>
    <w:rsid w:val="001400BA"/>
    <w:rsid w:val="00140390"/>
    <w:rsid w:val="00140709"/>
    <w:rsid w:val="0014108D"/>
    <w:rsid w:val="00141290"/>
    <w:rsid w:val="0014178A"/>
    <w:rsid w:val="00141BD1"/>
    <w:rsid w:val="00142194"/>
    <w:rsid w:val="001424C6"/>
    <w:rsid w:val="00142B6B"/>
    <w:rsid w:val="00142C76"/>
    <w:rsid w:val="00143070"/>
    <w:rsid w:val="001433AF"/>
    <w:rsid w:val="00143471"/>
    <w:rsid w:val="001439E2"/>
    <w:rsid w:val="00143B75"/>
    <w:rsid w:val="00144299"/>
    <w:rsid w:val="00144EBF"/>
    <w:rsid w:val="00145737"/>
    <w:rsid w:val="00145FD2"/>
    <w:rsid w:val="0014640F"/>
    <w:rsid w:val="0014643E"/>
    <w:rsid w:val="001474EA"/>
    <w:rsid w:val="001478EA"/>
    <w:rsid w:val="001479EE"/>
    <w:rsid w:val="00150823"/>
    <w:rsid w:val="00150B31"/>
    <w:rsid w:val="00150B3D"/>
    <w:rsid w:val="00151733"/>
    <w:rsid w:val="00153086"/>
    <w:rsid w:val="00154C13"/>
    <w:rsid w:val="00154EE3"/>
    <w:rsid w:val="0015598D"/>
    <w:rsid w:val="00155DAD"/>
    <w:rsid w:val="00155F76"/>
    <w:rsid w:val="001560C4"/>
    <w:rsid w:val="00156605"/>
    <w:rsid w:val="00157321"/>
    <w:rsid w:val="00157514"/>
    <w:rsid w:val="00157D92"/>
    <w:rsid w:val="0016005D"/>
    <w:rsid w:val="0016025E"/>
    <w:rsid w:val="00160498"/>
    <w:rsid w:val="0016067C"/>
    <w:rsid w:val="00160B31"/>
    <w:rsid w:val="001610BC"/>
    <w:rsid w:val="00161546"/>
    <w:rsid w:val="001615B5"/>
    <w:rsid w:val="00161F28"/>
    <w:rsid w:val="0016229E"/>
    <w:rsid w:val="00162380"/>
    <w:rsid w:val="0016271E"/>
    <w:rsid w:val="00163598"/>
    <w:rsid w:val="00164066"/>
    <w:rsid w:val="001646E3"/>
    <w:rsid w:val="001650E4"/>
    <w:rsid w:val="0016515C"/>
    <w:rsid w:val="001652B6"/>
    <w:rsid w:val="001658B2"/>
    <w:rsid w:val="00165F33"/>
    <w:rsid w:val="001666F0"/>
    <w:rsid w:val="00167790"/>
    <w:rsid w:val="001704C7"/>
    <w:rsid w:val="00170682"/>
    <w:rsid w:val="0017072D"/>
    <w:rsid w:val="0017080B"/>
    <w:rsid w:val="0017150D"/>
    <w:rsid w:val="001715B0"/>
    <w:rsid w:val="00171757"/>
    <w:rsid w:val="001719A8"/>
    <w:rsid w:val="00171A2F"/>
    <w:rsid w:val="00171A71"/>
    <w:rsid w:val="001721F5"/>
    <w:rsid w:val="00172610"/>
    <w:rsid w:val="00172B9F"/>
    <w:rsid w:val="0017313C"/>
    <w:rsid w:val="001733CD"/>
    <w:rsid w:val="001734BA"/>
    <w:rsid w:val="00173913"/>
    <w:rsid w:val="001741B5"/>
    <w:rsid w:val="001744D6"/>
    <w:rsid w:val="00174586"/>
    <w:rsid w:val="00174F89"/>
    <w:rsid w:val="001756BA"/>
    <w:rsid w:val="00175B3B"/>
    <w:rsid w:val="00175F52"/>
    <w:rsid w:val="00175F57"/>
    <w:rsid w:val="00175FA1"/>
    <w:rsid w:val="00176EA9"/>
    <w:rsid w:val="00176F23"/>
    <w:rsid w:val="00176FF4"/>
    <w:rsid w:val="00177CE6"/>
    <w:rsid w:val="00177E6F"/>
    <w:rsid w:val="001800D6"/>
    <w:rsid w:val="001802B9"/>
    <w:rsid w:val="001802F2"/>
    <w:rsid w:val="0018078F"/>
    <w:rsid w:val="001809AC"/>
    <w:rsid w:val="00180A8D"/>
    <w:rsid w:val="00180FDD"/>
    <w:rsid w:val="00181104"/>
    <w:rsid w:val="001812A7"/>
    <w:rsid w:val="00181316"/>
    <w:rsid w:val="00181432"/>
    <w:rsid w:val="0018217B"/>
    <w:rsid w:val="001826E8"/>
    <w:rsid w:val="001827E3"/>
    <w:rsid w:val="0018287E"/>
    <w:rsid w:val="001828EE"/>
    <w:rsid w:val="00182EA3"/>
    <w:rsid w:val="001833D0"/>
    <w:rsid w:val="00184158"/>
    <w:rsid w:val="001847D5"/>
    <w:rsid w:val="00184CD4"/>
    <w:rsid w:val="00184FD9"/>
    <w:rsid w:val="001852ED"/>
    <w:rsid w:val="001857EA"/>
    <w:rsid w:val="00185957"/>
    <w:rsid w:val="001859BA"/>
    <w:rsid w:val="00185C77"/>
    <w:rsid w:val="00185D1E"/>
    <w:rsid w:val="001863F9"/>
    <w:rsid w:val="00186874"/>
    <w:rsid w:val="00186F38"/>
    <w:rsid w:val="00186F93"/>
    <w:rsid w:val="001871B0"/>
    <w:rsid w:val="001901AF"/>
    <w:rsid w:val="00190B9C"/>
    <w:rsid w:val="00190BD0"/>
    <w:rsid w:val="00190F5B"/>
    <w:rsid w:val="001913A1"/>
    <w:rsid w:val="0019196C"/>
    <w:rsid w:val="00192078"/>
    <w:rsid w:val="001921EB"/>
    <w:rsid w:val="0019226B"/>
    <w:rsid w:val="001927C4"/>
    <w:rsid w:val="00193192"/>
    <w:rsid w:val="001934D8"/>
    <w:rsid w:val="0019439A"/>
    <w:rsid w:val="001944BC"/>
    <w:rsid w:val="00194D7F"/>
    <w:rsid w:val="00195602"/>
    <w:rsid w:val="001965CE"/>
    <w:rsid w:val="001969F8"/>
    <w:rsid w:val="00196B48"/>
    <w:rsid w:val="00197193"/>
    <w:rsid w:val="00197B52"/>
    <w:rsid w:val="001A085B"/>
    <w:rsid w:val="001A097B"/>
    <w:rsid w:val="001A0D62"/>
    <w:rsid w:val="001A1764"/>
    <w:rsid w:val="001A182D"/>
    <w:rsid w:val="001A18C7"/>
    <w:rsid w:val="001A1A7E"/>
    <w:rsid w:val="001A22AB"/>
    <w:rsid w:val="001A238C"/>
    <w:rsid w:val="001A2589"/>
    <w:rsid w:val="001A26EE"/>
    <w:rsid w:val="001A2833"/>
    <w:rsid w:val="001A2D60"/>
    <w:rsid w:val="001A386F"/>
    <w:rsid w:val="001A40D3"/>
    <w:rsid w:val="001A4660"/>
    <w:rsid w:val="001A51AB"/>
    <w:rsid w:val="001A53EC"/>
    <w:rsid w:val="001A577E"/>
    <w:rsid w:val="001A58B0"/>
    <w:rsid w:val="001A5DB6"/>
    <w:rsid w:val="001A5FB5"/>
    <w:rsid w:val="001A6C00"/>
    <w:rsid w:val="001A6EB7"/>
    <w:rsid w:val="001A75A9"/>
    <w:rsid w:val="001B0623"/>
    <w:rsid w:val="001B0A26"/>
    <w:rsid w:val="001B13A7"/>
    <w:rsid w:val="001B1BAF"/>
    <w:rsid w:val="001B205F"/>
    <w:rsid w:val="001B2F00"/>
    <w:rsid w:val="001B30B1"/>
    <w:rsid w:val="001B32A5"/>
    <w:rsid w:val="001B3EC9"/>
    <w:rsid w:val="001B4165"/>
    <w:rsid w:val="001B45F7"/>
    <w:rsid w:val="001B46FB"/>
    <w:rsid w:val="001B5652"/>
    <w:rsid w:val="001B58FE"/>
    <w:rsid w:val="001B5EA5"/>
    <w:rsid w:val="001B5EB4"/>
    <w:rsid w:val="001B64C3"/>
    <w:rsid w:val="001B6E67"/>
    <w:rsid w:val="001B6FB1"/>
    <w:rsid w:val="001B711D"/>
    <w:rsid w:val="001B724B"/>
    <w:rsid w:val="001B75FA"/>
    <w:rsid w:val="001B7DD6"/>
    <w:rsid w:val="001C0039"/>
    <w:rsid w:val="001C0A32"/>
    <w:rsid w:val="001C0E64"/>
    <w:rsid w:val="001C118A"/>
    <w:rsid w:val="001C11F1"/>
    <w:rsid w:val="001C145F"/>
    <w:rsid w:val="001C1B40"/>
    <w:rsid w:val="001C206B"/>
    <w:rsid w:val="001C20AC"/>
    <w:rsid w:val="001C283E"/>
    <w:rsid w:val="001C28A8"/>
    <w:rsid w:val="001C2C76"/>
    <w:rsid w:val="001C384C"/>
    <w:rsid w:val="001C3F65"/>
    <w:rsid w:val="001C40FB"/>
    <w:rsid w:val="001C4172"/>
    <w:rsid w:val="001C42EF"/>
    <w:rsid w:val="001C470C"/>
    <w:rsid w:val="001C479A"/>
    <w:rsid w:val="001C4F3F"/>
    <w:rsid w:val="001C5371"/>
    <w:rsid w:val="001C59C1"/>
    <w:rsid w:val="001C5BEE"/>
    <w:rsid w:val="001C5EAD"/>
    <w:rsid w:val="001C6939"/>
    <w:rsid w:val="001C6B41"/>
    <w:rsid w:val="001C6FFE"/>
    <w:rsid w:val="001C751C"/>
    <w:rsid w:val="001C7828"/>
    <w:rsid w:val="001C7F15"/>
    <w:rsid w:val="001C7FEA"/>
    <w:rsid w:val="001D0D25"/>
    <w:rsid w:val="001D144A"/>
    <w:rsid w:val="001D1A21"/>
    <w:rsid w:val="001D1C68"/>
    <w:rsid w:val="001D1D2B"/>
    <w:rsid w:val="001D1F24"/>
    <w:rsid w:val="001D23CD"/>
    <w:rsid w:val="001D295E"/>
    <w:rsid w:val="001D2ED5"/>
    <w:rsid w:val="001D325A"/>
    <w:rsid w:val="001D35BF"/>
    <w:rsid w:val="001D39F7"/>
    <w:rsid w:val="001D3D0D"/>
    <w:rsid w:val="001D3F2C"/>
    <w:rsid w:val="001D466A"/>
    <w:rsid w:val="001D469F"/>
    <w:rsid w:val="001D4808"/>
    <w:rsid w:val="001D4902"/>
    <w:rsid w:val="001D4C58"/>
    <w:rsid w:val="001D57D3"/>
    <w:rsid w:val="001D5CED"/>
    <w:rsid w:val="001D6F36"/>
    <w:rsid w:val="001D7366"/>
    <w:rsid w:val="001D7752"/>
    <w:rsid w:val="001D7AB6"/>
    <w:rsid w:val="001E0585"/>
    <w:rsid w:val="001E074C"/>
    <w:rsid w:val="001E0804"/>
    <w:rsid w:val="001E0DDB"/>
    <w:rsid w:val="001E1854"/>
    <w:rsid w:val="001E1EE6"/>
    <w:rsid w:val="001E235B"/>
    <w:rsid w:val="001E27A0"/>
    <w:rsid w:val="001E28AB"/>
    <w:rsid w:val="001E2CE4"/>
    <w:rsid w:val="001E30B8"/>
    <w:rsid w:val="001E3602"/>
    <w:rsid w:val="001E408F"/>
    <w:rsid w:val="001E487F"/>
    <w:rsid w:val="001E4FDE"/>
    <w:rsid w:val="001E4FED"/>
    <w:rsid w:val="001E566A"/>
    <w:rsid w:val="001E590A"/>
    <w:rsid w:val="001E5C31"/>
    <w:rsid w:val="001E6369"/>
    <w:rsid w:val="001E64A6"/>
    <w:rsid w:val="001E661B"/>
    <w:rsid w:val="001E6AAC"/>
    <w:rsid w:val="001E767E"/>
    <w:rsid w:val="001E7B26"/>
    <w:rsid w:val="001E7BF2"/>
    <w:rsid w:val="001E7C35"/>
    <w:rsid w:val="001F000E"/>
    <w:rsid w:val="001F032F"/>
    <w:rsid w:val="001F0A35"/>
    <w:rsid w:val="001F0CC9"/>
    <w:rsid w:val="001F15F8"/>
    <w:rsid w:val="001F1869"/>
    <w:rsid w:val="001F1AE3"/>
    <w:rsid w:val="001F1BF0"/>
    <w:rsid w:val="001F267C"/>
    <w:rsid w:val="001F389D"/>
    <w:rsid w:val="001F38C9"/>
    <w:rsid w:val="001F40E8"/>
    <w:rsid w:val="001F451E"/>
    <w:rsid w:val="001F4819"/>
    <w:rsid w:val="001F491F"/>
    <w:rsid w:val="001F519B"/>
    <w:rsid w:val="001F5243"/>
    <w:rsid w:val="001F52C9"/>
    <w:rsid w:val="001F5CA2"/>
    <w:rsid w:val="001F601B"/>
    <w:rsid w:val="001F6570"/>
    <w:rsid w:val="001F6DDC"/>
    <w:rsid w:val="001F6E83"/>
    <w:rsid w:val="001F7268"/>
    <w:rsid w:val="001F7390"/>
    <w:rsid w:val="002002ED"/>
    <w:rsid w:val="00200315"/>
    <w:rsid w:val="0020090A"/>
    <w:rsid w:val="00200B82"/>
    <w:rsid w:val="00201BBF"/>
    <w:rsid w:val="00201FD3"/>
    <w:rsid w:val="00202438"/>
    <w:rsid w:val="0020287A"/>
    <w:rsid w:val="00202F65"/>
    <w:rsid w:val="002033E7"/>
    <w:rsid w:val="002038BE"/>
    <w:rsid w:val="00203B06"/>
    <w:rsid w:val="0020417D"/>
    <w:rsid w:val="00204A98"/>
    <w:rsid w:val="00205506"/>
    <w:rsid w:val="0020611C"/>
    <w:rsid w:val="0020673E"/>
    <w:rsid w:val="00207874"/>
    <w:rsid w:val="00207D94"/>
    <w:rsid w:val="00207D9E"/>
    <w:rsid w:val="00210262"/>
    <w:rsid w:val="0021039E"/>
    <w:rsid w:val="00211283"/>
    <w:rsid w:val="002125CA"/>
    <w:rsid w:val="00213A5E"/>
    <w:rsid w:val="002141F2"/>
    <w:rsid w:val="002144A5"/>
    <w:rsid w:val="00214D62"/>
    <w:rsid w:val="0021557A"/>
    <w:rsid w:val="00215BA9"/>
    <w:rsid w:val="00216534"/>
    <w:rsid w:val="0021671D"/>
    <w:rsid w:val="00216AE8"/>
    <w:rsid w:val="00216AF8"/>
    <w:rsid w:val="0021742F"/>
    <w:rsid w:val="002174D0"/>
    <w:rsid w:val="002179A5"/>
    <w:rsid w:val="00220137"/>
    <w:rsid w:val="00220B02"/>
    <w:rsid w:val="00220D8E"/>
    <w:rsid w:val="00220EF1"/>
    <w:rsid w:val="00220F69"/>
    <w:rsid w:val="002214CB"/>
    <w:rsid w:val="00221748"/>
    <w:rsid w:val="002217D4"/>
    <w:rsid w:val="00221B31"/>
    <w:rsid w:val="002229D4"/>
    <w:rsid w:val="00222BCC"/>
    <w:rsid w:val="00222CF4"/>
    <w:rsid w:val="00222F30"/>
    <w:rsid w:val="00222FB5"/>
    <w:rsid w:val="002233D8"/>
    <w:rsid w:val="002234E9"/>
    <w:rsid w:val="00223628"/>
    <w:rsid w:val="00223871"/>
    <w:rsid w:val="00223FA3"/>
    <w:rsid w:val="002241BA"/>
    <w:rsid w:val="00224435"/>
    <w:rsid w:val="002245F2"/>
    <w:rsid w:val="00224951"/>
    <w:rsid w:val="00224AA1"/>
    <w:rsid w:val="00224D38"/>
    <w:rsid w:val="00225C92"/>
    <w:rsid w:val="0022704F"/>
    <w:rsid w:val="00227607"/>
    <w:rsid w:val="00227D1D"/>
    <w:rsid w:val="00227FED"/>
    <w:rsid w:val="0023098F"/>
    <w:rsid w:val="00231209"/>
    <w:rsid w:val="00231261"/>
    <w:rsid w:val="00231559"/>
    <w:rsid w:val="002317D2"/>
    <w:rsid w:val="00232106"/>
    <w:rsid w:val="00232678"/>
    <w:rsid w:val="00232DCB"/>
    <w:rsid w:val="00233848"/>
    <w:rsid w:val="0023427E"/>
    <w:rsid w:val="0023450E"/>
    <w:rsid w:val="0023461F"/>
    <w:rsid w:val="00234B1F"/>
    <w:rsid w:val="002352E7"/>
    <w:rsid w:val="0023548B"/>
    <w:rsid w:val="002356F1"/>
    <w:rsid w:val="002357EC"/>
    <w:rsid w:val="00235C0E"/>
    <w:rsid w:val="00236047"/>
    <w:rsid w:val="002360BB"/>
    <w:rsid w:val="002362BF"/>
    <w:rsid w:val="002364CF"/>
    <w:rsid w:val="00236A15"/>
    <w:rsid w:val="00236D18"/>
    <w:rsid w:val="00237186"/>
    <w:rsid w:val="0023751B"/>
    <w:rsid w:val="002375A5"/>
    <w:rsid w:val="00237755"/>
    <w:rsid w:val="002379FC"/>
    <w:rsid w:val="00240566"/>
    <w:rsid w:val="00240D4F"/>
    <w:rsid w:val="002416A7"/>
    <w:rsid w:val="00242A84"/>
    <w:rsid w:val="00242D3E"/>
    <w:rsid w:val="0024340C"/>
    <w:rsid w:val="002438CC"/>
    <w:rsid w:val="00243BB0"/>
    <w:rsid w:val="00243BFE"/>
    <w:rsid w:val="00243E54"/>
    <w:rsid w:val="00244724"/>
    <w:rsid w:val="00244B49"/>
    <w:rsid w:val="00244B71"/>
    <w:rsid w:val="00244BFE"/>
    <w:rsid w:val="0024549A"/>
    <w:rsid w:val="00245782"/>
    <w:rsid w:val="00246142"/>
    <w:rsid w:val="0024636D"/>
    <w:rsid w:val="00246774"/>
    <w:rsid w:val="002468AC"/>
    <w:rsid w:val="002469FD"/>
    <w:rsid w:val="00246B53"/>
    <w:rsid w:val="00247A97"/>
    <w:rsid w:val="00247C08"/>
    <w:rsid w:val="002502A4"/>
    <w:rsid w:val="002509F8"/>
    <w:rsid w:val="00250E97"/>
    <w:rsid w:val="002515D2"/>
    <w:rsid w:val="00251B5C"/>
    <w:rsid w:val="00251EA0"/>
    <w:rsid w:val="00252AD4"/>
    <w:rsid w:val="00252C42"/>
    <w:rsid w:val="002531E1"/>
    <w:rsid w:val="0025385A"/>
    <w:rsid w:val="00253961"/>
    <w:rsid w:val="00253CF4"/>
    <w:rsid w:val="00253F59"/>
    <w:rsid w:val="00254134"/>
    <w:rsid w:val="00254139"/>
    <w:rsid w:val="002544B1"/>
    <w:rsid w:val="00255166"/>
    <w:rsid w:val="00255CDC"/>
    <w:rsid w:val="0025655C"/>
    <w:rsid w:val="00256FA5"/>
    <w:rsid w:val="00257052"/>
    <w:rsid w:val="002572A8"/>
    <w:rsid w:val="00257CEE"/>
    <w:rsid w:val="00257F45"/>
    <w:rsid w:val="00260413"/>
    <w:rsid w:val="00260CD2"/>
    <w:rsid w:val="00260ED6"/>
    <w:rsid w:val="0026104B"/>
    <w:rsid w:val="002617FB"/>
    <w:rsid w:val="00261CBB"/>
    <w:rsid w:val="00261CE9"/>
    <w:rsid w:val="00261DD7"/>
    <w:rsid w:val="002624F6"/>
    <w:rsid w:val="002629D8"/>
    <w:rsid w:val="00262B01"/>
    <w:rsid w:val="00262DD8"/>
    <w:rsid w:val="00262E36"/>
    <w:rsid w:val="00262F95"/>
    <w:rsid w:val="002631AA"/>
    <w:rsid w:val="002638A4"/>
    <w:rsid w:val="00264018"/>
    <w:rsid w:val="00264C32"/>
    <w:rsid w:val="00264ED5"/>
    <w:rsid w:val="0026506F"/>
    <w:rsid w:val="00265752"/>
    <w:rsid w:val="002660BF"/>
    <w:rsid w:val="002660C9"/>
    <w:rsid w:val="002662E5"/>
    <w:rsid w:val="002663B1"/>
    <w:rsid w:val="00267536"/>
    <w:rsid w:val="00267E4D"/>
    <w:rsid w:val="0027027F"/>
    <w:rsid w:val="00270953"/>
    <w:rsid w:val="00270AAE"/>
    <w:rsid w:val="00270DAD"/>
    <w:rsid w:val="00270E80"/>
    <w:rsid w:val="00271431"/>
    <w:rsid w:val="00271C3C"/>
    <w:rsid w:val="002722FC"/>
    <w:rsid w:val="002723E0"/>
    <w:rsid w:val="00272688"/>
    <w:rsid w:val="002729B9"/>
    <w:rsid w:val="00272E45"/>
    <w:rsid w:val="00272FAC"/>
    <w:rsid w:val="002736A5"/>
    <w:rsid w:val="002737EE"/>
    <w:rsid w:val="00273999"/>
    <w:rsid w:val="002739DE"/>
    <w:rsid w:val="00273A51"/>
    <w:rsid w:val="002748CD"/>
    <w:rsid w:val="002754B2"/>
    <w:rsid w:val="002754F3"/>
    <w:rsid w:val="00275783"/>
    <w:rsid w:val="00275858"/>
    <w:rsid w:val="00275950"/>
    <w:rsid w:val="00275DA6"/>
    <w:rsid w:val="00275FDF"/>
    <w:rsid w:val="00276510"/>
    <w:rsid w:val="0027673A"/>
    <w:rsid w:val="00276788"/>
    <w:rsid w:val="002768B8"/>
    <w:rsid w:val="00276B25"/>
    <w:rsid w:val="00277031"/>
    <w:rsid w:val="002771AF"/>
    <w:rsid w:val="00277D41"/>
    <w:rsid w:val="00277E85"/>
    <w:rsid w:val="00277EE1"/>
    <w:rsid w:val="00277F1C"/>
    <w:rsid w:val="00280319"/>
    <w:rsid w:val="0028078E"/>
    <w:rsid w:val="002814CD"/>
    <w:rsid w:val="00282388"/>
    <w:rsid w:val="00282646"/>
    <w:rsid w:val="00282A53"/>
    <w:rsid w:val="0028321E"/>
    <w:rsid w:val="002839C5"/>
    <w:rsid w:val="00283B2E"/>
    <w:rsid w:val="002855C5"/>
    <w:rsid w:val="002855DF"/>
    <w:rsid w:val="002859DB"/>
    <w:rsid w:val="00285F03"/>
    <w:rsid w:val="00286061"/>
    <w:rsid w:val="002861CA"/>
    <w:rsid w:val="00286DDC"/>
    <w:rsid w:val="002878AD"/>
    <w:rsid w:val="002879DE"/>
    <w:rsid w:val="00287BD8"/>
    <w:rsid w:val="0029037E"/>
    <w:rsid w:val="00290D27"/>
    <w:rsid w:val="002911E8"/>
    <w:rsid w:val="0029127D"/>
    <w:rsid w:val="00291341"/>
    <w:rsid w:val="00291A4E"/>
    <w:rsid w:val="002922B7"/>
    <w:rsid w:val="002923BC"/>
    <w:rsid w:val="00292CCA"/>
    <w:rsid w:val="00292E8F"/>
    <w:rsid w:val="00293B73"/>
    <w:rsid w:val="00293C29"/>
    <w:rsid w:val="00293F4D"/>
    <w:rsid w:val="00294797"/>
    <w:rsid w:val="00294CDA"/>
    <w:rsid w:val="00294E4A"/>
    <w:rsid w:val="00294F1D"/>
    <w:rsid w:val="00294FE6"/>
    <w:rsid w:val="002953A0"/>
    <w:rsid w:val="00295DA1"/>
    <w:rsid w:val="00296558"/>
    <w:rsid w:val="002968BB"/>
    <w:rsid w:val="00296AEF"/>
    <w:rsid w:val="00296B21"/>
    <w:rsid w:val="00296F5C"/>
    <w:rsid w:val="002972EF"/>
    <w:rsid w:val="0029788F"/>
    <w:rsid w:val="002978FB"/>
    <w:rsid w:val="00297ED9"/>
    <w:rsid w:val="00297FFC"/>
    <w:rsid w:val="002A0241"/>
    <w:rsid w:val="002A0D45"/>
    <w:rsid w:val="002A103C"/>
    <w:rsid w:val="002A1F4D"/>
    <w:rsid w:val="002A20BB"/>
    <w:rsid w:val="002A273A"/>
    <w:rsid w:val="002A2813"/>
    <w:rsid w:val="002A2A89"/>
    <w:rsid w:val="002A2AAE"/>
    <w:rsid w:val="002A2BF4"/>
    <w:rsid w:val="002A322E"/>
    <w:rsid w:val="002A384A"/>
    <w:rsid w:val="002A3DD4"/>
    <w:rsid w:val="002A44E2"/>
    <w:rsid w:val="002A463C"/>
    <w:rsid w:val="002A47BB"/>
    <w:rsid w:val="002A5CB1"/>
    <w:rsid w:val="002A5D70"/>
    <w:rsid w:val="002A5E08"/>
    <w:rsid w:val="002A6C80"/>
    <w:rsid w:val="002A71D1"/>
    <w:rsid w:val="002A7280"/>
    <w:rsid w:val="002A7BC8"/>
    <w:rsid w:val="002A7CFC"/>
    <w:rsid w:val="002A7D4F"/>
    <w:rsid w:val="002A7D6E"/>
    <w:rsid w:val="002A7DA0"/>
    <w:rsid w:val="002B03A1"/>
    <w:rsid w:val="002B053B"/>
    <w:rsid w:val="002B05E1"/>
    <w:rsid w:val="002B0716"/>
    <w:rsid w:val="002B0821"/>
    <w:rsid w:val="002B1823"/>
    <w:rsid w:val="002B187C"/>
    <w:rsid w:val="002B1CA6"/>
    <w:rsid w:val="002B1D62"/>
    <w:rsid w:val="002B25BC"/>
    <w:rsid w:val="002B2872"/>
    <w:rsid w:val="002B2A3C"/>
    <w:rsid w:val="002B3404"/>
    <w:rsid w:val="002B34DA"/>
    <w:rsid w:val="002B3B77"/>
    <w:rsid w:val="002B409C"/>
    <w:rsid w:val="002B40E0"/>
    <w:rsid w:val="002B4940"/>
    <w:rsid w:val="002B4E19"/>
    <w:rsid w:val="002B5094"/>
    <w:rsid w:val="002B5249"/>
    <w:rsid w:val="002B52DC"/>
    <w:rsid w:val="002B5646"/>
    <w:rsid w:val="002B5994"/>
    <w:rsid w:val="002B61CD"/>
    <w:rsid w:val="002B627F"/>
    <w:rsid w:val="002B69FD"/>
    <w:rsid w:val="002B6CAA"/>
    <w:rsid w:val="002B717D"/>
    <w:rsid w:val="002B758C"/>
    <w:rsid w:val="002B75D7"/>
    <w:rsid w:val="002B7653"/>
    <w:rsid w:val="002B7775"/>
    <w:rsid w:val="002C0148"/>
    <w:rsid w:val="002C090A"/>
    <w:rsid w:val="002C0A7F"/>
    <w:rsid w:val="002C0F12"/>
    <w:rsid w:val="002C1006"/>
    <w:rsid w:val="002C13D3"/>
    <w:rsid w:val="002C18B5"/>
    <w:rsid w:val="002C1B27"/>
    <w:rsid w:val="002C1B4B"/>
    <w:rsid w:val="002C1B4E"/>
    <w:rsid w:val="002C2012"/>
    <w:rsid w:val="002C205B"/>
    <w:rsid w:val="002C2D5B"/>
    <w:rsid w:val="002C3433"/>
    <w:rsid w:val="002C38ED"/>
    <w:rsid w:val="002C3BD0"/>
    <w:rsid w:val="002C47AD"/>
    <w:rsid w:val="002C4DF8"/>
    <w:rsid w:val="002C55A9"/>
    <w:rsid w:val="002C59EF"/>
    <w:rsid w:val="002C5C80"/>
    <w:rsid w:val="002C5CD2"/>
    <w:rsid w:val="002C6167"/>
    <w:rsid w:val="002C6586"/>
    <w:rsid w:val="002C6744"/>
    <w:rsid w:val="002C683B"/>
    <w:rsid w:val="002C6A2C"/>
    <w:rsid w:val="002C6DD4"/>
    <w:rsid w:val="002C7191"/>
    <w:rsid w:val="002C7460"/>
    <w:rsid w:val="002C771B"/>
    <w:rsid w:val="002C7A74"/>
    <w:rsid w:val="002C7BAE"/>
    <w:rsid w:val="002C7FC3"/>
    <w:rsid w:val="002D0098"/>
    <w:rsid w:val="002D025D"/>
    <w:rsid w:val="002D053D"/>
    <w:rsid w:val="002D0A2A"/>
    <w:rsid w:val="002D1099"/>
    <w:rsid w:val="002D124C"/>
    <w:rsid w:val="002D1640"/>
    <w:rsid w:val="002D17B1"/>
    <w:rsid w:val="002D2B35"/>
    <w:rsid w:val="002D3514"/>
    <w:rsid w:val="002D3588"/>
    <w:rsid w:val="002D3A64"/>
    <w:rsid w:val="002D3FE9"/>
    <w:rsid w:val="002D4CD6"/>
    <w:rsid w:val="002D4F5F"/>
    <w:rsid w:val="002D5BE3"/>
    <w:rsid w:val="002D64E0"/>
    <w:rsid w:val="002D77BA"/>
    <w:rsid w:val="002D7AEF"/>
    <w:rsid w:val="002D7BDB"/>
    <w:rsid w:val="002E0229"/>
    <w:rsid w:val="002E0A3A"/>
    <w:rsid w:val="002E0A3E"/>
    <w:rsid w:val="002E1281"/>
    <w:rsid w:val="002E1DFB"/>
    <w:rsid w:val="002E267D"/>
    <w:rsid w:val="002E2755"/>
    <w:rsid w:val="002E2AAC"/>
    <w:rsid w:val="002E2C1B"/>
    <w:rsid w:val="002E32A8"/>
    <w:rsid w:val="002E495C"/>
    <w:rsid w:val="002E4B0E"/>
    <w:rsid w:val="002E4B69"/>
    <w:rsid w:val="002E4C0F"/>
    <w:rsid w:val="002E5035"/>
    <w:rsid w:val="002E53BE"/>
    <w:rsid w:val="002E5B33"/>
    <w:rsid w:val="002E6479"/>
    <w:rsid w:val="002E6BB2"/>
    <w:rsid w:val="002E7B9F"/>
    <w:rsid w:val="002E7E77"/>
    <w:rsid w:val="002F03CC"/>
    <w:rsid w:val="002F0861"/>
    <w:rsid w:val="002F11C4"/>
    <w:rsid w:val="002F12EB"/>
    <w:rsid w:val="002F144A"/>
    <w:rsid w:val="002F1A23"/>
    <w:rsid w:val="002F213B"/>
    <w:rsid w:val="002F22C8"/>
    <w:rsid w:val="002F2374"/>
    <w:rsid w:val="002F2CE4"/>
    <w:rsid w:val="002F2D90"/>
    <w:rsid w:val="002F2DD2"/>
    <w:rsid w:val="002F3608"/>
    <w:rsid w:val="002F3618"/>
    <w:rsid w:val="002F3671"/>
    <w:rsid w:val="002F38C8"/>
    <w:rsid w:val="002F397D"/>
    <w:rsid w:val="002F4236"/>
    <w:rsid w:val="002F4C29"/>
    <w:rsid w:val="002F5090"/>
    <w:rsid w:val="002F51BE"/>
    <w:rsid w:val="002F522E"/>
    <w:rsid w:val="002F5486"/>
    <w:rsid w:val="002F56BC"/>
    <w:rsid w:val="002F5E51"/>
    <w:rsid w:val="002F5E8C"/>
    <w:rsid w:val="002F5EAF"/>
    <w:rsid w:val="002F5FDB"/>
    <w:rsid w:val="002F634F"/>
    <w:rsid w:val="002F6428"/>
    <w:rsid w:val="002F6CCD"/>
    <w:rsid w:val="00300070"/>
    <w:rsid w:val="0030105C"/>
    <w:rsid w:val="0030196D"/>
    <w:rsid w:val="00301CEB"/>
    <w:rsid w:val="00301F39"/>
    <w:rsid w:val="00302FD7"/>
    <w:rsid w:val="00303FDE"/>
    <w:rsid w:val="00305E3C"/>
    <w:rsid w:val="003062A8"/>
    <w:rsid w:val="003067BE"/>
    <w:rsid w:val="003068F7"/>
    <w:rsid w:val="00306A55"/>
    <w:rsid w:val="00306C06"/>
    <w:rsid w:val="00306F30"/>
    <w:rsid w:val="00306F36"/>
    <w:rsid w:val="0030726C"/>
    <w:rsid w:val="0030768E"/>
    <w:rsid w:val="0030778B"/>
    <w:rsid w:val="00307F74"/>
    <w:rsid w:val="00310ADC"/>
    <w:rsid w:val="00310BF2"/>
    <w:rsid w:val="00310DB3"/>
    <w:rsid w:val="00310E90"/>
    <w:rsid w:val="00312300"/>
    <w:rsid w:val="0031237A"/>
    <w:rsid w:val="00312595"/>
    <w:rsid w:val="0031278C"/>
    <w:rsid w:val="00312814"/>
    <w:rsid w:val="00312825"/>
    <w:rsid w:val="003128DE"/>
    <w:rsid w:val="00312D4F"/>
    <w:rsid w:val="003130C7"/>
    <w:rsid w:val="003133E4"/>
    <w:rsid w:val="00313A9D"/>
    <w:rsid w:val="0031406F"/>
    <w:rsid w:val="003141D8"/>
    <w:rsid w:val="003144BF"/>
    <w:rsid w:val="00314D58"/>
    <w:rsid w:val="00314DF6"/>
    <w:rsid w:val="00315FC1"/>
    <w:rsid w:val="00316110"/>
    <w:rsid w:val="003162B3"/>
    <w:rsid w:val="003162C3"/>
    <w:rsid w:val="00316632"/>
    <w:rsid w:val="003170AD"/>
    <w:rsid w:val="003174ED"/>
    <w:rsid w:val="003179DF"/>
    <w:rsid w:val="00317CE1"/>
    <w:rsid w:val="00317E6E"/>
    <w:rsid w:val="00320441"/>
    <w:rsid w:val="0032096C"/>
    <w:rsid w:val="00321CA7"/>
    <w:rsid w:val="0032204C"/>
    <w:rsid w:val="003220B3"/>
    <w:rsid w:val="00322A2F"/>
    <w:rsid w:val="00322B00"/>
    <w:rsid w:val="00322B72"/>
    <w:rsid w:val="00322E6A"/>
    <w:rsid w:val="00322E85"/>
    <w:rsid w:val="00322F5D"/>
    <w:rsid w:val="00322FF0"/>
    <w:rsid w:val="00323A20"/>
    <w:rsid w:val="00323B24"/>
    <w:rsid w:val="003243E6"/>
    <w:rsid w:val="00325339"/>
    <w:rsid w:val="0032673D"/>
    <w:rsid w:val="00326743"/>
    <w:rsid w:val="003267E4"/>
    <w:rsid w:val="00326A65"/>
    <w:rsid w:val="00326B02"/>
    <w:rsid w:val="00326EB5"/>
    <w:rsid w:val="00327A39"/>
    <w:rsid w:val="003303A8"/>
    <w:rsid w:val="003310D7"/>
    <w:rsid w:val="0033134C"/>
    <w:rsid w:val="00331617"/>
    <w:rsid w:val="00331D81"/>
    <w:rsid w:val="003320A1"/>
    <w:rsid w:val="00333063"/>
    <w:rsid w:val="00333DE9"/>
    <w:rsid w:val="0033508B"/>
    <w:rsid w:val="0033540A"/>
    <w:rsid w:val="0033596E"/>
    <w:rsid w:val="00336EA8"/>
    <w:rsid w:val="003372AA"/>
    <w:rsid w:val="0033783A"/>
    <w:rsid w:val="00340051"/>
    <w:rsid w:val="00340648"/>
    <w:rsid w:val="00340723"/>
    <w:rsid w:val="00341112"/>
    <w:rsid w:val="0034184D"/>
    <w:rsid w:val="003421A7"/>
    <w:rsid w:val="003425B3"/>
    <w:rsid w:val="003435B8"/>
    <w:rsid w:val="003437FE"/>
    <w:rsid w:val="003438AA"/>
    <w:rsid w:val="00343D77"/>
    <w:rsid w:val="003440A1"/>
    <w:rsid w:val="003440C8"/>
    <w:rsid w:val="003444AB"/>
    <w:rsid w:val="003446A4"/>
    <w:rsid w:val="00344CF3"/>
    <w:rsid w:val="003455AC"/>
    <w:rsid w:val="00345837"/>
    <w:rsid w:val="00345AC3"/>
    <w:rsid w:val="00345AFB"/>
    <w:rsid w:val="00345FC8"/>
    <w:rsid w:val="003462F1"/>
    <w:rsid w:val="003465E6"/>
    <w:rsid w:val="00346A31"/>
    <w:rsid w:val="00346E3B"/>
    <w:rsid w:val="00346F2D"/>
    <w:rsid w:val="003471CF"/>
    <w:rsid w:val="00347DC8"/>
    <w:rsid w:val="00347EC1"/>
    <w:rsid w:val="00350054"/>
    <w:rsid w:val="003505BE"/>
    <w:rsid w:val="003506A2"/>
    <w:rsid w:val="00350E34"/>
    <w:rsid w:val="00350F0E"/>
    <w:rsid w:val="0035107B"/>
    <w:rsid w:val="00351494"/>
    <w:rsid w:val="003516A4"/>
    <w:rsid w:val="00352E73"/>
    <w:rsid w:val="003532F4"/>
    <w:rsid w:val="003535A1"/>
    <w:rsid w:val="00353815"/>
    <w:rsid w:val="00353985"/>
    <w:rsid w:val="003540FA"/>
    <w:rsid w:val="00354232"/>
    <w:rsid w:val="003544E8"/>
    <w:rsid w:val="003547BF"/>
    <w:rsid w:val="00354909"/>
    <w:rsid w:val="00354C52"/>
    <w:rsid w:val="00355389"/>
    <w:rsid w:val="0035589A"/>
    <w:rsid w:val="00355A70"/>
    <w:rsid w:val="00355B9E"/>
    <w:rsid w:val="00355E0A"/>
    <w:rsid w:val="003560B3"/>
    <w:rsid w:val="003567B5"/>
    <w:rsid w:val="00356BE1"/>
    <w:rsid w:val="0035788F"/>
    <w:rsid w:val="00357CF7"/>
    <w:rsid w:val="00357EA2"/>
    <w:rsid w:val="0036002E"/>
    <w:rsid w:val="003601E1"/>
    <w:rsid w:val="003604CA"/>
    <w:rsid w:val="00360BD7"/>
    <w:rsid w:val="00360C61"/>
    <w:rsid w:val="0036141E"/>
    <w:rsid w:val="0036149D"/>
    <w:rsid w:val="00361AC7"/>
    <w:rsid w:val="0036265B"/>
    <w:rsid w:val="00363239"/>
    <w:rsid w:val="00363573"/>
    <w:rsid w:val="003637D4"/>
    <w:rsid w:val="00363EC0"/>
    <w:rsid w:val="0036495D"/>
    <w:rsid w:val="003649AA"/>
    <w:rsid w:val="00364B52"/>
    <w:rsid w:val="00366387"/>
    <w:rsid w:val="00366752"/>
    <w:rsid w:val="00366887"/>
    <w:rsid w:val="00366C69"/>
    <w:rsid w:val="00366DB0"/>
    <w:rsid w:val="003671E9"/>
    <w:rsid w:val="0036727E"/>
    <w:rsid w:val="00367967"/>
    <w:rsid w:val="00370396"/>
    <w:rsid w:val="0037196B"/>
    <w:rsid w:val="00372328"/>
    <w:rsid w:val="00372CFD"/>
    <w:rsid w:val="00373111"/>
    <w:rsid w:val="00373401"/>
    <w:rsid w:val="00373422"/>
    <w:rsid w:val="0037347C"/>
    <w:rsid w:val="003741ED"/>
    <w:rsid w:val="003744A0"/>
    <w:rsid w:val="003744F6"/>
    <w:rsid w:val="0037583F"/>
    <w:rsid w:val="00375918"/>
    <w:rsid w:val="00375AD6"/>
    <w:rsid w:val="00376026"/>
    <w:rsid w:val="00376592"/>
    <w:rsid w:val="003765DB"/>
    <w:rsid w:val="0037661B"/>
    <w:rsid w:val="00376880"/>
    <w:rsid w:val="00376A22"/>
    <w:rsid w:val="003772D6"/>
    <w:rsid w:val="00377467"/>
    <w:rsid w:val="003774BE"/>
    <w:rsid w:val="00377A00"/>
    <w:rsid w:val="0038000D"/>
    <w:rsid w:val="00380978"/>
    <w:rsid w:val="0038126E"/>
    <w:rsid w:val="00381433"/>
    <w:rsid w:val="003814CA"/>
    <w:rsid w:val="00381655"/>
    <w:rsid w:val="00381DD0"/>
    <w:rsid w:val="00382002"/>
    <w:rsid w:val="0038267A"/>
    <w:rsid w:val="0038289E"/>
    <w:rsid w:val="00382C4F"/>
    <w:rsid w:val="003837DD"/>
    <w:rsid w:val="003840A9"/>
    <w:rsid w:val="00384757"/>
    <w:rsid w:val="00384D4B"/>
    <w:rsid w:val="00384F07"/>
    <w:rsid w:val="00385349"/>
    <w:rsid w:val="00385D04"/>
    <w:rsid w:val="003862AF"/>
    <w:rsid w:val="0038633F"/>
    <w:rsid w:val="0038664A"/>
    <w:rsid w:val="00386C50"/>
    <w:rsid w:val="00386D96"/>
    <w:rsid w:val="003871B8"/>
    <w:rsid w:val="0038771F"/>
    <w:rsid w:val="00387CB7"/>
    <w:rsid w:val="00390434"/>
    <w:rsid w:val="003904B9"/>
    <w:rsid w:val="0039125D"/>
    <w:rsid w:val="003918D2"/>
    <w:rsid w:val="00391ED4"/>
    <w:rsid w:val="0039332B"/>
    <w:rsid w:val="00393330"/>
    <w:rsid w:val="00393412"/>
    <w:rsid w:val="00393795"/>
    <w:rsid w:val="003938AD"/>
    <w:rsid w:val="00393B4B"/>
    <w:rsid w:val="00393B95"/>
    <w:rsid w:val="00393B9A"/>
    <w:rsid w:val="003940BC"/>
    <w:rsid w:val="003943E3"/>
    <w:rsid w:val="00394861"/>
    <w:rsid w:val="00394868"/>
    <w:rsid w:val="00395284"/>
    <w:rsid w:val="00396676"/>
    <w:rsid w:val="00397097"/>
    <w:rsid w:val="00397200"/>
    <w:rsid w:val="0039746D"/>
    <w:rsid w:val="00397579"/>
    <w:rsid w:val="00397B5B"/>
    <w:rsid w:val="00397C55"/>
    <w:rsid w:val="003A03E1"/>
    <w:rsid w:val="003A0668"/>
    <w:rsid w:val="003A0A64"/>
    <w:rsid w:val="003A0EBD"/>
    <w:rsid w:val="003A1143"/>
    <w:rsid w:val="003A142D"/>
    <w:rsid w:val="003A1A09"/>
    <w:rsid w:val="003A1E42"/>
    <w:rsid w:val="003A2422"/>
    <w:rsid w:val="003A2D6D"/>
    <w:rsid w:val="003A316B"/>
    <w:rsid w:val="003A32CC"/>
    <w:rsid w:val="003A3453"/>
    <w:rsid w:val="003A3608"/>
    <w:rsid w:val="003A398D"/>
    <w:rsid w:val="003A418D"/>
    <w:rsid w:val="003A456C"/>
    <w:rsid w:val="003A4791"/>
    <w:rsid w:val="003A4858"/>
    <w:rsid w:val="003A4A08"/>
    <w:rsid w:val="003A4B7E"/>
    <w:rsid w:val="003A4F55"/>
    <w:rsid w:val="003A5650"/>
    <w:rsid w:val="003A5805"/>
    <w:rsid w:val="003A5870"/>
    <w:rsid w:val="003A5BCE"/>
    <w:rsid w:val="003A66FB"/>
    <w:rsid w:val="003A6E6E"/>
    <w:rsid w:val="003A73BD"/>
    <w:rsid w:val="003A7532"/>
    <w:rsid w:val="003B05DE"/>
    <w:rsid w:val="003B07C4"/>
    <w:rsid w:val="003B0C30"/>
    <w:rsid w:val="003B0DF6"/>
    <w:rsid w:val="003B0E4C"/>
    <w:rsid w:val="003B152D"/>
    <w:rsid w:val="003B21EA"/>
    <w:rsid w:val="003B22F9"/>
    <w:rsid w:val="003B2409"/>
    <w:rsid w:val="003B2687"/>
    <w:rsid w:val="003B285B"/>
    <w:rsid w:val="003B2FE7"/>
    <w:rsid w:val="003B33A4"/>
    <w:rsid w:val="003B3690"/>
    <w:rsid w:val="003B3AAB"/>
    <w:rsid w:val="003B4481"/>
    <w:rsid w:val="003B4662"/>
    <w:rsid w:val="003B47B7"/>
    <w:rsid w:val="003B5987"/>
    <w:rsid w:val="003B5D2A"/>
    <w:rsid w:val="003B5F0A"/>
    <w:rsid w:val="003B6395"/>
    <w:rsid w:val="003B6C8F"/>
    <w:rsid w:val="003B6FCD"/>
    <w:rsid w:val="003B70E5"/>
    <w:rsid w:val="003C0676"/>
    <w:rsid w:val="003C0866"/>
    <w:rsid w:val="003C0D9F"/>
    <w:rsid w:val="003C1662"/>
    <w:rsid w:val="003C1776"/>
    <w:rsid w:val="003C17D1"/>
    <w:rsid w:val="003C21AC"/>
    <w:rsid w:val="003C2336"/>
    <w:rsid w:val="003C29A6"/>
    <w:rsid w:val="003C29CD"/>
    <w:rsid w:val="003C2AD5"/>
    <w:rsid w:val="003C2BD5"/>
    <w:rsid w:val="003C310E"/>
    <w:rsid w:val="003C358C"/>
    <w:rsid w:val="003C3E1D"/>
    <w:rsid w:val="003C3F07"/>
    <w:rsid w:val="003C4696"/>
    <w:rsid w:val="003C4702"/>
    <w:rsid w:val="003C4CA2"/>
    <w:rsid w:val="003C4E63"/>
    <w:rsid w:val="003C5368"/>
    <w:rsid w:val="003C5524"/>
    <w:rsid w:val="003C69FB"/>
    <w:rsid w:val="003C6F86"/>
    <w:rsid w:val="003C6FD6"/>
    <w:rsid w:val="003C7848"/>
    <w:rsid w:val="003C7A2E"/>
    <w:rsid w:val="003C7AC7"/>
    <w:rsid w:val="003D06CE"/>
    <w:rsid w:val="003D0C52"/>
    <w:rsid w:val="003D0FB7"/>
    <w:rsid w:val="003D1102"/>
    <w:rsid w:val="003D15B0"/>
    <w:rsid w:val="003D1968"/>
    <w:rsid w:val="003D22C9"/>
    <w:rsid w:val="003D22DE"/>
    <w:rsid w:val="003D27AA"/>
    <w:rsid w:val="003D281E"/>
    <w:rsid w:val="003D3014"/>
    <w:rsid w:val="003D3DB3"/>
    <w:rsid w:val="003D3E79"/>
    <w:rsid w:val="003D3E88"/>
    <w:rsid w:val="003D403C"/>
    <w:rsid w:val="003D459B"/>
    <w:rsid w:val="003D4630"/>
    <w:rsid w:val="003D5282"/>
    <w:rsid w:val="003D5A15"/>
    <w:rsid w:val="003D5F14"/>
    <w:rsid w:val="003D6152"/>
    <w:rsid w:val="003D63A3"/>
    <w:rsid w:val="003D65CD"/>
    <w:rsid w:val="003D6769"/>
    <w:rsid w:val="003D69B8"/>
    <w:rsid w:val="003D7023"/>
    <w:rsid w:val="003D7AF3"/>
    <w:rsid w:val="003D7C29"/>
    <w:rsid w:val="003D7CAF"/>
    <w:rsid w:val="003E0383"/>
    <w:rsid w:val="003E0864"/>
    <w:rsid w:val="003E1151"/>
    <w:rsid w:val="003E13B4"/>
    <w:rsid w:val="003E1D1D"/>
    <w:rsid w:val="003E1EEE"/>
    <w:rsid w:val="003E1F80"/>
    <w:rsid w:val="003E22C2"/>
    <w:rsid w:val="003E239B"/>
    <w:rsid w:val="003E2826"/>
    <w:rsid w:val="003E2FB5"/>
    <w:rsid w:val="003E2FC8"/>
    <w:rsid w:val="003E3CEA"/>
    <w:rsid w:val="003E42F6"/>
    <w:rsid w:val="003E44A2"/>
    <w:rsid w:val="003E4570"/>
    <w:rsid w:val="003E45E6"/>
    <w:rsid w:val="003E539B"/>
    <w:rsid w:val="003E5489"/>
    <w:rsid w:val="003E5C8D"/>
    <w:rsid w:val="003E5D39"/>
    <w:rsid w:val="003E5F93"/>
    <w:rsid w:val="003E5FF1"/>
    <w:rsid w:val="003E61D0"/>
    <w:rsid w:val="003E65B6"/>
    <w:rsid w:val="003E695E"/>
    <w:rsid w:val="003E6B97"/>
    <w:rsid w:val="003E6F1D"/>
    <w:rsid w:val="003E763D"/>
    <w:rsid w:val="003E79E5"/>
    <w:rsid w:val="003E7A14"/>
    <w:rsid w:val="003E7B46"/>
    <w:rsid w:val="003E7DB8"/>
    <w:rsid w:val="003E7E05"/>
    <w:rsid w:val="003F01B7"/>
    <w:rsid w:val="003F04B2"/>
    <w:rsid w:val="003F0503"/>
    <w:rsid w:val="003F06E8"/>
    <w:rsid w:val="003F097D"/>
    <w:rsid w:val="003F0E8C"/>
    <w:rsid w:val="003F1410"/>
    <w:rsid w:val="003F1E5C"/>
    <w:rsid w:val="003F1F84"/>
    <w:rsid w:val="003F238F"/>
    <w:rsid w:val="003F293E"/>
    <w:rsid w:val="003F2979"/>
    <w:rsid w:val="003F2AA8"/>
    <w:rsid w:val="003F2E00"/>
    <w:rsid w:val="003F49F2"/>
    <w:rsid w:val="003F4B32"/>
    <w:rsid w:val="003F4C3E"/>
    <w:rsid w:val="003F4F4B"/>
    <w:rsid w:val="003F508C"/>
    <w:rsid w:val="003F68AF"/>
    <w:rsid w:val="003F6E4B"/>
    <w:rsid w:val="003F7061"/>
    <w:rsid w:val="003F706F"/>
    <w:rsid w:val="003F7446"/>
    <w:rsid w:val="003F74B4"/>
    <w:rsid w:val="003F7593"/>
    <w:rsid w:val="00400513"/>
    <w:rsid w:val="004008B3"/>
    <w:rsid w:val="004009D0"/>
    <w:rsid w:val="00400A70"/>
    <w:rsid w:val="004012A5"/>
    <w:rsid w:val="00401B8B"/>
    <w:rsid w:val="00402184"/>
    <w:rsid w:val="0040229F"/>
    <w:rsid w:val="004022CF"/>
    <w:rsid w:val="00402696"/>
    <w:rsid w:val="00402928"/>
    <w:rsid w:val="00402DA8"/>
    <w:rsid w:val="004034B2"/>
    <w:rsid w:val="00403C8B"/>
    <w:rsid w:val="00403FE6"/>
    <w:rsid w:val="004049FE"/>
    <w:rsid w:val="00405603"/>
    <w:rsid w:val="00405897"/>
    <w:rsid w:val="004059D5"/>
    <w:rsid w:val="0040654B"/>
    <w:rsid w:val="00406B22"/>
    <w:rsid w:val="00407164"/>
    <w:rsid w:val="00407C4F"/>
    <w:rsid w:val="00407CD1"/>
    <w:rsid w:val="00407EA2"/>
    <w:rsid w:val="0041075F"/>
    <w:rsid w:val="0041078D"/>
    <w:rsid w:val="00411096"/>
    <w:rsid w:val="00411370"/>
    <w:rsid w:val="004129C7"/>
    <w:rsid w:val="00412EF3"/>
    <w:rsid w:val="00413362"/>
    <w:rsid w:val="00413D50"/>
    <w:rsid w:val="00413F8D"/>
    <w:rsid w:val="0041528C"/>
    <w:rsid w:val="004157B2"/>
    <w:rsid w:val="00416E4A"/>
    <w:rsid w:val="0041710C"/>
    <w:rsid w:val="00417265"/>
    <w:rsid w:val="004175BF"/>
    <w:rsid w:val="00417A30"/>
    <w:rsid w:val="00417CED"/>
    <w:rsid w:val="0042045A"/>
    <w:rsid w:val="00420649"/>
    <w:rsid w:val="00420A0B"/>
    <w:rsid w:val="00420ACC"/>
    <w:rsid w:val="00420C19"/>
    <w:rsid w:val="00420CCC"/>
    <w:rsid w:val="00420DB3"/>
    <w:rsid w:val="004222BA"/>
    <w:rsid w:val="004228A1"/>
    <w:rsid w:val="0042293F"/>
    <w:rsid w:val="00422A9C"/>
    <w:rsid w:val="00422CB3"/>
    <w:rsid w:val="00422EEF"/>
    <w:rsid w:val="0042355E"/>
    <w:rsid w:val="00423A2A"/>
    <w:rsid w:val="00423B1F"/>
    <w:rsid w:val="00423B78"/>
    <w:rsid w:val="00424527"/>
    <w:rsid w:val="004247C3"/>
    <w:rsid w:val="00424E5A"/>
    <w:rsid w:val="00425171"/>
    <w:rsid w:val="00425385"/>
    <w:rsid w:val="00426802"/>
    <w:rsid w:val="0042768D"/>
    <w:rsid w:val="00427BF5"/>
    <w:rsid w:val="0043006D"/>
    <w:rsid w:val="0043020A"/>
    <w:rsid w:val="00430303"/>
    <w:rsid w:val="00430FB2"/>
    <w:rsid w:val="00431242"/>
    <w:rsid w:val="00431B13"/>
    <w:rsid w:val="00431C44"/>
    <w:rsid w:val="0043219F"/>
    <w:rsid w:val="004336DB"/>
    <w:rsid w:val="004337F1"/>
    <w:rsid w:val="00433D82"/>
    <w:rsid w:val="004340D3"/>
    <w:rsid w:val="00434207"/>
    <w:rsid w:val="00434399"/>
    <w:rsid w:val="004345A5"/>
    <w:rsid w:val="00434A05"/>
    <w:rsid w:val="00434A8F"/>
    <w:rsid w:val="00434D90"/>
    <w:rsid w:val="004359EA"/>
    <w:rsid w:val="00435B2C"/>
    <w:rsid w:val="00435C84"/>
    <w:rsid w:val="00436F09"/>
    <w:rsid w:val="0043701D"/>
    <w:rsid w:val="0043728C"/>
    <w:rsid w:val="00437C35"/>
    <w:rsid w:val="0044037A"/>
    <w:rsid w:val="00440FCB"/>
    <w:rsid w:val="00440FCF"/>
    <w:rsid w:val="004412D7"/>
    <w:rsid w:val="004416FE"/>
    <w:rsid w:val="0044292B"/>
    <w:rsid w:val="004429EE"/>
    <w:rsid w:val="0044318B"/>
    <w:rsid w:val="004435A0"/>
    <w:rsid w:val="00443627"/>
    <w:rsid w:val="004438BF"/>
    <w:rsid w:val="00443AF3"/>
    <w:rsid w:val="004443B7"/>
    <w:rsid w:val="00444671"/>
    <w:rsid w:val="004453CF"/>
    <w:rsid w:val="004453E3"/>
    <w:rsid w:val="00445AE7"/>
    <w:rsid w:val="00445B35"/>
    <w:rsid w:val="0044618B"/>
    <w:rsid w:val="004463A2"/>
    <w:rsid w:val="00446A97"/>
    <w:rsid w:val="00446FA2"/>
    <w:rsid w:val="00450075"/>
    <w:rsid w:val="00450266"/>
    <w:rsid w:val="00450608"/>
    <w:rsid w:val="00450DD6"/>
    <w:rsid w:val="00450F5C"/>
    <w:rsid w:val="00451057"/>
    <w:rsid w:val="00451DFF"/>
    <w:rsid w:val="004520CE"/>
    <w:rsid w:val="004526C2"/>
    <w:rsid w:val="00452BB1"/>
    <w:rsid w:val="00452C95"/>
    <w:rsid w:val="00452D4D"/>
    <w:rsid w:val="00452E5C"/>
    <w:rsid w:val="00453B1C"/>
    <w:rsid w:val="0045404C"/>
    <w:rsid w:val="00454ED6"/>
    <w:rsid w:val="004551DF"/>
    <w:rsid w:val="004554EA"/>
    <w:rsid w:val="00455AEC"/>
    <w:rsid w:val="00455F51"/>
    <w:rsid w:val="0045656A"/>
    <w:rsid w:val="004567D4"/>
    <w:rsid w:val="00456A3B"/>
    <w:rsid w:val="00456B8E"/>
    <w:rsid w:val="00456E08"/>
    <w:rsid w:val="00457303"/>
    <w:rsid w:val="004575D8"/>
    <w:rsid w:val="00457C5F"/>
    <w:rsid w:val="004603D6"/>
    <w:rsid w:val="004604DF"/>
    <w:rsid w:val="00460AFF"/>
    <w:rsid w:val="00461324"/>
    <w:rsid w:val="004613DE"/>
    <w:rsid w:val="00461806"/>
    <w:rsid w:val="00461D14"/>
    <w:rsid w:val="00461D94"/>
    <w:rsid w:val="00461EAF"/>
    <w:rsid w:val="00462F37"/>
    <w:rsid w:val="004635F6"/>
    <w:rsid w:val="00463840"/>
    <w:rsid w:val="00463C53"/>
    <w:rsid w:val="004645C8"/>
    <w:rsid w:val="0046496F"/>
    <w:rsid w:val="00464A4C"/>
    <w:rsid w:val="00464F7F"/>
    <w:rsid w:val="00464FDA"/>
    <w:rsid w:val="00465000"/>
    <w:rsid w:val="004651CF"/>
    <w:rsid w:val="00465325"/>
    <w:rsid w:val="00465450"/>
    <w:rsid w:val="00465E27"/>
    <w:rsid w:val="004660C0"/>
    <w:rsid w:val="004665CF"/>
    <w:rsid w:val="00466ABF"/>
    <w:rsid w:val="00466C24"/>
    <w:rsid w:val="00466DED"/>
    <w:rsid w:val="00467474"/>
    <w:rsid w:val="00467562"/>
    <w:rsid w:val="00467AA0"/>
    <w:rsid w:val="004703F6"/>
    <w:rsid w:val="00470DF8"/>
    <w:rsid w:val="00470F77"/>
    <w:rsid w:val="00471283"/>
    <w:rsid w:val="004714C6"/>
    <w:rsid w:val="0047161C"/>
    <w:rsid w:val="00471852"/>
    <w:rsid w:val="004718A1"/>
    <w:rsid w:val="0047289A"/>
    <w:rsid w:val="00472AB5"/>
    <w:rsid w:val="00472BFD"/>
    <w:rsid w:val="004738A9"/>
    <w:rsid w:val="00473AB7"/>
    <w:rsid w:val="004740C7"/>
    <w:rsid w:val="004749B0"/>
    <w:rsid w:val="00475313"/>
    <w:rsid w:val="0047547D"/>
    <w:rsid w:val="00475803"/>
    <w:rsid w:val="00475A0E"/>
    <w:rsid w:val="004761B4"/>
    <w:rsid w:val="0047638F"/>
    <w:rsid w:val="004763D0"/>
    <w:rsid w:val="004767F9"/>
    <w:rsid w:val="00476D5D"/>
    <w:rsid w:val="0047714A"/>
    <w:rsid w:val="004771D1"/>
    <w:rsid w:val="004774E6"/>
    <w:rsid w:val="00480052"/>
    <w:rsid w:val="00480AA0"/>
    <w:rsid w:val="0048129D"/>
    <w:rsid w:val="004814F9"/>
    <w:rsid w:val="00481ACA"/>
    <w:rsid w:val="004820F7"/>
    <w:rsid w:val="004827DA"/>
    <w:rsid w:val="004828A0"/>
    <w:rsid w:val="00483274"/>
    <w:rsid w:val="0048350A"/>
    <w:rsid w:val="00483A71"/>
    <w:rsid w:val="00483AE0"/>
    <w:rsid w:val="00483C4F"/>
    <w:rsid w:val="004840AA"/>
    <w:rsid w:val="00484301"/>
    <w:rsid w:val="00484452"/>
    <w:rsid w:val="00485633"/>
    <w:rsid w:val="00485F1E"/>
    <w:rsid w:val="004861B7"/>
    <w:rsid w:val="004872D2"/>
    <w:rsid w:val="004877B1"/>
    <w:rsid w:val="004877D2"/>
    <w:rsid w:val="00487996"/>
    <w:rsid w:val="00487F0E"/>
    <w:rsid w:val="00490218"/>
    <w:rsid w:val="00490664"/>
    <w:rsid w:val="0049067D"/>
    <w:rsid w:val="00490797"/>
    <w:rsid w:val="00491385"/>
    <w:rsid w:val="004914FC"/>
    <w:rsid w:val="00491587"/>
    <w:rsid w:val="00491B4F"/>
    <w:rsid w:val="00492919"/>
    <w:rsid w:val="00492A9C"/>
    <w:rsid w:val="00493344"/>
    <w:rsid w:val="00493485"/>
    <w:rsid w:val="004934BB"/>
    <w:rsid w:val="00494150"/>
    <w:rsid w:val="00494B82"/>
    <w:rsid w:val="00494BEB"/>
    <w:rsid w:val="00494CF4"/>
    <w:rsid w:val="00495519"/>
    <w:rsid w:val="0049552E"/>
    <w:rsid w:val="004955E3"/>
    <w:rsid w:val="00495784"/>
    <w:rsid w:val="00495970"/>
    <w:rsid w:val="00495B19"/>
    <w:rsid w:val="00495D53"/>
    <w:rsid w:val="004962BA"/>
    <w:rsid w:val="00496334"/>
    <w:rsid w:val="0049635A"/>
    <w:rsid w:val="00496572"/>
    <w:rsid w:val="004969A3"/>
    <w:rsid w:val="004A0854"/>
    <w:rsid w:val="004A0B2B"/>
    <w:rsid w:val="004A0F25"/>
    <w:rsid w:val="004A1C1B"/>
    <w:rsid w:val="004A1F79"/>
    <w:rsid w:val="004A20E1"/>
    <w:rsid w:val="004A2371"/>
    <w:rsid w:val="004A2662"/>
    <w:rsid w:val="004A26C9"/>
    <w:rsid w:val="004A29FB"/>
    <w:rsid w:val="004A2A2F"/>
    <w:rsid w:val="004A2A87"/>
    <w:rsid w:val="004A2ABB"/>
    <w:rsid w:val="004A2C1E"/>
    <w:rsid w:val="004A3063"/>
    <w:rsid w:val="004A3BB2"/>
    <w:rsid w:val="004A3C53"/>
    <w:rsid w:val="004A3DBF"/>
    <w:rsid w:val="004A3F2B"/>
    <w:rsid w:val="004A4305"/>
    <w:rsid w:val="004A4976"/>
    <w:rsid w:val="004A4987"/>
    <w:rsid w:val="004A524B"/>
    <w:rsid w:val="004A5486"/>
    <w:rsid w:val="004A5F7E"/>
    <w:rsid w:val="004A622D"/>
    <w:rsid w:val="004A67C5"/>
    <w:rsid w:val="004A6A62"/>
    <w:rsid w:val="004A77CD"/>
    <w:rsid w:val="004A7B9D"/>
    <w:rsid w:val="004B0190"/>
    <w:rsid w:val="004B01FA"/>
    <w:rsid w:val="004B04DA"/>
    <w:rsid w:val="004B07A9"/>
    <w:rsid w:val="004B0D0A"/>
    <w:rsid w:val="004B0F4D"/>
    <w:rsid w:val="004B1429"/>
    <w:rsid w:val="004B16B0"/>
    <w:rsid w:val="004B16BE"/>
    <w:rsid w:val="004B1A8F"/>
    <w:rsid w:val="004B2051"/>
    <w:rsid w:val="004B21BB"/>
    <w:rsid w:val="004B2213"/>
    <w:rsid w:val="004B26E9"/>
    <w:rsid w:val="004B2F9C"/>
    <w:rsid w:val="004B3971"/>
    <w:rsid w:val="004B3B78"/>
    <w:rsid w:val="004B3C51"/>
    <w:rsid w:val="004B4906"/>
    <w:rsid w:val="004B5CB7"/>
    <w:rsid w:val="004B6171"/>
    <w:rsid w:val="004B6F70"/>
    <w:rsid w:val="004B716A"/>
    <w:rsid w:val="004B726B"/>
    <w:rsid w:val="004C07E6"/>
    <w:rsid w:val="004C0DA9"/>
    <w:rsid w:val="004C0F60"/>
    <w:rsid w:val="004C1269"/>
    <w:rsid w:val="004C19A0"/>
    <w:rsid w:val="004C22F4"/>
    <w:rsid w:val="004C252A"/>
    <w:rsid w:val="004C2702"/>
    <w:rsid w:val="004C27F2"/>
    <w:rsid w:val="004C2933"/>
    <w:rsid w:val="004C3390"/>
    <w:rsid w:val="004C3849"/>
    <w:rsid w:val="004C39D0"/>
    <w:rsid w:val="004C4163"/>
    <w:rsid w:val="004C43A5"/>
    <w:rsid w:val="004C5161"/>
    <w:rsid w:val="004C55BA"/>
    <w:rsid w:val="004C56FA"/>
    <w:rsid w:val="004C5B74"/>
    <w:rsid w:val="004C5B95"/>
    <w:rsid w:val="004C669C"/>
    <w:rsid w:val="004C6B98"/>
    <w:rsid w:val="004C6D00"/>
    <w:rsid w:val="004C6F81"/>
    <w:rsid w:val="004C733B"/>
    <w:rsid w:val="004C7CCC"/>
    <w:rsid w:val="004C7E9D"/>
    <w:rsid w:val="004D0E1F"/>
    <w:rsid w:val="004D1444"/>
    <w:rsid w:val="004D1555"/>
    <w:rsid w:val="004D2CCB"/>
    <w:rsid w:val="004D30ED"/>
    <w:rsid w:val="004D3A96"/>
    <w:rsid w:val="004D3E74"/>
    <w:rsid w:val="004D43A2"/>
    <w:rsid w:val="004D4468"/>
    <w:rsid w:val="004D44F7"/>
    <w:rsid w:val="004D45AB"/>
    <w:rsid w:val="004D4837"/>
    <w:rsid w:val="004D5376"/>
    <w:rsid w:val="004D56DB"/>
    <w:rsid w:val="004D58C2"/>
    <w:rsid w:val="004D68A7"/>
    <w:rsid w:val="004D7320"/>
    <w:rsid w:val="004D777D"/>
    <w:rsid w:val="004D7E90"/>
    <w:rsid w:val="004E0722"/>
    <w:rsid w:val="004E0CDC"/>
    <w:rsid w:val="004E0FAC"/>
    <w:rsid w:val="004E1545"/>
    <w:rsid w:val="004E20AE"/>
    <w:rsid w:val="004E2F97"/>
    <w:rsid w:val="004E36FA"/>
    <w:rsid w:val="004E38C4"/>
    <w:rsid w:val="004E47FF"/>
    <w:rsid w:val="004E4970"/>
    <w:rsid w:val="004E4F86"/>
    <w:rsid w:val="004E54A0"/>
    <w:rsid w:val="004E6107"/>
    <w:rsid w:val="004E64EA"/>
    <w:rsid w:val="004E6630"/>
    <w:rsid w:val="004E684F"/>
    <w:rsid w:val="004E718C"/>
    <w:rsid w:val="004E7C8A"/>
    <w:rsid w:val="004F08AC"/>
    <w:rsid w:val="004F0F0D"/>
    <w:rsid w:val="004F105E"/>
    <w:rsid w:val="004F11EC"/>
    <w:rsid w:val="004F2728"/>
    <w:rsid w:val="004F3258"/>
    <w:rsid w:val="004F3675"/>
    <w:rsid w:val="004F38BB"/>
    <w:rsid w:val="004F3CF4"/>
    <w:rsid w:val="004F4077"/>
    <w:rsid w:val="004F44D7"/>
    <w:rsid w:val="004F4754"/>
    <w:rsid w:val="004F5644"/>
    <w:rsid w:val="004F5D44"/>
    <w:rsid w:val="004F657E"/>
    <w:rsid w:val="004F75A1"/>
    <w:rsid w:val="004F75D0"/>
    <w:rsid w:val="004F77BE"/>
    <w:rsid w:val="004F788F"/>
    <w:rsid w:val="004F7D51"/>
    <w:rsid w:val="004F7E7E"/>
    <w:rsid w:val="004F7E8A"/>
    <w:rsid w:val="00500800"/>
    <w:rsid w:val="00501367"/>
    <w:rsid w:val="00501DCB"/>
    <w:rsid w:val="00501E1C"/>
    <w:rsid w:val="0050206E"/>
    <w:rsid w:val="00502DF3"/>
    <w:rsid w:val="005036FB"/>
    <w:rsid w:val="0050389D"/>
    <w:rsid w:val="00503C34"/>
    <w:rsid w:val="005053F9"/>
    <w:rsid w:val="00505737"/>
    <w:rsid w:val="005057DC"/>
    <w:rsid w:val="005057E7"/>
    <w:rsid w:val="00505DDD"/>
    <w:rsid w:val="00506C0D"/>
    <w:rsid w:val="00506D85"/>
    <w:rsid w:val="00507313"/>
    <w:rsid w:val="005075B1"/>
    <w:rsid w:val="00510D3E"/>
    <w:rsid w:val="0051144C"/>
    <w:rsid w:val="00511567"/>
    <w:rsid w:val="00511838"/>
    <w:rsid w:val="00511CB6"/>
    <w:rsid w:val="00512100"/>
    <w:rsid w:val="005123CA"/>
    <w:rsid w:val="00514168"/>
    <w:rsid w:val="00514708"/>
    <w:rsid w:val="0051528F"/>
    <w:rsid w:val="00515302"/>
    <w:rsid w:val="00516031"/>
    <w:rsid w:val="005160FD"/>
    <w:rsid w:val="0051613A"/>
    <w:rsid w:val="005163BF"/>
    <w:rsid w:val="00516E63"/>
    <w:rsid w:val="0052061B"/>
    <w:rsid w:val="00520668"/>
    <w:rsid w:val="00520EC3"/>
    <w:rsid w:val="00520EDB"/>
    <w:rsid w:val="005218ED"/>
    <w:rsid w:val="00521C7C"/>
    <w:rsid w:val="00521F1E"/>
    <w:rsid w:val="00521F45"/>
    <w:rsid w:val="00522254"/>
    <w:rsid w:val="005229C9"/>
    <w:rsid w:val="00522B69"/>
    <w:rsid w:val="00522E0E"/>
    <w:rsid w:val="00522FEA"/>
    <w:rsid w:val="00523486"/>
    <w:rsid w:val="005234FC"/>
    <w:rsid w:val="005245D9"/>
    <w:rsid w:val="0052523D"/>
    <w:rsid w:val="00525345"/>
    <w:rsid w:val="00525459"/>
    <w:rsid w:val="0052600E"/>
    <w:rsid w:val="005261E6"/>
    <w:rsid w:val="00526365"/>
    <w:rsid w:val="00526CFE"/>
    <w:rsid w:val="00526FC6"/>
    <w:rsid w:val="005271CB"/>
    <w:rsid w:val="005271F5"/>
    <w:rsid w:val="00527236"/>
    <w:rsid w:val="005272F9"/>
    <w:rsid w:val="00527476"/>
    <w:rsid w:val="0053023F"/>
    <w:rsid w:val="00530C26"/>
    <w:rsid w:val="00531261"/>
    <w:rsid w:val="00531743"/>
    <w:rsid w:val="00531D77"/>
    <w:rsid w:val="005320D8"/>
    <w:rsid w:val="00532851"/>
    <w:rsid w:val="0053329A"/>
    <w:rsid w:val="00533901"/>
    <w:rsid w:val="00534642"/>
    <w:rsid w:val="00534736"/>
    <w:rsid w:val="0053474F"/>
    <w:rsid w:val="0053488E"/>
    <w:rsid w:val="00535007"/>
    <w:rsid w:val="0053531F"/>
    <w:rsid w:val="00535806"/>
    <w:rsid w:val="00535AA1"/>
    <w:rsid w:val="00536525"/>
    <w:rsid w:val="005368BF"/>
    <w:rsid w:val="00536970"/>
    <w:rsid w:val="005372F5"/>
    <w:rsid w:val="0053733A"/>
    <w:rsid w:val="005379DD"/>
    <w:rsid w:val="005406A0"/>
    <w:rsid w:val="00540E04"/>
    <w:rsid w:val="0054241A"/>
    <w:rsid w:val="005424D3"/>
    <w:rsid w:val="00542FFA"/>
    <w:rsid w:val="005431BE"/>
    <w:rsid w:val="005432C5"/>
    <w:rsid w:val="00543316"/>
    <w:rsid w:val="00543489"/>
    <w:rsid w:val="00543EE6"/>
    <w:rsid w:val="00543F33"/>
    <w:rsid w:val="005440CD"/>
    <w:rsid w:val="00544C52"/>
    <w:rsid w:val="00545284"/>
    <w:rsid w:val="005453E7"/>
    <w:rsid w:val="00546D98"/>
    <w:rsid w:val="00547156"/>
    <w:rsid w:val="00547BA4"/>
    <w:rsid w:val="00547E31"/>
    <w:rsid w:val="00550AC7"/>
    <w:rsid w:val="0055159D"/>
    <w:rsid w:val="0055164E"/>
    <w:rsid w:val="00551CF7"/>
    <w:rsid w:val="00551EBD"/>
    <w:rsid w:val="00552167"/>
    <w:rsid w:val="00552A84"/>
    <w:rsid w:val="00552F05"/>
    <w:rsid w:val="0055366C"/>
    <w:rsid w:val="00553B39"/>
    <w:rsid w:val="005541E4"/>
    <w:rsid w:val="00554A1B"/>
    <w:rsid w:val="00554B34"/>
    <w:rsid w:val="00555C44"/>
    <w:rsid w:val="00555C5A"/>
    <w:rsid w:val="00555CFC"/>
    <w:rsid w:val="00555D54"/>
    <w:rsid w:val="00555E19"/>
    <w:rsid w:val="005562D4"/>
    <w:rsid w:val="005565E0"/>
    <w:rsid w:val="005568B0"/>
    <w:rsid w:val="00556D0F"/>
    <w:rsid w:val="0055703D"/>
    <w:rsid w:val="005574B0"/>
    <w:rsid w:val="0055766A"/>
    <w:rsid w:val="005607E8"/>
    <w:rsid w:val="005607EB"/>
    <w:rsid w:val="0056177C"/>
    <w:rsid w:val="00561BE6"/>
    <w:rsid w:val="00561E6E"/>
    <w:rsid w:val="0056257E"/>
    <w:rsid w:val="005625E8"/>
    <w:rsid w:val="0056283A"/>
    <w:rsid w:val="00562859"/>
    <w:rsid w:val="00562ADB"/>
    <w:rsid w:val="00562E3F"/>
    <w:rsid w:val="00563534"/>
    <w:rsid w:val="00563AE7"/>
    <w:rsid w:val="00563B0B"/>
    <w:rsid w:val="00563D0B"/>
    <w:rsid w:val="00563DC6"/>
    <w:rsid w:val="00563F42"/>
    <w:rsid w:val="005647DB"/>
    <w:rsid w:val="0056486A"/>
    <w:rsid w:val="005657D2"/>
    <w:rsid w:val="00565B33"/>
    <w:rsid w:val="0056630B"/>
    <w:rsid w:val="005663CD"/>
    <w:rsid w:val="00566561"/>
    <w:rsid w:val="00566F69"/>
    <w:rsid w:val="005705E8"/>
    <w:rsid w:val="00570A39"/>
    <w:rsid w:val="00570F8F"/>
    <w:rsid w:val="00571204"/>
    <w:rsid w:val="005715D4"/>
    <w:rsid w:val="0057172F"/>
    <w:rsid w:val="00571F5B"/>
    <w:rsid w:val="00571F7D"/>
    <w:rsid w:val="005727D6"/>
    <w:rsid w:val="005736D1"/>
    <w:rsid w:val="005737D3"/>
    <w:rsid w:val="00573F7F"/>
    <w:rsid w:val="00574523"/>
    <w:rsid w:val="0057458B"/>
    <w:rsid w:val="005745D1"/>
    <w:rsid w:val="00574B26"/>
    <w:rsid w:val="00574EFA"/>
    <w:rsid w:val="0057527A"/>
    <w:rsid w:val="005752A0"/>
    <w:rsid w:val="005755A9"/>
    <w:rsid w:val="005758A5"/>
    <w:rsid w:val="005759C8"/>
    <w:rsid w:val="00575A28"/>
    <w:rsid w:val="00575FDB"/>
    <w:rsid w:val="005761F0"/>
    <w:rsid w:val="0057681A"/>
    <w:rsid w:val="00577880"/>
    <w:rsid w:val="00577967"/>
    <w:rsid w:val="00577AB6"/>
    <w:rsid w:val="00577BFB"/>
    <w:rsid w:val="005804D9"/>
    <w:rsid w:val="00580A0C"/>
    <w:rsid w:val="005816B0"/>
    <w:rsid w:val="00581C65"/>
    <w:rsid w:val="00581EC0"/>
    <w:rsid w:val="00581F6C"/>
    <w:rsid w:val="00582562"/>
    <w:rsid w:val="0058286B"/>
    <w:rsid w:val="00582999"/>
    <w:rsid w:val="00582CFD"/>
    <w:rsid w:val="00583251"/>
    <w:rsid w:val="005838F8"/>
    <w:rsid w:val="00583B26"/>
    <w:rsid w:val="0058466D"/>
    <w:rsid w:val="00584BDC"/>
    <w:rsid w:val="00584F6F"/>
    <w:rsid w:val="0058535A"/>
    <w:rsid w:val="00585447"/>
    <w:rsid w:val="00585BFB"/>
    <w:rsid w:val="005866F3"/>
    <w:rsid w:val="00586B4B"/>
    <w:rsid w:val="005871EA"/>
    <w:rsid w:val="005878EC"/>
    <w:rsid w:val="00587E1F"/>
    <w:rsid w:val="00590090"/>
    <w:rsid w:val="00590B4B"/>
    <w:rsid w:val="00590E1B"/>
    <w:rsid w:val="005911F0"/>
    <w:rsid w:val="00591209"/>
    <w:rsid w:val="005912BE"/>
    <w:rsid w:val="005915E7"/>
    <w:rsid w:val="00591B55"/>
    <w:rsid w:val="005921D1"/>
    <w:rsid w:val="00592208"/>
    <w:rsid w:val="00592261"/>
    <w:rsid w:val="005928B3"/>
    <w:rsid w:val="0059328B"/>
    <w:rsid w:val="005938B0"/>
    <w:rsid w:val="00593BE5"/>
    <w:rsid w:val="00593BE8"/>
    <w:rsid w:val="005951F1"/>
    <w:rsid w:val="005952A6"/>
    <w:rsid w:val="00595798"/>
    <w:rsid w:val="00595C19"/>
    <w:rsid w:val="00595C74"/>
    <w:rsid w:val="00595CE5"/>
    <w:rsid w:val="00595D3E"/>
    <w:rsid w:val="00595EEA"/>
    <w:rsid w:val="0059618F"/>
    <w:rsid w:val="0059659C"/>
    <w:rsid w:val="00596E07"/>
    <w:rsid w:val="00597858"/>
    <w:rsid w:val="00597FD2"/>
    <w:rsid w:val="005A02FB"/>
    <w:rsid w:val="005A04E2"/>
    <w:rsid w:val="005A06F4"/>
    <w:rsid w:val="005A0B20"/>
    <w:rsid w:val="005A12F9"/>
    <w:rsid w:val="005A13F6"/>
    <w:rsid w:val="005A1613"/>
    <w:rsid w:val="005A1DC6"/>
    <w:rsid w:val="005A253D"/>
    <w:rsid w:val="005A25BD"/>
    <w:rsid w:val="005A27D8"/>
    <w:rsid w:val="005A2E25"/>
    <w:rsid w:val="005A32C6"/>
    <w:rsid w:val="005A3339"/>
    <w:rsid w:val="005A3AAF"/>
    <w:rsid w:val="005A3E33"/>
    <w:rsid w:val="005A444A"/>
    <w:rsid w:val="005A461A"/>
    <w:rsid w:val="005A4791"/>
    <w:rsid w:val="005A4C7B"/>
    <w:rsid w:val="005A5C3E"/>
    <w:rsid w:val="005A5CA5"/>
    <w:rsid w:val="005A5D66"/>
    <w:rsid w:val="005A637D"/>
    <w:rsid w:val="005A6597"/>
    <w:rsid w:val="005A6656"/>
    <w:rsid w:val="005A678E"/>
    <w:rsid w:val="005A67DD"/>
    <w:rsid w:val="005A6896"/>
    <w:rsid w:val="005A6ADD"/>
    <w:rsid w:val="005A6B80"/>
    <w:rsid w:val="005A6E54"/>
    <w:rsid w:val="005A7759"/>
    <w:rsid w:val="005A78B7"/>
    <w:rsid w:val="005A797B"/>
    <w:rsid w:val="005B024A"/>
    <w:rsid w:val="005B0486"/>
    <w:rsid w:val="005B0520"/>
    <w:rsid w:val="005B060B"/>
    <w:rsid w:val="005B0E3D"/>
    <w:rsid w:val="005B2491"/>
    <w:rsid w:val="005B2B30"/>
    <w:rsid w:val="005B2B6E"/>
    <w:rsid w:val="005B2CED"/>
    <w:rsid w:val="005B305E"/>
    <w:rsid w:val="005B4135"/>
    <w:rsid w:val="005B4154"/>
    <w:rsid w:val="005B41BF"/>
    <w:rsid w:val="005B4747"/>
    <w:rsid w:val="005B4A9E"/>
    <w:rsid w:val="005B4E82"/>
    <w:rsid w:val="005B4EA1"/>
    <w:rsid w:val="005B4F4B"/>
    <w:rsid w:val="005B5012"/>
    <w:rsid w:val="005B524F"/>
    <w:rsid w:val="005B52B5"/>
    <w:rsid w:val="005B5457"/>
    <w:rsid w:val="005B54BE"/>
    <w:rsid w:val="005B57D3"/>
    <w:rsid w:val="005B58C2"/>
    <w:rsid w:val="005B6362"/>
    <w:rsid w:val="005B6BDC"/>
    <w:rsid w:val="005B7903"/>
    <w:rsid w:val="005B7CE8"/>
    <w:rsid w:val="005B7D75"/>
    <w:rsid w:val="005B7EBF"/>
    <w:rsid w:val="005B7F23"/>
    <w:rsid w:val="005C024A"/>
    <w:rsid w:val="005C03CC"/>
    <w:rsid w:val="005C0737"/>
    <w:rsid w:val="005C08E7"/>
    <w:rsid w:val="005C091B"/>
    <w:rsid w:val="005C125B"/>
    <w:rsid w:val="005C1263"/>
    <w:rsid w:val="005C161F"/>
    <w:rsid w:val="005C20A2"/>
    <w:rsid w:val="005C23E7"/>
    <w:rsid w:val="005C2421"/>
    <w:rsid w:val="005C31AE"/>
    <w:rsid w:val="005C3865"/>
    <w:rsid w:val="005C3897"/>
    <w:rsid w:val="005C3B68"/>
    <w:rsid w:val="005C3B78"/>
    <w:rsid w:val="005C3FBF"/>
    <w:rsid w:val="005C4BBF"/>
    <w:rsid w:val="005C50E1"/>
    <w:rsid w:val="005C59EB"/>
    <w:rsid w:val="005C5A10"/>
    <w:rsid w:val="005C6858"/>
    <w:rsid w:val="005C6876"/>
    <w:rsid w:val="005C68CE"/>
    <w:rsid w:val="005C6FD7"/>
    <w:rsid w:val="005C7001"/>
    <w:rsid w:val="005C71D3"/>
    <w:rsid w:val="005C7708"/>
    <w:rsid w:val="005C7CD3"/>
    <w:rsid w:val="005D05DA"/>
    <w:rsid w:val="005D05F6"/>
    <w:rsid w:val="005D0CE9"/>
    <w:rsid w:val="005D0F0E"/>
    <w:rsid w:val="005D1CC3"/>
    <w:rsid w:val="005D1E6F"/>
    <w:rsid w:val="005D1FC6"/>
    <w:rsid w:val="005D2219"/>
    <w:rsid w:val="005D26BA"/>
    <w:rsid w:val="005D32AD"/>
    <w:rsid w:val="005D38A4"/>
    <w:rsid w:val="005D3D3E"/>
    <w:rsid w:val="005D3DE1"/>
    <w:rsid w:val="005D4294"/>
    <w:rsid w:val="005D4769"/>
    <w:rsid w:val="005D5FDD"/>
    <w:rsid w:val="005D62B1"/>
    <w:rsid w:val="005D6C00"/>
    <w:rsid w:val="005D711C"/>
    <w:rsid w:val="005D7621"/>
    <w:rsid w:val="005D7A94"/>
    <w:rsid w:val="005D7C96"/>
    <w:rsid w:val="005E00FA"/>
    <w:rsid w:val="005E055D"/>
    <w:rsid w:val="005E0BC7"/>
    <w:rsid w:val="005E1139"/>
    <w:rsid w:val="005E1F78"/>
    <w:rsid w:val="005E21D1"/>
    <w:rsid w:val="005E2214"/>
    <w:rsid w:val="005E254F"/>
    <w:rsid w:val="005E3201"/>
    <w:rsid w:val="005E35C1"/>
    <w:rsid w:val="005E4140"/>
    <w:rsid w:val="005E41E2"/>
    <w:rsid w:val="005E43E9"/>
    <w:rsid w:val="005E4DCB"/>
    <w:rsid w:val="005E4F18"/>
    <w:rsid w:val="005E568C"/>
    <w:rsid w:val="005E57B4"/>
    <w:rsid w:val="005E5931"/>
    <w:rsid w:val="005E5ABD"/>
    <w:rsid w:val="005E5CCC"/>
    <w:rsid w:val="005E5DF5"/>
    <w:rsid w:val="005E61B7"/>
    <w:rsid w:val="005E63A0"/>
    <w:rsid w:val="005E66B9"/>
    <w:rsid w:val="005E6E0F"/>
    <w:rsid w:val="005E71C1"/>
    <w:rsid w:val="005E778B"/>
    <w:rsid w:val="005E7C02"/>
    <w:rsid w:val="005F0332"/>
    <w:rsid w:val="005F078B"/>
    <w:rsid w:val="005F0A7A"/>
    <w:rsid w:val="005F1B0A"/>
    <w:rsid w:val="005F20D7"/>
    <w:rsid w:val="005F2135"/>
    <w:rsid w:val="005F2300"/>
    <w:rsid w:val="005F2999"/>
    <w:rsid w:val="005F2C89"/>
    <w:rsid w:val="005F3113"/>
    <w:rsid w:val="005F33EC"/>
    <w:rsid w:val="005F3802"/>
    <w:rsid w:val="005F3C43"/>
    <w:rsid w:val="005F42E0"/>
    <w:rsid w:val="005F4785"/>
    <w:rsid w:val="005F4800"/>
    <w:rsid w:val="005F4F4F"/>
    <w:rsid w:val="005F503D"/>
    <w:rsid w:val="005F64FA"/>
    <w:rsid w:val="005F6629"/>
    <w:rsid w:val="005F6F2D"/>
    <w:rsid w:val="005F7460"/>
    <w:rsid w:val="005F7A1D"/>
    <w:rsid w:val="005F7D36"/>
    <w:rsid w:val="005F7F3B"/>
    <w:rsid w:val="00600643"/>
    <w:rsid w:val="00600C07"/>
    <w:rsid w:val="00600EF7"/>
    <w:rsid w:val="00601584"/>
    <w:rsid w:val="00601E6D"/>
    <w:rsid w:val="00602070"/>
    <w:rsid w:val="006021C3"/>
    <w:rsid w:val="0060243A"/>
    <w:rsid w:val="006024C4"/>
    <w:rsid w:val="00602503"/>
    <w:rsid w:val="006025BD"/>
    <w:rsid w:val="00602680"/>
    <w:rsid w:val="006039CB"/>
    <w:rsid w:val="00603D95"/>
    <w:rsid w:val="00604199"/>
    <w:rsid w:val="00604526"/>
    <w:rsid w:val="00604D4E"/>
    <w:rsid w:val="00605ADC"/>
    <w:rsid w:val="00606737"/>
    <w:rsid w:val="00606B3A"/>
    <w:rsid w:val="006079C0"/>
    <w:rsid w:val="00607AF3"/>
    <w:rsid w:val="0061009A"/>
    <w:rsid w:val="00610867"/>
    <w:rsid w:val="00610872"/>
    <w:rsid w:val="0061099D"/>
    <w:rsid w:val="00610D5F"/>
    <w:rsid w:val="006119B8"/>
    <w:rsid w:val="00611A2C"/>
    <w:rsid w:val="00611ADA"/>
    <w:rsid w:val="00612446"/>
    <w:rsid w:val="00612510"/>
    <w:rsid w:val="00612547"/>
    <w:rsid w:val="0061290D"/>
    <w:rsid w:val="00612ED6"/>
    <w:rsid w:val="00612F10"/>
    <w:rsid w:val="0061370A"/>
    <w:rsid w:val="00613A67"/>
    <w:rsid w:val="00614264"/>
    <w:rsid w:val="00614E83"/>
    <w:rsid w:val="0061532F"/>
    <w:rsid w:val="00616031"/>
    <w:rsid w:val="006162B6"/>
    <w:rsid w:val="00616328"/>
    <w:rsid w:val="006164FA"/>
    <w:rsid w:val="0061681C"/>
    <w:rsid w:val="006168D9"/>
    <w:rsid w:val="00616AA5"/>
    <w:rsid w:val="00616DC2"/>
    <w:rsid w:val="006170AB"/>
    <w:rsid w:val="0061777E"/>
    <w:rsid w:val="00617A13"/>
    <w:rsid w:val="00620362"/>
    <w:rsid w:val="00620C3F"/>
    <w:rsid w:val="00621AD6"/>
    <w:rsid w:val="00621EB4"/>
    <w:rsid w:val="00622076"/>
    <w:rsid w:val="006227D5"/>
    <w:rsid w:val="00622826"/>
    <w:rsid w:val="00622D6F"/>
    <w:rsid w:val="006230E0"/>
    <w:rsid w:val="00623536"/>
    <w:rsid w:val="00623783"/>
    <w:rsid w:val="006238E5"/>
    <w:rsid w:val="006239CE"/>
    <w:rsid w:val="00623D43"/>
    <w:rsid w:val="00623E35"/>
    <w:rsid w:val="00623FB4"/>
    <w:rsid w:val="006246BD"/>
    <w:rsid w:val="00624D12"/>
    <w:rsid w:val="006254B1"/>
    <w:rsid w:val="006256FC"/>
    <w:rsid w:val="006257E8"/>
    <w:rsid w:val="00625955"/>
    <w:rsid w:val="0062598D"/>
    <w:rsid w:val="00625AC5"/>
    <w:rsid w:val="0062606F"/>
    <w:rsid w:val="0062626A"/>
    <w:rsid w:val="006270A1"/>
    <w:rsid w:val="0062759E"/>
    <w:rsid w:val="00627665"/>
    <w:rsid w:val="00627DCC"/>
    <w:rsid w:val="00630A60"/>
    <w:rsid w:val="00630E27"/>
    <w:rsid w:val="0063151B"/>
    <w:rsid w:val="006315D9"/>
    <w:rsid w:val="00632B6C"/>
    <w:rsid w:val="00633310"/>
    <w:rsid w:val="0063334F"/>
    <w:rsid w:val="006333D4"/>
    <w:rsid w:val="0063386F"/>
    <w:rsid w:val="006346A3"/>
    <w:rsid w:val="00634AF7"/>
    <w:rsid w:val="00634E9F"/>
    <w:rsid w:val="00635E60"/>
    <w:rsid w:val="006366E5"/>
    <w:rsid w:val="006369DF"/>
    <w:rsid w:val="00636AFA"/>
    <w:rsid w:val="00637AC9"/>
    <w:rsid w:val="00637EFE"/>
    <w:rsid w:val="006401B0"/>
    <w:rsid w:val="0064032A"/>
    <w:rsid w:val="006407A3"/>
    <w:rsid w:val="00640A66"/>
    <w:rsid w:val="006412A4"/>
    <w:rsid w:val="00641BCC"/>
    <w:rsid w:val="006421C1"/>
    <w:rsid w:val="00642513"/>
    <w:rsid w:val="00642638"/>
    <w:rsid w:val="0064283F"/>
    <w:rsid w:val="00642BB3"/>
    <w:rsid w:val="00642E91"/>
    <w:rsid w:val="00643045"/>
    <w:rsid w:val="00643498"/>
    <w:rsid w:val="00643997"/>
    <w:rsid w:val="00643D02"/>
    <w:rsid w:val="00644611"/>
    <w:rsid w:val="006448FD"/>
    <w:rsid w:val="00645752"/>
    <w:rsid w:val="00645AFD"/>
    <w:rsid w:val="00645BD3"/>
    <w:rsid w:val="00645E29"/>
    <w:rsid w:val="00646344"/>
    <w:rsid w:val="00646648"/>
    <w:rsid w:val="00646856"/>
    <w:rsid w:val="00646FA7"/>
    <w:rsid w:val="006474A5"/>
    <w:rsid w:val="00647F6F"/>
    <w:rsid w:val="00650595"/>
    <w:rsid w:val="0065125C"/>
    <w:rsid w:val="00651932"/>
    <w:rsid w:val="006520B0"/>
    <w:rsid w:val="00652932"/>
    <w:rsid w:val="00652B03"/>
    <w:rsid w:val="00652D46"/>
    <w:rsid w:val="00652DDD"/>
    <w:rsid w:val="006530CA"/>
    <w:rsid w:val="006532F7"/>
    <w:rsid w:val="00653B1D"/>
    <w:rsid w:val="00653C7B"/>
    <w:rsid w:val="00653DAE"/>
    <w:rsid w:val="00653EEC"/>
    <w:rsid w:val="00654647"/>
    <w:rsid w:val="00654B24"/>
    <w:rsid w:val="00654F24"/>
    <w:rsid w:val="0065540B"/>
    <w:rsid w:val="006554DF"/>
    <w:rsid w:val="00655851"/>
    <w:rsid w:val="00655881"/>
    <w:rsid w:val="00655E02"/>
    <w:rsid w:val="0065621C"/>
    <w:rsid w:val="00656250"/>
    <w:rsid w:val="006565C9"/>
    <w:rsid w:val="00656C26"/>
    <w:rsid w:val="00656C94"/>
    <w:rsid w:val="006575F0"/>
    <w:rsid w:val="00657834"/>
    <w:rsid w:val="00657EF4"/>
    <w:rsid w:val="00660002"/>
    <w:rsid w:val="00660417"/>
    <w:rsid w:val="006604E2"/>
    <w:rsid w:val="00660584"/>
    <w:rsid w:val="006607AC"/>
    <w:rsid w:val="00660808"/>
    <w:rsid w:val="00660988"/>
    <w:rsid w:val="00660F8C"/>
    <w:rsid w:val="006611A3"/>
    <w:rsid w:val="00661A20"/>
    <w:rsid w:val="00662576"/>
    <w:rsid w:val="0066265F"/>
    <w:rsid w:val="006628D1"/>
    <w:rsid w:val="00662A55"/>
    <w:rsid w:val="00662EB7"/>
    <w:rsid w:val="00663110"/>
    <w:rsid w:val="00663409"/>
    <w:rsid w:val="00663B04"/>
    <w:rsid w:val="00663E37"/>
    <w:rsid w:val="0066437F"/>
    <w:rsid w:val="00664E65"/>
    <w:rsid w:val="00664EEA"/>
    <w:rsid w:val="006656EF"/>
    <w:rsid w:val="00665715"/>
    <w:rsid w:val="006659ED"/>
    <w:rsid w:val="00665AE8"/>
    <w:rsid w:val="006662E2"/>
    <w:rsid w:val="006667D9"/>
    <w:rsid w:val="006669C2"/>
    <w:rsid w:val="00666D26"/>
    <w:rsid w:val="00666EF7"/>
    <w:rsid w:val="00667595"/>
    <w:rsid w:val="00667829"/>
    <w:rsid w:val="00667C21"/>
    <w:rsid w:val="00670B1D"/>
    <w:rsid w:val="00671488"/>
    <w:rsid w:val="00671CE5"/>
    <w:rsid w:val="00671FA3"/>
    <w:rsid w:val="006725AF"/>
    <w:rsid w:val="006726D0"/>
    <w:rsid w:val="00672B72"/>
    <w:rsid w:val="00672F36"/>
    <w:rsid w:val="00673174"/>
    <w:rsid w:val="00673816"/>
    <w:rsid w:val="00673C03"/>
    <w:rsid w:val="00673CA4"/>
    <w:rsid w:val="00673E7D"/>
    <w:rsid w:val="006744E0"/>
    <w:rsid w:val="00674C2C"/>
    <w:rsid w:val="00674D1A"/>
    <w:rsid w:val="0067505D"/>
    <w:rsid w:val="0067509C"/>
    <w:rsid w:val="006752BD"/>
    <w:rsid w:val="00675B02"/>
    <w:rsid w:val="00675F05"/>
    <w:rsid w:val="006765E6"/>
    <w:rsid w:val="00676ECA"/>
    <w:rsid w:val="006772D9"/>
    <w:rsid w:val="00680267"/>
    <w:rsid w:val="00680299"/>
    <w:rsid w:val="00680D62"/>
    <w:rsid w:val="00681A50"/>
    <w:rsid w:val="00682B1E"/>
    <w:rsid w:val="00682C3F"/>
    <w:rsid w:val="00682CF5"/>
    <w:rsid w:val="00683042"/>
    <w:rsid w:val="0068322D"/>
    <w:rsid w:val="00684203"/>
    <w:rsid w:val="0068491A"/>
    <w:rsid w:val="00684B1C"/>
    <w:rsid w:val="00684D63"/>
    <w:rsid w:val="00684EAB"/>
    <w:rsid w:val="00685231"/>
    <w:rsid w:val="006859C2"/>
    <w:rsid w:val="00685B27"/>
    <w:rsid w:val="00686194"/>
    <w:rsid w:val="0068635B"/>
    <w:rsid w:val="00686551"/>
    <w:rsid w:val="00686751"/>
    <w:rsid w:val="00686A4A"/>
    <w:rsid w:val="00687152"/>
    <w:rsid w:val="00687289"/>
    <w:rsid w:val="00690934"/>
    <w:rsid w:val="00690AFF"/>
    <w:rsid w:val="00690CEE"/>
    <w:rsid w:val="00690F60"/>
    <w:rsid w:val="00691528"/>
    <w:rsid w:val="00691A18"/>
    <w:rsid w:val="00692247"/>
    <w:rsid w:val="00692D82"/>
    <w:rsid w:val="0069367A"/>
    <w:rsid w:val="00693FAC"/>
    <w:rsid w:val="0069423E"/>
    <w:rsid w:val="0069424E"/>
    <w:rsid w:val="006942A1"/>
    <w:rsid w:val="00694F40"/>
    <w:rsid w:val="00695125"/>
    <w:rsid w:val="006955F9"/>
    <w:rsid w:val="006966DD"/>
    <w:rsid w:val="0069715B"/>
    <w:rsid w:val="0069732A"/>
    <w:rsid w:val="006A0DEA"/>
    <w:rsid w:val="006A1293"/>
    <w:rsid w:val="006A17C6"/>
    <w:rsid w:val="006A18C0"/>
    <w:rsid w:val="006A1D79"/>
    <w:rsid w:val="006A2390"/>
    <w:rsid w:val="006A267E"/>
    <w:rsid w:val="006A2CA3"/>
    <w:rsid w:val="006A2FA1"/>
    <w:rsid w:val="006A305B"/>
    <w:rsid w:val="006A365F"/>
    <w:rsid w:val="006A3E72"/>
    <w:rsid w:val="006A43FC"/>
    <w:rsid w:val="006A488C"/>
    <w:rsid w:val="006A48CC"/>
    <w:rsid w:val="006A4AC5"/>
    <w:rsid w:val="006A53F1"/>
    <w:rsid w:val="006A551A"/>
    <w:rsid w:val="006A5B28"/>
    <w:rsid w:val="006A5B3D"/>
    <w:rsid w:val="006A5E7B"/>
    <w:rsid w:val="006A62F7"/>
    <w:rsid w:val="006A6452"/>
    <w:rsid w:val="006A6641"/>
    <w:rsid w:val="006A66E0"/>
    <w:rsid w:val="006A699B"/>
    <w:rsid w:val="006A6BCB"/>
    <w:rsid w:val="006A70EA"/>
    <w:rsid w:val="006A7429"/>
    <w:rsid w:val="006A76D6"/>
    <w:rsid w:val="006A7F02"/>
    <w:rsid w:val="006A7F0B"/>
    <w:rsid w:val="006B0027"/>
    <w:rsid w:val="006B0118"/>
    <w:rsid w:val="006B01DD"/>
    <w:rsid w:val="006B01E7"/>
    <w:rsid w:val="006B0B4D"/>
    <w:rsid w:val="006B0CEA"/>
    <w:rsid w:val="006B13B8"/>
    <w:rsid w:val="006B166A"/>
    <w:rsid w:val="006B1690"/>
    <w:rsid w:val="006B1BA4"/>
    <w:rsid w:val="006B1E99"/>
    <w:rsid w:val="006B24D3"/>
    <w:rsid w:val="006B2641"/>
    <w:rsid w:val="006B30A0"/>
    <w:rsid w:val="006B3313"/>
    <w:rsid w:val="006B52AE"/>
    <w:rsid w:val="006B53B5"/>
    <w:rsid w:val="006B5DE9"/>
    <w:rsid w:val="006B65D9"/>
    <w:rsid w:val="006B725F"/>
    <w:rsid w:val="006B74D7"/>
    <w:rsid w:val="006B76B7"/>
    <w:rsid w:val="006B78C0"/>
    <w:rsid w:val="006B7E71"/>
    <w:rsid w:val="006C012A"/>
    <w:rsid w:val="006C0BE2"/>
    <w:rsid w:val="006C1331"/>
    <w:rsid w:val="006C1931"/>
    <w:rsid w:val="006C1D89"/>
    <w:rsid w:val="006C2212"/>
    <w:rsid w:val="006C2773"/>
    <w:rsid w:val="006C2C0B"/>
    <w:rsid w:val="006C3A20"/>
    <w:rsid w:val="006C3FC3"/>
    <w:rsid w:val="006C4A25"/>
    <w:rsid w:val="006C5AE9"/>
    <w:rsid w:val="006C5B8D"/>
    <w:rsid w:val="006C6186"/>
    <w:rsid w:val="006C7548"/>
    <w:rsid w:val="006C7A08"/>
    <w:rsid w:val="006D02E3"/>
    <w:rsid w:val="006D179B"/>
    <w:rsid w:val="006D1D78"/>
    <w:rsid w:val="006D205C"/>
    <w:rsid w:val="006D22D1"/>
    <w:rsid w:val="006D2332"/>
    <w:rsid w:val="006D252F"/>
    <w:rsid w:val="006D2886"/>
    <w:rsid w:val="006D2D69"/>
    <w:rsid w:val="006D4438"/>
    <w:rsid w:val="006D479E"/>
    <w:rsid w:val="006D499E"/>
    <w:rsid w:val="006D5D6F"/>
    <w:rsid w:val="006D62E1"/>
    <w:rsid w:val="006D68A8"/>
    <w:rsid w:val="006D6C0E"/>
    <w:rsid w:val="006D7155"/>
    <w:rsid w:val="006D7880"/>
    <w:rsid w:val="006E00B8"/>
    <w:rsid w:val="006E01BB"/>
    <w:rsid w:val="006E0290"/>
    <w:rsid w:val="006E0E3C"/>
    <w:rsid w:val="006E1117"/>
    <w:rsid w:val="006E1761"/>
    <w:rsid w:val="006E28D7"/>
    <w:rsid w:val="006E2B91"/>
    <w:rsid w:val="006E3162"/>
    <w:rsid w:val="006E3175"/>
    <w:rsid w:val="006E3446"/>
    <w:rsid w:val="006E564E"/>
    <w:rsid w:val="006E56A2"/>
    <w:rsid w:val="006E5C9B"/>
    <w:rsid w:val="006E5D0A"/>
    <w:rsid w:val="006E5F89"/>
    <w:rsid w:val="006E69FF"/>
    <w:rsid w:val="006E6F3C"/>
    <w:rsid w:val="006E70C1"/>
    <w:rsid w:val="006E729D"/>
    <w:rsid w:val="006E77D8"/>
    <w:rsid w:val="006E7878"/>
    <w:rsid w:val="006E7BB9"/>
    <w:rsid w:val="006E7C5A"/>
    <w:rsid w:val="006E7FBE"/>
    <w:rsid w:val="006F02BD"/>
    <w:rsid w:val="006F0A86"/>
    <w:rsid w:val="006F152D"/>
    <w:rsid w:val="006F172D"/>
    <w:rsid w:val="006F2824"/>
    <w:rsid w:val="006F2B1E"/>
    <w:rsid w:val="006F31CF"/>
    <w:rsid w:val="006F38D7"/>
    <w:rsid w:val="006F4596"/>
    <w:rsid w:val="006F562E"/>
    <w:rsid w:val="006F6360"/>
    <w:rsid w:val="006F65FE"/>
    <w:rsid w:val="006F6811"/>
    <w:rsid w:val="006F6C5B"/>
    <w:rsid w:val="006F7AEF"/>
    <w:rsid w:val="007000A8"/>
    <w:rsid w:val="0070019A"/>
    <w:rsid w:val="007008FD"/>
    <w:rsid w:val="00700E66"/>
    <w:rsid w:val="00701587"/>
    <w:rsid w:val="0070188F"/>
    <w:rsid w:val="00701E12"/>
    <w:rsid w:val="00701F11"/>
    <w:rsid w:val="007023D3"/>
    <w:rsid w:val="00702EC9"/>
    <w:rsid w:val="00703CB6"/>
    <w:rsid w:val="0070421B"/>
    <w:rsid w:val="00705535"/>
    <w:rsid w:val="00705612"/>
    <w:rsid w:val="007056AE"/>
    <w:rsid w:val="00705A91"/>
    <w:rsid w:val="00705F79"/>
    <w:rsid w:val="007061A7"/>
    <w:rsid w:val="0070683B"/>
    <w:rsid w:val="007071C5"/>
    <w:rsid w:val="007074BD"/>
    <w:rsid w:val="0070751D"/>
    <w:rsid w:val="0070752F"/>
    <w:rsid w:val="00707CEF"/>
    <w:rsid w:val="00707D89"/>
    <w:rsid w:val="00707F0C"/>
    <w:rsid w:val="007102C0"/>
    <w:rsid w:val="007110A6"/>
    <w:rsid w:val="00711110"/>
    <w:rsid w:val="007112A8"/>
    <w:rsid w:val="00711887"/>
    <w:rsid w:val="0071188B"/>
    <w:rsid w:val="007119AB"/>
    <w:rsid w:val="007123A3"/>
    <w:rsid w:val="0071240D"/>
    <w:rsid w:val="007125DF"/>
    <w:rsid w:val="00713003"/>
    <w:rsid w:val="0071378D"/>
    <w:rsid w:val="00713854"/>
    <w:rsid w:val="00713C85"/>
    <w:rsid w:val="00713E9E"/>
    <w:rsid w:val="00714593"/>
    <w:rsid w:val="007147C7"/>
    <w:rsid w:val="007153E2"/>
    <w:rsid w:val="007154BD"/>
    <w:rsid w:val="00715826"/>
    <w:rsid w:val="00716038"/>
    <w:rsid w:val="00716B5D"/>
    <w:rsid w:val="00716B99"/>
    <w:rsid w:val="00717916"/>
    <w:rsid w:val="00717B74"/>
    <w:rsid w:val="00717D46"/>
    <w:rsid w:val="00720005"/>
    <w:rsid w:val="0072043D"/>
    <w:rsid w:val="00720AFD"/>
    <w:rsid w:val="00721A77"/>
    <w:rsid w:val="00721E4B"/>
    <w:rsid w:val="0072202B"/>
    <w:rsid w:val="00722453"/>
    <w:rsid w:val="00722538"/>
    <w:rsid w:val="007227B1"/>
    <w:rsid w:val="007228F2"/>
    <w:rsid w:val="00722AD0"/>
    <w:rsid w:val="00722B5B"/>
    <w:rsid w:val="007230BB"/>
    <w:rsid w:val="007231D7"/>
    <w:rsid w:val="00723D24"/>
    <w:rsid w:val="00724116"/>
    <w:rsid w:val="007246FD"/>
    <w:rsid w:val="00724FC9"/>
    <w:rsid w:val="00724FFE"/>
    <w:rsid w:val="00725167"/>
    <w:rsid w:val="00725BD7"/>
    <w:rsid w:val="00726187"/>
    <w:rsid w:val="00726563"/>
    <w:rsid w:val="007269FB"/>
    <w:rsid w:val="00726B69"/>
    <w:rsid w:val="0072722C"/>
    <w:rsid w:val="0072774C"/>
    <w:rsid w:val="00727A2C"/>
    <w:rsid w:val="00727A4D"/>
    <w:rsid w:val="00727D6E"/>
    <w:rsid w:val="00730A78"/>
    <w:rsid w:val="00730D66"/>
    <w:rsid w:val="007314C5"/>
    <w:rsid w:val="00731A13"/>
    <w:rsid w:val="00731CAB"/>
    <w:rsid w:val="00731EE5"/>
    <w:rsid w:val="00732193"/>
    <w:rsid w:val="00732B62"/>
    <w:rsid w:val="00732C70"/>
    <w:rsid w:val="00732DBF"/>
    <w:rsid w:val="00733600"/>
    <w:rsid w:val="00733F18"/>
    <w:rsid w:val="00733FF6"/>
    <w:rsid w:val="0073451C"/>
    <w:rsid w:val="007350DC"/>
    <w:rsid w:val="007353B4"/>
    <w:rsid w:val="0073546A"/>
    <w:rsid w:val="00735A01"/>
    <w:rsid w:val="007367AF"/>
    <w:rsid w:val="00736938"/>
    <w:rsid w:val="00736C85"/>
    <w:rsid w:val="00736DBA"/>
    <w:rsid w:val="00740839"/>
    <w:rsid w:val="00740BFA"/>
    <w:rsid w:val="00740EB3"/>
    <w:rsid w:val="0074115B"/>
    <w:rsid w:val="0074194C"/>
    <w:rsid w:val="00741B32"/>
    <w:rsid w:val="00741F86"/>
    <w:rsid w:val="00742065"/>
    <w:rsid w:val="00742769"/>
    <w:rsid w:val="00742871"/>
    <w:rsid w:val="00742A01"/>
    <w:rsid w:val="00742F17"/>
    <w:rsid w:val="00742FC6"/>
    <w:rsid w:val="007434DD"/>
    <w:rsid w:val="00743521"/>
    <w:rsid w:val="007438B3"/>
    <w:rsid w:val="007438CA"/>
    <w:rsid w:val="00743AE3"/>
    <w:rsid w:val="0074404F"/>
    <w:rsid w:val="00744427"/>
    <w:rsid w:val="0074468F"/>
    <w:rsid w:val="00745054"/>
    <w:rsid w:val="0074561A"/>
    <w:rsid w:val="0074586F"/>
    <w:rsid w:val="00746102"/>
    <w:rsid w:val="00746411"/>
    <w:rsid w:val="0074698C"/>
    <w:rsid w:val="00746A4F"/>
    <w:rsid w:val="00746CA1"/>
    <w:rsid w:val="00746F8E"/>
    <w:rsid w:val="00747082"/>
    <w:rsid w:val="007472A3"/>
    <w:rsid w:val="00747767"/>
    <w:rsid w:val="00747A73"/>
    <w:rsid w:val="007501CB"/>
    <w:rsid w:val="0075098A"/>
    <w:rsid w:val="00750DDE"/>
    <w:rsid w:val="007514AF"/>
    <w:rsid w:val="00751BB9"/>
    <w:rsid w:val="00751E54"/>
    <w:rsid w:val="007520B6"/>
    <w:rsid w:val="007525D9"/>
    <w:rsid w:val="0075280E"/>
    <w:rsid w:val="00752D33"/>
    <w:rsid w:val="00752E69"/>
    <w:rsid w:val="007538EB"/>
    <w:rsid w:val="00753EED"/>
    <w:rsid w:val="00754BC1"/>
    <w:rsid w:val="007550E8"/>
    <w:rsid w:val="00755B79"/>
    <w:rsid w:val="00756359"/>
    <w:rsid w:val="007563D3"/>
    <w:rsid w:val="00756C24"/>
    <w:rsid w:val="00756F0B"/>
    <w:rsid w:val="00757409"/>
    <w:rsid w:val="007575A0"/>
    <w:rsid w:val="007576EC"/>
    <w:rsid w:val="00757A1C"/>
    <w:rsid w:val="00761075"/>
    <w:rsid w:val="00761627"/>
    <w:rsid w:val="0076189C"/>
    <w:rsid w:val="00761D26"/>
    <w:rsid w:val="00762377"/>
    <w:rsid w:val="00762A2E"/>
    <w:rsid w:val="00762BB4"/>
    <w:rsid w:val="00762C41"/>
    <w:rsid w:val="00764154"/>
    <w:rsid w:val="0076499F"/>
    <w:rsid w:val="00764AC1"/>
    <w:rsid w:val="007650F5"/>
    <w:rsid w:val="00765497"/>
    <w:rsid w:val="00765AA1"/>
    <w:rsid w:val="00765BE6"/>
    <w:rsid w:val="00765FF6"/>
    <w:rsid w:val="0076617F"/>
    <w:rsid w:val="00766431"/>
    <w:rsid w:val="00766830"/>
    <w:rsid w:val="00766AE3"/>
    <w:rsid w:val="00766B3B"/>
    <w:rsid w:val="00766C81"/>
    <w:rsid w:val="00766EE0"/>
    <w:rsid w:val="0076724C"/>
    <w:rsid w:val="007676F3"/>
    <w:rsid w:val="007679B4"/>
    <w:rsid w:val="00767A23"/>
    <w:rsid w:val="00767CF0"/>
    <w:rsid w:val="00770528"/>
    <w:rsid w:val="007706D0"/>
    <w:rsid w:val="00771CB0"/>
    <w:rsid w:val="0077209D"/>
    <w:rsid w:val="007732C0"/>
    <w:rsid w:val="00773630"/>
    <w:rsid w:val="007737D8"/>
    <w:rsid w:val="00774424"/>
    <w:rsid w:val="0077452E"/>
    <w:rsid w:val="00774AB5"/>
    <w:rsid w:val="00775134"/>
    <w:rsid w:val="007758B2"/>
    <w:rsid w:val="00775D2E"/>
    <w:rsid w:val="00776CCF"/>
    <w:rsid w:val="00777151"/>
    <w:rsid w:val="00777302"/>
    <w:rsid w:val="00777A5C"/>
    <w:rsid w:val="00777E44"/>
    <w:rsid w:val="007801F8"/>
    <w:rsid w:val="007802CC"/>
    <w:rsid w:val="00780492"/>
    <w:rsid w:val="007804DC"/>
    <w:rsid w:val="0078055E"/>
    <w:rsid w:val="007805C2"/>
    <w:rsid w:val="00780A52"/>
    <w:rsid w:val="007810DB"/>
    <w:rsid w:val="00781918"/>
    <w:rsid w:val="00781A42"/>
    <w:rsid w:val="00781DE8"/>
    <w:rsid w:val="00782111"/>
    <w:rsid w:val="00782121"/>
    <w:rsid w:val="00782897"/>
    <w:rsid w:val="00782C8F"/>
    <w:rsid w:val="00782F7B"/>
    <w:rsid w:val="00783151"/>
    <w:rsid w:val="00783BFA"/>
    <w:rsid w:val="00783C20"/>
    <w:rsid w:val="007846BB"/>
    <w:rsid w:val="00784A2E"/>
    <w:rsid w:val="00784D02"/>
    <w:rsid w:val="00784F95"/>
    <w:rsid w:val="007855AF"/>
    <w:rsid w:val="00785804"/>
    <w:rsid w:val="00785C47"/>
    <w:rsid w:val="0078611F"/>
    <w:rsid w:val="00786A1B"/>
    <w:rsid w:val="00786A9C"/>
    <w:rsid w:val="00787090"/>
    <w:rsid w:val="007875E7"/>
    <w:rsid w:val="0078796F"/>
    <w:rsid w:val="00787AE2"/>
    <w:rsid w:val="00787D8C"/>
    <w:rsid w:val="00790EAA"/>
    <w:rsid w:val="00791357"/>
    <w:rsid w:val="0079178F"/>
    <w:rsid w:val="007919AE"/>
    <w:rsid w:val="00791AEC"/>
    <w:rsid w:val="00791D7D"/>
    <w:rsid w:val="00791F33"/>
    <w:rsid w:val="00792F4A"/>
    <w:rsid w:val="00792F78"/>
    <w:rsid w:val="007937DB"/>
    <w:rsid w:val="007948BC"/>
    <w:rsid w:val="00794BEE"/>
    <w:rsid w:val="00794D7F"/>
    <w:rsid w:val="00795A43"/>
    <w:rsid w:val="00795EB9"/>
    <w:rsid w:val="00795F5D"/>
    <w:rsid w:val="007960D3"/>
    <w:rsid w:val="007962FB"/>
    <w:rsid w:val="00796DD0"/>
    <w:rsid w:val="007973B0"/>
    <w:rsid w:val="0079770F"/>
    <w:rsid w:val="0079777A"/>
    <w:rsid w:val="0079796A"/>
    <w:rsid w:val="007A04A8"/>
    <w:rsid w:val="007A1C4E"/>
    <w:rsid w:val="007A1CE6"/>
    <w:rsid w:val="007A2331"/>
    <w:rsid w:val="007A2533"/>
    <w:rsid w:val="007A301F"/>
    <w:rsid w:val="007A32F8"/>
    <w:rsid w:val="007A37AC"/>
    <w:rsid w:val="007A3801"/>
    <w:rsid w:val="007A3C82"/>
    <w:rsid w:val="007A405D"/>
    <w:rsid w:val="007A49BD"/>
    <w:rsid w:val="007A4DFB"/>
    <w:rsid w:val="007A50B0"/>
    <w:rsid w:val="007A5101"/>
    <w:rsid w:val="007A636C"/>
    <w:rsid w:val="007A65E8"/>
    <w:rsid w:val="007A65F1"/>
    <w:rsid w:val="007A71AE"/>
    <w:rsid w:val="007A7343"/>
    <w:rsid w:val="007A75C7"/>
    <w:rsid w:val="007A7786"/>
    <w:rsid w:val="007A7888"/>
    <w:rsid w:val="007B078D"/>
    <w:rsid w:val="007B07A0"/>
    <w:rsid w:val="007B0920"/>
    <w:rsid w:val="007B10EF"/>
    <w:rsid w:val="007B2AAC"/>
    <w:rsid w:val="007B3062"/>
    <w:rsid w:val="007B3DB7"/>
    <w:rsid w:val="007B423A"/>
    <w:rsid w:val="007B4277"/>
    <w:rsid w:val="007B59D1"/>
    <w:rsid w:val="007B5C77"/>
    <w:rsid w:val="007B5F8A"/>
    <w:rsid w:val="007B61E8"/>
    <w:rsid w:val="007B74AE"/>
    <w:rsid w:val="007B7506"/>
    <w:rsid w:val="007B7996"/>
    <w:rsid w:val="007B7C93"/>
    <w:rsid w:val="007C000D"/>
    <w:rsid w:val="007C00D7"/>
    <w:rsid w:val="007C0153"/>
    <w:rsid w:val="007C02F0"/>
    <w:rsid w:val="007C0A7B"/>
    <w:rsid w:val="007C1056"/>
    <w:rsid w:val="007C1D44"/>
    <w:rsid w:val="007C29F1"/>
    <w:rsid w:val="007C335C"/>
    <w:rsid w:val="007C33BB"/>
    <w:rsid w:val="007C3469"/>
    <w:rsid w:val="007C3629"/>
    <w:rsid w:val="007C38DD"/>
    <w:rsid w:val="007C4128"/>
    <w:rsid w:val="007C4341"/>
    <w:rsid w:val="007C4F6D"/>
    <w:rsid w:val="007C51FB"/>
    <w:rsid w:val="007C530F"/>
    <w:rsid w:val="007C56F2"/>
    <w:rsid w:val="007C57A3"/>
    <w:rsid w:val="007C58D6"/>
    <w:rsid w:val="007C5AEF"/>
    <w:rsid w:val="007C5B69"/>
    <w:rsid w:val="007C5C33"/>
    <w:rsid w:val="007C61BA"/>
    <w:rsid w:val="007C62D2"/>
    <w:rsid w:val="007C63F3"/>
    <w:rsid w:val="007C6B26"/>
    <w:rsid w:val="007C6FA1"/>
    <w:rsid w:val="007C78C9"/>
    <w:rsid w:val="007C7921"/>
    <w:rsid w:val="007D0A7E"/>
    <w:rsid w:val="007D0C8F"/>
    <w:rsid w:val="007D1649"/>
    <w:rsid w:val="007D33EF"/>
    <w:rsid w:val="007D34EC"/>
    <w:rsid w:val="007D4031"/>
    <w:rsid w:val="007D43FA"/>
    <w:rsid w:val="007D4922"/>
    <w:rsid w:val="007D5159"/>
    <w:rsid w:val="007D5B9B"/>
    <w:rsid w:val="007D5DBA"/>
    <w:rsid w:val="007D6013"/>
    <w:rsid w:val="007D6BED"/>
    <w:rsid w:val="007D6FBE"/>
    <w:rsid w:val="007D7596"/>
    <w:rsid w:val="007D767B"/>
    <w:rsid w:val="007D786D"/>
    <w:rsid w:val="007E00D2"/>
    <w:rsid w:val="007E02CB"/>
    <w:rsid w:val="007E043B"/>
    <w:rsid w:val="007E04AB"/>
    <w:rsid w:val="007E0CCA"/>
    <w:rsid w:val="007E1056"/>
    <w:rsid w:val="007E1D11"/>
    <w:rsid w:val="007E2230"/>
    <w:rsid w:val="007E2359"/>
    <w:rsid w:val="007E28D5"/>
    <w:rsid w:val="007E2EC7"/>
    <w:rsid w:val="007E3034"/>
    <w:rsid w:val="007E35F3"/>
    <w:rsid w:val="007E38DA"/>
    <w:rsid w:val="007E392D"/>
    <w:rsid w:val="007E42A3"/>
    <w:rsid w:val="007E493E"/>
    <w:rsid w:val="007E4B08"/>
    <w:rsid w:val="007E4D77"/>
    <w:rsid w:val="007E586C"/>
    <w:rsid w:val="007E6777"/>
    <w:rsid w:val="007E6D84"/>
    <w:rsid w:val="007E6F60"/>
    <w:rsid w:val="007E6F64"/>
    <w:rsid w:val="007E74BD"/>
    <w:rsid w:val="007E7738"/>
    <w:rsid w:val="007E77DB"/>
    <w:rsid w:val="007E7973"/>
    <w:rsid w:val="007E7DC8"/>
    <w:rsid w:val="007E7E0B"/>
    <w:rsid w:val="007F00CF"/>
    <w:rsid w:val="007F0503"/>
    <w:rsid w:val="007F0621"/>
    <w:rsid w:val="007F06B1"/>
    <w:rsid w:val="007F0761"/>
    <w:rsid w:val="007F0CF5"/>
    <w:rsid w:val="007F1387"/>
    <w:rsid w:val="007F1A6D"/>
    <w:rsid w:val="007F1BF5"/>
    <w:rsid w:val="007F2183"/>
    <w:rsid w:val="007F26EB"/>
    <w:rsid w:val="007F28D4"/>
    <w:rsid w:val="007F2CC2"/>
    <w:rsid w:val="007F3273"/>
    <w:rsid w:val="007F35CE"/>
    <w:rsid w:val="007F3809"/>
    <w:rsid w:val="007F380B"/>
    <w:rsid w:val="007F3A53"/>
    <w:rsid w:val="007F3DA0"/>
    <w:rsid w:val="007F3F54"/>
    <w:rsid w:val="007F4405"/>
    <w:rsid w:val="007F54A7"/>
    <w:rsid w:val="007F5908"/>
    <w:rsid w:val="007F5A74"/>
    <w:rsid w:val="007F5D28"/>
    <w:rsid w:val="007F5E49"/>
    <w:rsid w:val="007F5FF5"/>
    <w:rsid w:val="007F6416"/>
    <w:rsid w:val="007F64F3"/>
    <w:rsid w:val="007F66DD"/>
    <w:rsid w:val="007F73E8"/>
    <w:rsid w:val="007F74FA"/>
    <w:rsid w:val="007F7845"/>
    <w:rsid w:val="007F7BA4"/>
    <w:rsid w:val="007F7CE7"/>
    <w:rsid w:val="0080010D"/>
    <w:rsid w:val="008004C9"/>
    <w:rsid w:val="008007DD"/>
    <w:rsid w:val="00800B77"/>
    <w:rsid w:val="00800F42"/>
    <w:rsid w:val="0080236C"/>
    <w:rsid w:val="008024E7"/>
    <w:rsid w:val="00802629"/>
    <w:rsid w:val="00802B32"/>
    <w:rsid w:val="0080360E"/>
    <w:rsid w:val="008037C1"/>
    <w:rsid w:val="00803C59"/>
    <w:rsid w:val="00803F9D"/>
    <w:rsid w:val="008043F7"/>
    <w:rsid w:val="00804CB5"/>
    <w:rsid w:val="00804E52"/>
    <w:rsid w:val="00804E8A"/>
    <w:rsid w:val="00804F0C"/>
    <w:rsid w:val="008053D0"/>
    <w:rsid w:val="0080562D"/>
    <w:rsid w:val="008058E0"/>
    <w:rsid w:val="00805969"/>
    <w:rsid w:val="00805D3D"/>
    <w:rsid w:val="00805E86"/>
    <w:rsid w:val="00806206"/>
    <w:rsid w:val="00806416"/>
    <w:rsid w:val="0080675C"/>
    <w:rsid w:val="008069F3"/>
    <w:rsid w:val="00806A68"/>
    <w:rsid w:val="00806D55"/>
    <w:rsid w:val="008071E8"/>
    <w:rsid w:val="008075D5"/>
    <w:rsid w:val="008076D2"/>
    <w:rsid w:val="0080789A"/>
    <w:rsid w:val="0081014B"/>
    <w:rsid w:val="008108BD"/>
    <w:rsid w:val="008112F8"/>
    <w:rsid w:val="0081165F"/>
    <w:rsid w:val="008118CB"/>
    <w:rsid w:val="00811BE5"/>
    <w:rsid w:val="0081251D"/>
    <w:rsid w:val="00812A70"/>
    <w:rsid w:val="00812EB5"/>
    <w:rsid w:val="00813013"/>
    <w:rsid w:val="0081337A"/>
    <w:rsid w:val="00813604"/>
    <w:rsid w:val="008137FC"/>
    <w:rsid w:val="008159AD"/>
    <w:rsid w:val="008159BF"/>
    <w:rsid w:val="00815E6E"/>
    <w:rsid w:val="00817DCB"/>
    <w:rsid w:val="008205F4"/>
    <w:rsid w:val="00820C1F"/>
    <w:rsid w:val="00820CDF"/>
    <w:rsid w:val="00820F44"/>
    <w:rsid w:val="008214F2"/>
    <w:rsid w:val="00821A89"/>
    <w:rsid w:val="00821C49"/>
    <w:rsid w:val="00822204"/>
    <w:rsid w:val="00822A10"/>
    <w:rsid w:val="00823713"/>
    <w:rsid w:val="0082384E"/>
    <w:rsid w:val="00823F4D"/>
    <w:rsid w:val="0082404E"/>
    <w:rsid w:val="008241F8"/>
    <w:rsid w:val="008243D6"/>
    <w:rsid w:val="008249AE"/>
    <w:rsid w:val="008252B9"/>
    <w:rsid w:val="0082550A"/>
    <w:rsid w:val="00825B18"/>
    <w:rsid w:val="00825D73"/>
    <w:rsid w:val="008268B0"/>
    <w:rsid w:val="00826EE7"/>
    <w:rsid w:val="00827470"/>
    <w:rsid w:val="0082758B"/>
    <w:rsid w:val="00827B11"/>
    <w:rsid w:val="00827DFA"/>
    <w:rsid w:val="00830258"/>
    <w:rsid w:val="008305CB"/>
    <w:rsid w:val="00830BF8"/>
    <w:rsid w:val="0083123B"/>
    <w:rsid w:val="00831705"/>
    <w:rsid w:val="008317A5"/>
    <w:rsid w:val="008317BE"/>
    <w:rsid w:val="00831B8A"/>
    <w:rsid w:val="00831F41"/>
    <w:rsid w:val="0083202A"/>
    <w:rsid w:val="0083218C"/>
    <w:rsid w:val="00832ABE"/>
    <w:rsid w:val="00832B78"/>
    <w:rsid w:val="0083377A"/>
    <w:rsid w:val="00833979"/>
    <w:rsid w:val="00833AED"/>
    <w:rsid w:val="00833B51"/>
    <w:rsid w:val="00833E27"/>
    <w:rsid w:val="00834AD6"/>
    <w:rsid w:val="00835C66"/>
    <w:rsid w:val="00835D9F"/>
    <w:rsid w:val="008361E4"/>
    <w:rsid w:val="008364CD"/>
    <w:rsid w:val="008366B7"/>
    <w:rsid w:val="00836B93"/>
    <w:rsid w:val="00836DA3"/>
    <w:rsid w:val="008370C5"/>
    <w:rsid w:val="0083757B"/>
    <w:rsid w:val="00837747"/>
    <w:rsid w:val="00837858"/>
    <w:rsid w:val="008378ED"/>
    <w:rsid w:val="00837E37"/>
    <w:rsid w:val="00840087"/>
    <w:rsid w:val="00840BBE"/>
    <w:rsid w:val="0084114F"/>
    <w:rsid w:val="0084141F"/>
    <w:rsid w:val="00841958"/>
    <w:rsid w:val="00841968"/>
    <w:rsid w:val="008419E9"/>
    <w:rsid w:val="0084204F"/>
    <w:rsid w:val="00842705"/>
    <w:rsid w:val="008427CF"/>
    <w:rsid w:val="00842B0C"/>
    <w:rsid w:val="00842BCE"/>
    <w:rsid w:val="0084321E"/>
    <w:rsid w:val="008432C1"/>
    <w:rsid w:val="008433EF"/>
    <w:rsid w:val="00843C7A"/>
    <w:rsid w:val="00843CD4"/>
    <w:rsid w:val="00843FA7"/>
    <w:rsid w:val="00843FFB"/>
    <w:rsid w:val="008447C8"/>
    <w:rsid w:val="00844D0A"/>
    <w:rsid w:val="008450E3"/>
    <w:rsid w:val="0084519C"/>
    <w:rsid w:val="008451F3"/>
    <w:rsid w:val="008452D1"/>
    <w:rsid w:val="008453B5"/>
    <w:rsid w:val="00845562"/>
    <w:rsid w:val="00845AFF"/>
    <w:rsid w:val="00845E44"/>
    <w:rsid w:val="0084650F"/>
    <w:rsid w:val="00846AFB"/>
    <w:rsid w:val="00846F7E"/>
    <w:rsid w:val="00846FE6"/>
    <w:rsid w:val="00847101"/>
    <w:rsid w:val="00850451"/>
    <w:rsid w:val="008504C3"/>
    <w:rsid w:val="0085083C"/>
    <w:rsid w:val="008508D3"/>
    <w:rsid w:val="00850AAD"/>
    <w:rsid w:val="00850E33"/>
    <w:rsid w:val="00851BDB"/>
    <w:rsid w:val="00851C0F"/>
    <w:rsid w:val="00852E58"/>
    <w:rsid w:val="00853C4D"/>
    <w:rsid w:val="008546EB"/>
    <w:rsid w:val="00855417"/>
    <w:rsid w:val="008556C3"/>
    <w:rsid w:val="00855B61"/>
    <w:rsid w:val="00855EAC"/>
    <w:rsid w:val="0085606B"/>
    <w:rsid w:val="00856718"/>
    <w:rsid w:val="008568DA"/>
    <w:rsid w:val="00856940"/>
    <w:rsid w:val="00856A22"/>
    <w:rsid w:val="00856D1B"/>
    <w:rsid w:val="00856D66"/>
    <w:rsid w:val="00856ED1"/>
    <w:rsid w:val="00856FD7"/>
    <w:rsid w:val="00857952"/>
    <w:rsid w:val="00860722"/>
    <w:rsid w:val="00860A58"/>
    <w:rsid w:val="00860BCA"/>
    <w:rsid w:val="00861068"/>
    <w:rsid w:val="0086121D"/>
    <w:rsid w:val="008613C1"/>
    <w:rsid w:val="008617CC"/>
    <w:rsid w:val="0086187D"/>
    <w:rsid w:val="00861F10"/>
    <w:rsid w:val="00863316"/>
    <w:rsid w:val="0086395F"/>
    <w:rsid w:val="00863A87"/>
    <w:rsid w:val="00863C95"/>
    <w:rsid w:val="00863D26"/>
    <w:rsid w:val="008645CA"/>
    <w:rsid w:val="0086468A"/>
    <w:rsid w:val="00864991"/>
    <w:rsid w:val="00864BF5"/>
    <w:rsid w:val="00865007"/>
    <w:rsid w:val="00865460"/>
    <w:rsid w:val="008657CB"/>
    <w:rsid w:val="0086591B"/>
    <w:rsid w:val="00865F4C"/>
    <w:rsid w:val="008665A9"/>
    <w:rsid w:val="00866642"/>
    <w:rsid w:val="0086683E"/>
    <w:rsid w:val="00866AB5"/>
    <w:rsid w:val="00866E92"/>
    <w:rsid w:val="008672FB"/>
    <w:rsid w:val="0086755B"/>
    <w:rsid w:val="00867D36"/>
    <w:rsid w:val="00870DB8"/>
    <w:rsid w:val="00871242"/>
    <w:rsid w:val="008719D8"/>
    <w:rsid w:val="0087200D"/>
    <w:rsid w:val="00872408"/>
    <w:rsid w:val="0087249F"/>
    <w:rsid w:val="00872D92"/>
    <w:rsid w:val="00873DCA"/>
    <w:rsid w:val="00874657"/>
    <w:rsid w:val="00874C4F"/>
    <w:rsid w:val="00875960"/>
    <w:rsid w:val="00875AC2"/>
    <w:rsid w:val="00876029"/>
    <w:rsid w:val="008760E7"/>
    <w:rsid w:val="008762ED"/>
    <w:rsid w:val="0087630D"/>
    <w:rsid w:val="00876324"/>
    <w:rsid w:val="00876B6A"/>
    <w:rsid w:val="00877286"/>
    <w:rsid w:val="008773DE"/>
    <w:rsid w:val="00877886"/>
    <w:rsid w:val="00877B4E"/>
    <w:rsid w:val="00880066"/>
    <w:rsid w:val="0088024E"/>
    <w:rsid w:val="00880333"/>
    <w:rsid w:val="00880813"/>
    <w:rsid w:val="0088084E"/>
    <w:rsid w:val="00880A2E"/>
    <w:rsid w:val="00880B20"/>
    <w:rsid w:val="008815BD"/>
    <w:rsid w:val="00881A44"/>
    <w:rsid w:val="00881B54"/>
    <w:rsid w:val="008820A1"/>
    <w:rsid w:val="008822B2"/>
    <w:rsid w:val="0088233E"/>
    <w:rsid w:val="00882453"/>
    <w:rsid w:val="008829B5"/>
    <w:rsid w:val="008829C1"/>
    <w:rsid w:val="00883119"/>
    <w:rsid w:val="008834A4"/>
    <w:rsid w:val="00883506"/>
    <w:rsid w:val="0088350F"/>
    <w:rsid w:val="0088412E"/>
    <w:rsid w:val="00884517"/>
    <w:rsid w:val="00884871"/>
    <w:rsid w:val="00884EA3"/>
    <w:rsid w:val="008858B9"/>
    <w:rsid w:val="00885E46"/>
    <w:rsid w:val="008867DD"/>
    <w:rsid w:val="00886B2E"/>
    <w:rsid w:val="00886EC9"/>
    <w:rsid w:val="00887945"/>
    <w:rsid w:val="008879BB"/>
    <w:rsid w:val="008907EC"/>
    <w:rsid w:val="00890889"/>
    <w:rsid w:val="00891570"/>
    <w:rsid w:val="008916CB"/>
    <w:rsid w:val="00891B51"/>
    <w:rsid w:val="008923F5"/>
    <w:rsid w:val="00892C3C"/>
    <w:rsid w:val="00892EEF"/>
    <w:rsid w:val="00892F5B"/>
    <w:rsid w:val="008931F3"/>
    <w:rsid w:val="00893A57"/>
    <w:rsid w:val="00894D30"/>
    <w:rsid w:val="008956C0"/>
    <w:rsid w:val="00895847"/>
    <w:rsid w:val="00895AD4"/>
    <w:rsid w:val="00895B4C"/>
    <w:rsid w:val="00895BB0"/>
    <w:rsid w:val="008960B8"/>
    <w:rsid w:val="008963F3"/>
    <w:rsid w:val="008969A2"/>
    <w:rsid w:val="00897A28"/>
    <w:rsid w:val="00897A9E"/>
    <w:rsid w:val="008A09E8"/>
    <w:rsid w:val="008A0B01"/>
    <w:rsid w:val="008A1006"/>
    <w:rsid w:val="008A1149"/>
    <w:rsid w:val="008A1343"/>
    <w:rsid w:val="008A156F"/>
    <w:rsid w:val="008A16EC"/>
    <w:rsid w:val="008A1F79"/>
    <w:rsid w:val="008A25A5"/>
    <w:rsid w:val="008A2C60"/>
    <w:rsid w:val="008A3280"/>
    <w:rsid w:val="008A3A17"/>
    <w:rsid w:val="008A4351"/>
    <w:rsid w:val="008A4CBA"/>
    <w:rsid w:val="008A538F"/>
    <w:rsid w:val="008A53B0"/>
    <w:rsid w:val="008A55D6"/>
    <w:rsid w:val="008A5D00"/>
    <w:rsid w:val="008A620D"/>
    <w:rsid w:val="008A6417"/>
    <w:rsid w:val="008A725B"/>
    <w:rsid w:val="008A72C7"/>
    <w:rsid w:val="008A751D"/>
    <w:rsid w:val="008A78DD"/>
    <w:rsid w:val="008A7ED0"/>
    <w:rsid w:val="008B0A84"/>
    <w:rsid w:val="008B0EF9"/>
    <w:rsid w:val="008B101B"/>
    <w:rsid w:val="008B207E"/>
    <w:rsid w:val="008B2507"/>
    <w:rsid w:val="008B2AE2"/>
    <w:rsid w:val="008B42AA"/>
    <w:rsid w:val="008B4494"/>
    <w:rsid w:val="008B482D"/>
    <w:rsid w:val="008B4FE9"/>
    <w:rsid w:val="008B51A8"/>
    <w:rsid w:val="008B604E"/>
    <w:rsid w:val="008B61DD"/>
    <w:rsid w:val="008B659C"/>
    <w:rsid w:val="008B6777"/>
    <w:rsid w:val="008B7158"/>
    <w:rsid w:val="008B71CF"/>
    <w:rsid w:val="008B7463"/>
    <w:rsid w:val="008B76BF"/>
    <w:rsid w:val="008C01E6"/>
    <w:rsid w:val="008C0ED4"/>
    <w:rsid w:val="008C0FF4"/>
    <w:rsid w:val="008C1698"/>
    <w:rsid w:val="008C1CE4"/>
    <w:rsid w:val="008C1D34"/>
    <w:rsid w:val="008C2216"/>
    <w:rsid w:val="008C2633"/>
    <w:rsid w:val="008C29F9"/>
    <w:rsid w:val="008C2E55"/>
    <w:rsid w:val="008C2E9E"/>
    <w:rsid w:val="008C3A4D"/>
    <w:rsid w:val="008C3E78"/>
    <w:rsid w:val="008C3F44"/>
    <w:rsid w:val="008C400B"/>
    <w:rsid w:val="008C48CD"/>
    <w:rsid w:val="008C52C6"/>
    <w:rsid w:val="008C5460"/>
    <w:rsid w:val="008C63DC"/>
    <w:rsid w:val="008C64B1"/>
    <w:rsid w:val="008C64E1"/>
    <w:rsid w:val="008C6B35"/>
    <w:rsid w:val="008C6DFB"/>
    <w:rsid w:val="008C73DC"/>
    <w:rsid w:val="008C7552"/>
    <w:rsid w:val="008C7CD2"/>
    <w:rsid w:val="008C7DE2"/>
    <w:rsid w:val="008D002C"/>
    <w:rsid w:val="008D0496"/>
    <w:rsid w:val="008D0663"/>
    <w:rsid w:val="008D0818"/>
    <w:rsid w:val="008D0F69"/>
    <w:rsid w:val="008D0FFF"/>
    <w:rsid w:val="008D131C"/>
    <w:rsid w:val="008D14F7"/>
    <w:rsid w:val="008D1545"/>
    <w:rsid w:val="008D1C41"/>
    <w:rsid w:val="008D2262"/>
    <w:rsid w:val="008D2456"/>
    <w:rsid w:val="008D25C0"/>
    <w:rsid w:val="008D29FF"/>
    <w:rsid w:val="008D2C95"/>
    <w:rsid w:val="008D37E1"/>
    <w:rsid w:val="008D3D00"/>
    <w:rsid w:val="008D3E4C"/>
    <w:rsid w:val="008D3FB7"/>
    <w:rsid w:val="008D440F"/>
    <w:rsid w:val="008D4860"/>
    <w:rsid w:val="008D51EE"/>
    <w:rsid w:val="008D520F"/>
    <w:rsid w:val="008D5337"/>
    <w:rsid w:val="008D584F"/>
    <w:rsid w:val="008D5F84"/>
    <w:rsid w:val="008D6702"/>
    <w:rsid w:val="008D6B73"/>
    <w:rsid w:val="008D7009"/>
    <w:rsid w:val="008D7250"/>
    <w:rsid w:val="008D78B8"/>
    <w:rsid w:val="008D78C4"/>
    <w:rsid w:val="008D7E33"/>
    <w:rsid w:val="008D7F46"/>
    <w:rsid w:val="008E0414"/>
    <w:rsid w:val="008E118E"/>
    <w:rsid w:val="008E1370"/>
    <w:rsid w:val="008E1522"/>
    <w:rsid w:val="008E1688"/>
    <w:rsid w:val="008E187C"/>
    <w:rsid w:val="008E24FC"/>
    <w:rsid w:val="008E26E1"/>
    <w:rsid w:val="008E2AB4"/>
    <w:rsid w:val="008E2B13"/>
    <w:rsid w:val="008E351E"/>
    <w:rsid w:val="008E3C23"/>
    <w:rsid w:val="008E3E2E"/>
    <w:rsid w:val="008E4C81"/>
    <w:rsid w:val="008E4F1D"/>
    <w:rsid w:val="008E53AD"/>
    <w:rsid w:val="008E5CEA"/>
    <w:rsid w:val="008E6183"/>
    <w:rsid w:val="008E6550"/>
    <w:rsid w:val="008E68E3"/>
    <w:rsid w:val="008E6CA9"/>
    <w:rsid w:val="008E7131"/>
    <w:rsid w:val="008E7268"/>
    <w:rsid w:val="008E72D3"/>
    <w:rsid w:val="008E7390"/>
    <w:rsid w:val="008E7567"/>
    <w:rsid w:val="008E7E86"/>
    <w:rsid w:val="008F0FCB"/>
    <w:rsid w:val="008F1339"/>
    <w:rsid w:val="008F1CF1"/>
    <w:rsid w:val="008F1F7F"/>
    <w:rsid w:val="008F23A7"/>
    <w:rsid w:val="008F2C71"/>
    <w:rsid w:val="008F330E"/>
    <w:rsid w:val="008F3457"/>
    <w:rsid w:val="008F3486"/>
    <w:rsid w:val="008F3DB7"/>
    <w:rsid w:val="008F45C0"/>
    <w:rsid w:val="008F4614"/>
    <w:rsid w:val="008F4ED0"/>
    <w:rsid w:val="008F4FD0"/>
    <w:rsid w:val="008F5D8B"/>
    <w:rsid w:val="008F5F0A"/>
    <w:rsid w:val="008F68C1"/>
    <w:rsid w:val="008F705F"/>
    <w:rsid w:val="008F79A1"/>
    <w:rsid w:val="008F7A8C"/>
    <w:rsid w:val="008F7C25"/>
    <w:rsid w:val="008F7E20"/>
    <w:rsid w:val="008F7E7D"/>
    <w:rsid w:val="00900523"/>
    <w:rsid w:val="00900AE1"/>
    <w:rsid w:val="00900D55"/>
    <w:rsid w:val="00901080"/>
    <w:rsid w:val="009013B4"/>
    <w:rsid w:val="00901752"/>
    <w:rsid w:val="00901FE3"/>
    <w:rsid w:val="009020A3"/>
    <w:rsid w:val="00902163"/>
    <w:rsid w:val="00902A63"/>
    <w:rsid w:val="00902B15"/>
    <w:rsid w:val="00902E08"/>
    <w:rsid w:val="00903142"/>
    <w:rsid w:val="00903B49"/>
    <w:rsid w:val="00903BF7"/>
    <w:rsid w:val="0090452B"/>
    <w:rsid w:val="0090465E"/>
    <w:rsid w:val="0090472B"/>
    <w:rsid w:val="009052CC"/>
    <w:rsid w:val="009052EF"/>
    <w:rsid w:val="009058E2"/>
    <w:rsid w:val="00905D99"/>
    <w:rsid w:val="00905EAF"/>
    <w:rsid w:val="00905EB4"/>
    <w:rsid w:val="00906042"/>
    <w:rsid w:val="00906553"/>
    <w:rsid w:val="00906A6D"/>
    <w:rsid w:val="00906AC4"/>
    <w:rsid w:val="00906C88"/>
    <w:rsid w:val="00906D16"/>
    <w:rsid w:val="00906E23"/>
    <w:rsid w:val="009074A7"/>
    <w:rsid w:val="00907556"/>
    <w:rsid w:val="00910050"/>
    <w:rsid w:val="009103A1"/>
    <w:rsid w:val="009103D5"/>
    <w:rsid w:val="0091050C"/>
    <w:rsid w:val="0091096C"/>
    <w:rsid w:val="00910BF7"/>
    <w:rsid w:val="00910DC9"/>
    <w:rsid w:val="0091137D"/>
    <w:rsid w:val="00911633"/>
    <w:rsid w:val="00911E30"/>
    <w:rsid w:val="009125EC"/>
    <w:rsid w:val="00912E11"/>
    <w:rsid w:val="0091333A"/>
    <w:rsid w:val="00913572"/>
    <w:rsid w:val="0091361A"/>
    <w:rsid w:val="0091399B"/>
    <w:rsid w:val="00913AB7"/>
    <w:rsid w:val="00913C8E"/>
    <w:rsid w:val="00913E93"/>
    <w:rsid w:val="00913F3C"/>
    <w:rsid w:val="00913F93"/>
    <w:rsid w:val="0091457F"/>
    <w:rsid w:val="009154DA"/>
    <w:rsid w:val="0091593F"/>
    <w:rsid w:val="00916349"/>
    <w:rsid w:val="0091646B"/>
    <w:rsid w:val="009172AC"/>
    <w:rsid w:val="00917FDF"/>
    <w:rsid w:val="009209D0"/>
    <w:rsid w:val="009209E4"/>
    <w:rsid w:val="00920B47"/>
    <w:rsid w:val="0092122F"/>
    <w:rsid w:val="009215E0"/>
    <w:rsid w:val="0092194F"/>
    <w:rsid w:val="00921C65"/>
    <w:rsid w:val="009220ED"/>
    <w:rsid w:val="00922290"/>
    <w:rsid w:val="00922804"/>
    <w:rsid w:val="00922885"/>
    <w:rsid w:val="00922B83"/>
    <w:rsid w:val="00922C6B"/>
    <w:rsid w:val="0092312C"/>
    <w:rsid w:val="009239D5"/>
    <w:rsid w:val="009241E0"/>
    <w:rsid w:val="009246FD"/>
    <w:rsid w:val="00924BCF"/>
    <w:rsid w:val="00925589"/>
    <w:rsid w:val="009259BF"/>
    <w:rsid w:val="00925A45"/>
    <w:rsid w:val="00925E9E"/>
    <w:rsid w:val="0092680B"/>
    <w:rsid w:val="00926C80"/>
    <w:rsid w:val="00927524"/>
    <w:rsid w:val="00927894"/>
    <w:rsid w:val="00927A64"/>
    <w:rsid w:val="00927B4A"/>
    <w:rsid w:val="0093072A"/>
    <w:rsid w:val="00930844"/>
    <w:rsid w:val="00930AD1"/>
    <w:rsid w:val="00930B55"/>
    <w:rsid w:val="00930E17"/>
    <w:rsid w:val="00930E50"/>
    <w:rsid w:val="00931158"/>
    <w:rsid w:val="0093171C"/>
    <w:rsid w:val="00931814"/>
    <w:rsid w:val="00931A66"/>
    <w:rsid w:val="00931BC4"/>
    <w:rsid w:val="0093271E"/>
    <w:rsid w:val="00932D76"/>
    <w:rsid w:val="00933212"/>
    <w:rsid w:val="00933C26"/>
    <w:rsid w:val="00934855"/>
    <w:rsid w:val="0093495F"/>
    <w:rsid w:val="00934BB6"/>
    <w:rsid w:val="00934D56"/>
    <w:rsid w:val="00934DD1"/>
    <w:rsid w:val="00934E52"/>
    <w:rsid w:val="00935922"/>
    <w:rsid w:val="00935F86"/>
    <w:rsid w:val="0093656C"/>
    <w:rsid w:val="00936A4F"/>
    <w:rsid w:val="00937132"/>
    <w:rsid w:val="009373C8"/>
    <w:rsid w:val="009376A2"/>
    <w:rsid w:val="009378E9"/>
    <w:rsid w:val="00940345"/>
    <w:rsid w:val="00940F1A"/>
    <w:rsid w:val="00941822"/>
    <w:rsid w:val="009419E8"/>
    <w:rsid w:val="0094278A"/>
    <w:rsid w:val="00942794"/>
    <w:rsid w:val="00942796"/>
    <w:rsid w:val="00942C62"/>
    <w:rsid w:val="00942E2A"/>
    <w:rsid w:val="00942EC0"/>
    <w:rsid w:val="009431C2"/>
    <w:rsid w:val="0094352B"/>
    <w:rsid w:val="0094356B"/>
    <w:rsid w:val="00943A21"/>
    <w:rsid w:val="00943BA5"/>
    <w:rsid w:val="00943BE9"/>
    <w:rsid w:val="009440B6"/>
    <w:rsid w:val="009442DC"/>
    <w:rsid w:val="00944701"/>
    <w:rsid w:val="00945357"/>
    <w:rsid w:val="00945609"/>
    <w:rsid w:val="009456EB"/>
    <w:rsid w:val="00945AAA"/>
    <w:rsid w:val="00946305"/>
    <w:rsid w:val="0094689C"/>
    <w:rsid w:val="00946E83"/>
    <w:rsid w:val="00947AC4"/>
    <w:rsid w:val="00950702"/>
    <w:rsid w:val="00951136"/>
    <w:rsid w:val="009516D5"/>
    <w:rsid w:val="009523A8"/>
    <w:rsid w:val="00952458"/>
    <w:rsid w:val="00952B6C"/>
    <w:rsid w:val="0095301B"/>
    <w:rsid w:val="00953638"/>
    <w:rsid w:val="0095364E"/>
    <w:rsid w:val="0095372F"/>
    <w:rsid w:val="00953BAB"/>
    <w:rsid w:val="009546A6"/>
    <w:rsid w:val="00954AB4"/>
    <w:rsid w:val="00955370"/>
    <w:rsid w:val="009555A9"/>
    <w:rsid w:val="00955666"/>
    <w:rsid w:val="009558DC"/>
    <w:rsid w:val="00956371"/>
    <w:rsid w:val="009569E3"/>
    <w:rsid w:val="0095737E"/>
    <w:rsid w:val="0095738F"/>
    <w:rsid w:val="00957CDB"/>
    <w:rsid w:val="0096022C"/>
    <w:rsid w:val="00960772"/>
    <w:rsid w:val="00960C7B"/>
    <w:rsid w:val="00960E83"/>
    <w:rsid w:val="009619A2"/>
    <w:rsid w:val="00961DFD"/>
    <w:rsid w:val="009622F4"/>
    <w:rsid w:val="00962759"/>
    <w:rsid w:val="00962770"/>
    <w:rsid w:val="009634F5"/>
    <w:rsid w:val="00964392"/>
    <w:rsid w:val="0096482E"/>
    <w:rsid w:val="00964C48"/>
    <w:rsid w:val="00964C70"/>
    <w:rsid w:val="00964ECB"/>
    <w:rsid w:val="00965831"/>
    <w:rsid w:val="0096593E"/>
    <w:rsid w:val="00966116"/>
    <w:rsid w:val="0096625B"/>
    <w:rsid w:val="00966277"/>
    <w:rsid w:val="009662ED"/>
    <w:rsid w:val="00966506"/>
    <w:rsid w:val="0096677E"/>
    <w:rsid w:val="00966929"/>
    <w:rsid w:val="00966D71"/>
    <w:rsid w:val="00970184"/>
    <w:rsid w:val="00970314"/>
    <w:rsid w:val="009708A1"/>
    <w:rsid w:val="009709B7"/>
    <w:rsid w:val="00971BBC"/>
    <w:rsid w:val="0097237A"/>
    <w:rsid w:val="00972929"/>
    <w:rsid w:val="00972C9C"/>
    <w:rsid w:val="00972E6A"/>
    <w:rsid w:val="0097405F"/>
    <w:rsid w:val="00974322"/>
    <w:rsid w:val="009747F8"/>
    <w:rsid w:val="009749A0"/>
    <w:rsid w:val="00974F2D"/>
    <w:rsid w:val="00975094"/>
    <w:rsid w:val="009753ED"/>
    <w:rsid w:val="0097548E"/>
    <w:rsid w:val="009765EA"/>
    <w:rsid w:val="0097692C"/>
    <w:rsid w:val="00976B6E"/>
    <w:rsid w:val="0097742E"/>
    <w:rsid w:val="009776AA"/>
    <w:rsid w:val="0097784A"/>
    <w:rsid w:val="0097794F"/>
    <w:rsid w:val="00980063"/>
    <w:rsid w:val="00980341"/>
    <w:rsid w:val="00980EBA"/>
    <w:rsid w:val="0098116B"/>
    <w:rsid w:val="00981532"/>
    <w:rsid w:val="0098163A"/>
    <w:rsid w:val="009816C9"/>
    <w:rsid w:val="0098182C"/>
    <w:rsid w:val="009819B0"/>
    <w:rsid w:val="00981CB9"/>
    <w:rsid w:val="00981DCF"/>
    <w:rsid w:val="009834A4"/>
    <w:rsid w:val="00983772"/>
    <w:rsid w:val="00983DE5"/>
    <w:rsid w:val="0098434D"/>
    <w:rsid w:val="00984685"/>
    <w:rsid w:val="009847CC"/>
    <w:rsid w:val="00984ADF"/>
    <w:rsid w:val="00984BD4"/>
    <w:rsid w:val="0098529F"/>
    <w:rsid w:val="00985FB1"/>
    <w:rsid w:val="00986614"/>
    <w:rsid w:val="009872F1"/>
    <w:rsid w:val="009877DE"/>
    <w:rsid w:val="00987C67"/>
    <w:rsid w:val="00987FA6"/>
    <w:rsid w:val="009904A8"/>
    <w:rsid w:val="009917AA"/>
    <w:rsid w:val="00992113"/>
    <w:rsid w:val="009923FB"/>
    <w:rsid w:val="0099258A"/>
    <w:rsid w:val="0099286E"/>
    <w:rsid w:val="00992B1D"/>
    <w:rsid w:val="00992C65"/>
    <w:rsid w:val="00992D84"/>
    <w:rsid w:val="00992E91"/>
    <w:rsid w:val="0099369C"/>
    <w:rsid w:val="00993906"/>
    <w:rsid w:val="00993927"/>
    <w:rsid w:val="00993B9C"/>
    <w:rsid w:val="00994837"/>
    <w:rsid w:val="00994EFF"/>
    <w:rsid w:val="00995123"/>
    <w:rsid w:val="009951B3"/>
    <w:rsid w:val="00995DC5"/>
    <w:rsid w:val="00995E8D"/>
    <w:rsid w:val="0099629D"/>
    <w:rsid w:val="0099695F"/>
    <w:rsid w:val="00997108"/>
    <w:rsid w:val="0099781C"/>
    <w:rsid w:val="00997914"/>
    <w:rsid w:val="00997AF8"/>
    <w:rsid w:val="00997E27"/>
    <w:rsid w:val="00997FB5"/>
    <w:rsid w:val="009A0344"/>
    <w:rsid w:val="009A09DE"/>
    <w:rsid w:val="009A1D69"/>
    <w:rsid w:val="009A1DBB"/>
    <w:rsid w:val="009A1E79"/>
    <w:rsid w:val="009A2013"/>
    <w:rsid w:val="009A20A7"/>
    <w:rsid w:val="009A22EB"/>
    <w:rsid w:val="009A246C"/>
    <w:rsid w:val="009A25A4"/>
    <w:rsid w:val="009A2AFE"/>
    <w:rsid w:val="009A2BAA"/>
    <w:rsid w:val="009A2E18"/>
    <w:rsid w:val="009A2EE0"/>
    <w:rsid w:val="009A31A7"/>
    <w:rsid w:val="009A3AE0"/>
    <w:rsid w:val="009A3BD5"/>
    <w:rsid w:val="009A48B9"/>
    <w:rsid w:val="009A4D82"/>
    <w:rsid w:val="009A5720"/>
    <w:rsid w:val="009A6782"/>
    <w:rsid w:val="009A6A2C"/>
    <w:rsid w:val="009A6D6E"/>
    <w:rsid w:val="009A7186"/>
    <w:rsid w:val="009A7881"/>
    <w:rsid w:val="009A797C"/>
    <w:rsid w:val="009A7F6E"/>
    <w:rsid w:val="009A7F79"/>
    <w:rsid w:val="009B0663"/>
    <w:rsid w:val="009B0867"/>
    <w:rsid w:val="009B0993"/>
    <w:rsid w:val="009B0AFE"/>
    <w:rsid w:val="009B0F94"/>
    <w:rsid w:val="009B126D"/>
    <w:rsid w:val="009B1615"/>
    <w:rsid w:val="009B1A2E"/>
    <w:rsid w:val="009B20C8"/>
    <w:rsid w:val="009B21A3"/>
    <w:rsid w:val="009B2271"/>
    <w:rsid w:val="009B29F8"/>
    <w:rsid w:val="009B3363"/>
    <w:rsid w:val="009B38EC"/>
    <w:rsid w:val="009B3AC9"/>
    <w:rsid w:val="009B3AD8"/>
    <w:rsid w:val="009B4799"/>
    <w:rsid w:val="009B4AFC"/>
    <w:rsid w:val="009B5345"/>
    <w:rsid w:val="009B5AB7"/>
    <w:rsid w:val="009B5D91"/>
    <w:rsid w:val="009B5E3E"/>
    <w:rsid w:val="009B5F0E"/>
    <w:rsid w:val="009B6017"/>
    <w:rsid w:val="009B627F"/>
    <w:rsid w:val="009B64A6"/>
    <w:rsid w:val="009B64BC"/>
    <w:rsid w:val="009B6EF1"/>
    <w:rsid w:val="009B70C1"/>
    <w:rsid w:val="009B75FB"/>
    <w:rsid w:val="009B7DA4"/>
    <w:rsid w:val="009C05B8"/>
    <w:rsid w:val="009C0885"/>
    <w:rsid w:val="009C098A"/>
    <w:rsid w:val="009C11EB"/>
    <w:rsid w:val="009C1550"/>
    <w:rsid w:val="009C173C"/>
    <w:rsid w:val="009C1F9C"/>
    <w:rsid w:val="009C21D7"/>
    <w:rsid w:val="009C2509"/>
    <w:rsid w:val="009C2AF5"/>
    <w:rsid w:val="009C32BE"/>
    <w:rsid w:val="009C33AF"/>
    <w:rsid w:val="009C3CDB"/>
    <w:rsid w:val="009C3F0D"/>
    <w:rsid w:val="009C4202"/>
    <w:rsid w:val="009C4E4D"/>
    <w:rsid w:val="009C4E51"/>
    <w:rsid w:val="009C51B9"/>
    <w:rsid w:val="009C5279"/>
    <w:rsid w:val="009C53B7"/>
    <w:rsid w:val="009C5AB4"/>
    <w:rsid w:val="009C5B20"/>
    <w:rsid w:val="009C6566"/>
    <w:rsid w:val="009C673E"/>
    <w:rsid w:val="009C6BA7"/>
    <w:rsid w:val="009C6BF9"/>
    <w:rsid w:val="009C6E6E"/>
    <w:rsid w:val="009C75A8"/>
    <w:rsid w:val="009C7DF7"/>
    <w:rsid w:val="009C7E98"/>
    <w:rsid w:val="009D03F6"/>
    <w:rsid w:val="009D075D"/>
    <w:rsid w:val="009D0B8B"/>
    <w:rsid w:val="009D0BE2"/>
    <w:rsid w:val="009D0D34"/>
    <w:rsid w:val="009D0E64"/>
    <w:rsid w:val="009D1924"/>
    <w:rsid w:val="009D1C2C"/>
    <w:rsid w:val="009D1C7A"/>
    <w:rsid w:val="009D2925"/>
    <w:rsid w:val="009D2B26"/>
    <w:rsid w:val="009D2E5B"/>
    <w:rsid w:val="009D3833"/>
    <w:rsid w:val="009D3A37"/>
    <w:rsid w:val="009D3E88"/>
    <w:rsid w:val="009D40AE"/>
    <w:rsid w:val="009D4777"/>
    <w:rsid w:val="009D4C63"/>
    <w:rsid w:val="009D4C6F"/>
    <w:rsid w:val="009D509C"/>
    <w:rsid w:val="009D5320"/>
    <w:rsid w:val="009D56A6"/>
    <w:rsid w:val="009D5974"/>
    <w:rsid w:val="009D685A"/>
    <w:rsid w:val="009D6A3D"/>
    <w:rsid w:val="009D6B1B"/>
    <w:rsid w:val="009D6BB4"/>
    <w:rsid w:val="009D6C29"/>
    <w:rsid w:val="009D6E53"/>
    <w:rsid w:val="009D7D86"/>
    <w:rsid w:val="009E0A48"/>
    <w:rsid w:val="009E0D64"/>
    <w:rsid w:val="009E0D9D"/>
    <w:rsid w:val="009E0F8C"/>
    <w:rsid w:val="009E146B"/>
    <w:rsid w:val="009E153B"/>
    <w:rsid w:val="009E1648"/>
    <w:rsid w:val="009E1C44"/>
    <w:rsid w:val="009E1EB9"/>
    <w:rsid w:val="009E1F10"/>
    <w:rsid w:val="009E3207"/>
    <w:rsid w:val="009E367F"/>
    <w:rsid w:val="009E37FC"/>
    <w:rsid w:val="009E38BA"/>
    <w:rsid w:val="009E3A9E"/>
    <w:rsid w:val="009E3ADA"/>
    <w:rsid w:val="009E3D68"/>
    <w:rsid w:val="009E3DD9"/>
    <w:rsid w:val="009E44ED"/>
    <w:rsid w:val="009E4819"/>
    <w:rsid w:val="009E49DB"/>
    <w:rsid w:val="009E4E8B"/>
    <w:rsid w:val="009E4F05"/>
    <w:rsid w:val="009E5043"/>
    <w:rsid w:val="009E5117"/>
    <w:rsid w:val="009E5146"/>
    <w:rsid w:val="009E5828"/>
    <w:rsid w:val="009E5E69"/>
    <w:rsid w:val="009E652F"/>
    <w:rsid w:val="009E6EC8"/>
    <w:rsid w:val="009E725E"/>
    <w:rsid w:val="009E749B"/>
    <w:rsid w:val="009E76DB"/>
    <w:rsid w:val="009F0117"/>
    <w:rsid w:val="009F01EE"/>
    <w:rsid w:val="009F0C3F"/>
    <w:rsid w:val="009F1794"/>
    <w:rsid w:val="009F185E"/>
    <w:rsid w:val="009F1F6F"/>
    <w:rsid w:val="009F32C2"/>
    <w:rsid w:val="009F3A41"/>
    <w:rsid w:val="009F3E42"/>
    <w:rsid w:val="009F3E84"/>
    <w:rsid w:val="009F41D3"/>
    <w:rsid w:val="009F4CFE"/>
    <w:rsid w:val="009F5319"/>
    <w:rsid w:val="009F625D"/>
    <w:rsid w:val="009F672C"/>
    <w:rsid w:val="009F7052"/>
    <w:rsid w:val="009F7629"/>
    <w:rsid w:val="009F775E"/>
    <w:rsid w:val="009F77CB"/>
    <w:rsid w:val="009F7CE8"/>
    <w:rsid w:val="009F7F5C"/>
    <w:rsid w:val="00A0005F"/>
    <w:rsid w:val="00A001CF"/>
    <w:rsid w:val="00A00F44"/>
    <w:rsid w:val="00A0118A"/>
    <w:rsid w:val="00A01227"/>
    <w:rsid w:val="00A01331"/>
    <w:rsid w:val="00A0181E"/>
    <w:rsid w:val="00A01FB6"/>
    <w:rsid w:val="00A02106"/>
    <w:rsid w:val="00A02856"/>
    <w:rsid w:val="00A028EC"/>
    <w:rsid w:val="00A0297E"/>
    <w:rsid w:val="00A02AFF"/>
    <w:rsid w:val="00A02B35"/>
    <w:rsid w:val="00A036A9"/>
    <w:rsid w:val="00A036C5"/>
    <w:rsid w:val="00A038CD"/>
    <w:rsid w:val="00A03EEE"/>
    <w:rsid w:val="00A048AE"/>
    <w:rsid w:val="00A06217"/>
    <w:rsid w:val="00A064B1"/>
    <w:rsid w:val="00A06547"/>
    <w:rsid w:val="00A06CF3"/>
    <w:rsid w:val="00A06E95"/>
    <w:rsid w:val="00A07382"/>
    <w:rsid w:val="00A07938"/>
    <w:rsid w:val="00A10091"/>
    <w:rsid w:val="00A10200"/>
    <w:rsid w:val="00A105A3"/>
    <w:rsid w:val="00A10664"/>
    <w:rsid w:val="00A10732"/>
    <w:rsid w:val="00A10D71"/>
    <w:rsid w:val="00A111CE"/>
    <w:rsid w:val="00A1163B"/>
    <w:rsid w:val="00A11676"/>
    <w:rsid w:val="00A116A0"/>
    <w:rsid w:val="00A11957"/>
    <w:rsid w:val="00A11A80"/>
    <w:rsid w:val="00A11BB7"/>
    <w:rsid w:val="00A11C5F"/>
    <w:rsid w:val="00A11FB2"/>
    <w:rsid w:val="00A12265"/>
    <w:rsid w:val="00A129D5"/>
    <w:rsid w:val="00A12CB5"/>
    <w:rsid w:val="00A12F83"/>
    <w:rsid w:val="00A12F8E"/>
    <w:rsid w:val="00A130EF"/>
    <w:rsid w:val="00A13313"/>
    <w:rsid w:val="00A136C6"/>
    <w:rsid w:val="00A13A85"/>
    <w:rsid w:val="00A13C1E"/>
    <w:rsid w:val="00A13FDF"/>
    <w:rsid w:val="00A1405F"/>
    <w:rsid w:val="00A1407C"/>
    <w:rsid w:val="00A14562"/>
    <w:rsid w:val="00A148C4"/>
    <w:rsid w:val="00A14B8A"/>
    <w:rsid w:val="00A14E68"/>
    <w:rsid w:val="00A15631"/>
    <w:rsid w:val="00A15C09"/>
    <w:rsid w:val="00A16C9C"/>
    <w:rsid w:val="00A17024"/>
    <w:rsid w:val="00A20195"/>
    <w:rsid w:val="00A2058B"/>
    <w:rsid w:val="00A20C00"/>
    <w:rsid w:val="00A20D8F"/>
    <w:rsid w:val="00A20ECF"/>
    <w:rsid w:val="00A211B1"/>
    <w:rsid w:val="00A212A7"/>
    <w:rsid w:val="00A213A5"/>
    <w:rsid w:val="00A21D87"/>
    <w:rsid w:val="00A2204D"/>
    <w:rsid w:val="00A22067"/>
    <w:rsid w:val="00A2234D"/>
    <w:rsid w:val="00A22559"/>
    <w:rsid w:val="00A2264B"/>
    <w:rsid w:val="00A227DF"/>
    <w:rsid w:val="00A228D9"/>
    <w:rsid w:val="00A22DCB"/>
    <w:rsid w:val="00A22EE7"/>
    <w:rsid w:val="00A253C1"/>
    <w:rsid w:val="00A25DB0"/>
    <w:rsid w:val="00A26175"/>
    <w:rsid w:val="00A261E4"/>
    <w:rsid w:val="00A265A1"/>
    <w:rsid w:val="00A26A0D"/>
    <w:rsid w:val="00A26B5C"/>
    <w:rsid w:val="00A26D68"/>
    <w:rsid w:val="00A26FD8"/>
    <w:rsid w:val="00A26FE6"/>
    <w:rsid w:val="00A270F3"/>
    <w:rsid w:val="00A27163"/>
    <w:rsid w:val="00A3039B"/>
    <w:rsid w:val="00A30448"/>
    <w:rsid w:val="00A305A4"/>
    <w:rsid w:val="00A307E4"/>
    <w:rsid w:val="00A314DC"/>
    <w:rsid w:val="00A319B1"/>
    <w:rsid w:val="00A31A9D"/>
    <w:rsid w:val="00A31AD0"/>
    <w:rsid w:val="00A31F79"/>
    <w:rsid w:val="00A3208B"/>
    <w:rsid w:val="00A32495"/>
    <w:rsid w:val="00A32551"/>
    <w:rsid w:val="00A33AF9"/>
    <w:rsid w:val="00A33B4E"/>
    <w:rsid w:val="00A34639"/>
    <w:rsid w:val="00A349C6"/>
    <w:rsid w:val="00A34A95"/>
    <w:rsid w:val="00A34DBF"/>
    <w:rsid w:val="00A35228"/>
    <w:rsid w:val="00A35BA3"/>
    <w:rsid w:val="00A35C30"/>
    <w:rsid w:val="00A35E3A"/>
    <w:rsid w:val="00A3634C"/>
    <w:rsid w:val="00A36D1B"/>
    <w:rsid w:val="00A370B8"/>
    <w:rsid w:val="00A37B23"/>
    <w:rsid w:val="00A37E65"/>
    <w:rsid w:val="00A406B8"/>
    <w:rsid w:val="00A40D47"/>
    <w:rsid w:val="00A414CB"/>
    <w:rsid w:val="00A41B97"/>
    <w:rsid w:val="00A41C1D"/>
    <w:rsid w:val="00A42399"/>
    <w:rsid w:val="00A4262B"/>
    <w:rsid w:val="00A4294E"/>
    <w:rsid w:val="00A42A72"/>
    <w:rsid w:val="00A433BF"/>
    <w:rsid w:val="00A44154"/>
    <w:rsid w:val="00A44D3C"/>
    <w:rsid w:val="00A44DA3"/>
    <w:rsid w:val="00A45157"/>
    <w:rsid w:val="00A45478"/>
    <w:rsid w:val="00A45705"/>
    <w:rsid w:val="00A458F4"/>
    <w:rsid w:val="00A46897"/>
    <w:rsid w:val="00A46A56"/>
    <w:rsid w:val="00A46D38"/>
    <w:rsid w:val="00A473E9"/>
    <w:rsid w:val="00A474C7"/>
    <w:rsid w:val="00A47636"/>
    <w:rsid w:val="00A5020A"/>
    <w:rsid w:val="00A50460"/>
    <w:rsid w:val="00A50F24"/>
    <w:rsid w:val="00A51002"/>
    <w:rsid w:val="00A5117E"/>
    <w:rsid w:val="00A513F1"/>
    <w:rsid w:val="00A5140F"/>
    <w:rsid w:val="00A516B7"/>
    <w:rsid w:val="00A51C50"/>
    <w:rsid w:val="00A51D18"/>
    <w:rsid w:val="00A51E5A"/>
    <w:rsid w:val="00A51EC6"/>
    <w:rsid w:val="00A520ED"/>
    <w:rsid w:val="00A52104"/>
    <w:rsid w:val="00A52165"/>
    <w:rsid w:val="00A526A1"/>
    <w:rsid w:val="00A52815"/>
    <w:rsid w:val="00A52A32"/>
    <w:rsid w:val="00A52B5F"/>
    <w:rsid w:val="00A5338A"/>
    <w:rsid w:val="00A53D21"/>
    <w:rsid w:val="00A54C32"/>
    <w:rsid w:val="00A55286"/>
    <w:rsid w:val="00A557B0"/>
    <w:rsid w:val="00A55C0B"/>
    <w:rsid w:val="00A56571"/>
    <w:rsid w:val="00A56574"/>
    <w:rsid w:val="00A56667"/>
    <w:rsid w:val="00A571DC"/>
    <w:rsid w:val="00A575DD"/>
    <w:rsid w:val="00A57A3C"/>
    <w:rsid w:val="00A60106"/>
    <w:rsid w:val="00A6056D"/>
    <w:rsid w:val="00A60592"/>
    <w:rsid w:val="00A60710"/>
    <w:rsid w:val="00A60EE0"/>
    <w:rsid w:val="00A611EF"/>
    <w:rsid w:val="00A6143C"/>
    <w:rsid w:val="00A61512"/>
    <w:rsid w:val="00A61F98"/>
    <w:rsid w:val="00A6240D"/>
    <w:rsid w:val="00A62AD5"/>
    <w:rsid w:val="00A62B99"/>
    <w:rsid w:val="00A62F9E"/>
    <w:rsid w:val="00A63174"/>
    <w:rsid w:val="00A638BD"/>
    <w:rsid w:val="00A6408E"/>
    <w:rsid w:val="00A647B7"/>
    <w:rsid w:val="00A64AAE"/>
    <w:rsid w:val="00A64DB6"/>
    <w:rsid w:val="00A65D63"/>
    <w:rsid w:val="00A66DEA"/>
    <w:rsid w:val="00A66FC0"/>
    <w:rsid w:val="00A67BE6"/>
    <w:rsid w:val="00A67BEC"/>
    <w:rsid w:val="00A67D7E"/>
    <w:rsid w:val="00A67DF1"/>
    <w:rsid w:val="00A67F22"/>
    <w:rsid w:val="00A702F8"/>
    <w:rsid w:val="00A7095A"/>
    <w:rsid w:val="00A70D70"/>
    <w:rsid w:val="00A71822"/>
    <w:rsid w:val="00A71E6B"/>
    <w:rsid w:val="00A7269D"/>
    <w:rsid w:val="00A72795"/>
    <w:rsid w:val="00A7284D"/>
    <w:rsid w:val="00A729DB"/>
    <w:rsid w:val="00A73A50"/>
    <w:rsid w:val="00A749F7"/>
    <w:rsid w:val="00A754EF"/>
    <w:rsid w:val="00A75F64"/>
    <w:rsid w:val="00A76142"/>
    <w:rsid w:val="00A7645B"/>
    <w:rsid w:val="00A76DB2"/>
    <w:rsid w:val="00A77E9D"/>
    <w:rsid w:val="00A80307"/>
    <w:rsid w:val="00A8043A"/>
    <w:rsid w:val="00A80819"/>
    <w:rsid w:val="00A81B44"/>
    <w:rsid w:val="00A81F99"/>
    <w:rsid w:val="00A820E2"/>
    <w:rsid w:val="00A82854"/>
    <w:rsid w:val="00A8315D"/>
    <w:rsid w:val="00A8416E"/>
    <w:rsid w:val="00A843FF"/>
    <w:rsid w:val="00A84BE7"/>
    <w:rsid w:val="00A84EFF"/>
    <w:rsid w:val="00A8506A"/>
    <w:rsid w:val="00A850B0"/>
    <w:rsid w:val="00A852A2"/>
    <w:rsid w:val="00A85E11"/>
    <w:rsid w:val="00A85F0B"/>
    <w:rsid w:val="00A8602F"/>
    <w:rsid w:val="00A86203"/>
    <w:rsid w:val="00A866BD"/>
    <w:rsid w:val="00A867DB"/>
    <w:rsid w:val="00A86A02"/>
    <w:rsid w:val="00A86C15"/>
    <w:rsid w:val="00A873A9"/>
    <w:rsid w:val="00A9041C"/>
    <w:rsid w:val="00A905EA"/>
    <w:rsid w:val="00A90654"/>
    <w:rsid w:val="00A90E1C"/>
    <w:rsid w:val="00A9167D"/>
    <w:rsid w:val="00A91B43"/>
    <w:rsid w:val="00A91D1B"/>
    <w:rsid w:val="00A92113"/>
    <w:rsid w:val="00A929F7"/>
    <w:rsid w:val="00A9313F"/>
    <w:rsid w:val="00A93244"/>
    <w:rsid w:val="00A93869"/>
    <w:rsid w:val="00A93AAB"/>
    <w:rsid w:val="00A93C51"/>
    <w:rsid w:val="00A943FA"/>
    <w:rsid w:val="00A944A0"/>
    <w:rsid w:val="00A94E4C"/>
    <w:rsid w:val="00A95858"/>
    <w:rsid w:val="00A95AE8"/>
    <w:rsid w:val="00A95F9E"/>
    <w:rsid w:val="00A962A9"/>
    <w:rsid w:val="00A9640C"/>
    <w:rsid w:val="00A966B1"/>
    <w:rsid w:val="00A96916"/>
    <w:rsid w:val="00A96A66"/>
    <w:rsid w:val="00A96C02"/>
    <w:rsid w:val="00A97099"/>
    <w:rsid w:val="00A97C66"/>
    <w:rsid w:val="00A97CA8"/>
    <w:rsid w:val="00AA005B"/>
    <w:rsid w:val="00AA08D2"/>
    <w:rsid w:val="00AA0B4C"/>
    <w:rsid w:val="00AA0C3C"/>
    <w:rsid w:val="00AA0D1F"/>
    <w:rsid w:val="00AA0D44"/>
    <w:rsid w:val="00AA0D49"/>
    <w:rsid w:val="00AA193A"/>
    <w:rsid w:val="00AA198A"/>
    <w:rsid w:val="00AA1A6B"/>
    <w:rsid w:val="00AA2A96"/>
    <w:rsid w:val="00AA2D7B"/>
    <w:rsid w:val="00AA3114"/>
    <w:rsid w:val="00AA3118"/>
    <w:rsid w:val="00AA324F"/>
    <w:rsid w:val="00AA344B"/>
    <w:rsid w:val="00AA3939"/>
    <w:rsid w:val="00AA4525"/>
    <w:rsid w:val="00AA458B"/>
    <w:rsid w:val="00AA4887"/>
    <w:rsid w:val="00AA5CF8"/>
    <w:rsid w:val="00AA6270"/>
    <w:rsid w:val="00AA6CF3"/>
    <w:rsid w:val="00AA6EE5"/>
    <w:rsid w:val="00AA73B2"/>
    <w:rsid w:val="00AA7619"/>
    <w:rsid w:val="00AA7A5A"/>
    <w:rsid w:val="00AA7C87"/>
    <w:rsid w:val="00AA7F3A"/>
    <w:rsid w:val="00AB0187"/>
    <w:rsid w:val="00AB0252"/>
    <w:rsid w:val="00AB0C6A"/>
    <w:rsid w:val="00AB0CFF"/>
    <w:rsid w:val="00AB0F13"/>
    <w:rsid w:val="00AB1063"/>
    <w:rsid w:val="00AB18B9"/>
    <w:rsid w:val="00AB1AE9"/>
    <w:rsid w:val="00AB1BF9"/>
    <w:rsid w:val="00AB1BFD"/>
    <w:rsid w:val="00AB1F3F"/>
    <w:rsid w:val="00AB2064"/>
    <w:rsid w:val="00AB264A"/>
    <w:rsid w:val="00AB28CF"/>
    <w:rsid w:val="00AB28DA"/>
    <w:rsid w:val="00AB2D71"/>
    <w:rsid w:val="00AB2F50"/>
    <w:rsid w:val="00AB31F8"/>
    <w:rsid w:val="00AB368E"/>
    <w:rsid w:val="00AB3E65"/>
    <w:rsid w:val="00AB41B0"/>
    <w:rsid w:val="00AB4495"/>
    <w:rsid w:val="00AB4834"/>
    <w:rsid w:val="00AB52F1"/>
    <w:rsid w:val="00AB56A3"/>
    <w:rsid w:val="00AB6BA6"/>
    <w:rsid w:val="00AB75D0"/>
    <w:rsid w:val="00AB78B2"/>
    <w:rsid w:val="00AB7BF7"/>
    <w:rsid w:val="00AB7F68"/>
    <w:rsid w:val="00AC02EC"/>
    <w:rsid w:val="00AC070D"/>
    <w:rsid w:val="00AC0882"/>
    <w:rsid w:val="00AC0BAC"/>
    <w:rsid w:val="00AC16ED"/>
    <w:rsid w:val="00AC1ED0"/>
    <w:rsid w:val="00AC1EDC"/>
    <w:rsid w:val="00AC2202"/>
    <w:rsid w:val="00AC25FC"/>
    <w:rsid w:val="00AC260D"/>
    <w:rsid w:val="00AC2AA0"/>
    <w:rsid w:val="00AC2EBC"/>
    <w:rsid w:val="00AC3381"/>
    <w:rsid w:val="00AC37BF"/>
    <w:rsid w:val="00AC3E88"/>
    <w:rsid w:val="00AC41C5"/>
    <w:rsid w:val="00AC4279"/>
    <w:rsid w:val="00AC4EF1"/>
    <w:rsid w:val="00AC4F4C"/>
    <w:rsid w:val="00AC500B"/>
    <w:rsid w:val="00AC512C"/>
    <w:rsid w:val="00AC5745"/>
    <w:rsid w:val="00AC5937"/>
    <w:rsid w:val="00AC5B58"/>
    <w:rsid w:val="00AC5C52"/>
    <w:rsid w:val="00AC5DAC"/>
    <w:rsid w:val="00AC5E27"/>
    <w:rsid w:val="00AC5FBF"/>
    <w:rsid w:val="00AC615D"/>
    <w:rsid w:val="00AC6536"/>
    <w:rsid w:val="00AC7DFB"/>
    <w:rsid w:val="00AC7F3E"/>
    <w:rsid w:val="00AC7F76"/>
    <w:rsid w:val="00AD0FE5"/>
    <w:rsid w:val="00AD22E5"/>
    <w:rsid w:val="00AD2AFA"/>
    <w:rsid w:val="00AD2CB9"/>
    <w:rsid w:val="00AD3556"/>
    <w:rsid w:val="00AD36A0"/>
    <w:rsid w:val="00AD3AB8"/>
    <w:rsid w:val="00AD3ADA"/>
    <w:rsid w:val="00AD3AFD"/>
    <w:rsid w:val="00AD42F5"/>
    <w:rsid w:val="00AD449D"/>
    <w:rsid w:val="00AD4646"/>
    <w:rsid w:val="00AD4B73"/>
    <w:rsid w:val="00AD539D"/>
    <w:rsid w:val="00AD5C7D"/>
    <w:rsid w:val="00AD5F16"/>
    <w:rsid w:val="00AD60DF"/>
    <w:rsid w:val="00AD6119"/>
    <w:rsid w:val="00AD6153"/>
    <w:rsid w:val="00AD632D"/>
    <w:rsid w:val="00AD63B6"/>
    <w:rsid w:val="00AD656E"/>
    <w:rsid w:val="00AD6656"/>
    <w:rsid w:val="00AD6D7D"/>
    <w:rsid w:val="00AD754B"/>
    <w:rsid w:val="00AD787F"/>
    <w:rsid w:val="00AD7E5E"/>
    <w:rsid w:val="00AD7FB2"/>
    <w:rsid w:val="00AE0332"/>
    <w:rsid w:val="00AE057F"/>
    <w:rsid w:val="00AE0C72"/>
    <w:rsid w:val="00AE0EC7"/>
    <w:rsid w:val="00AE1373"/>
    <w:rsid w:val="00AE1596"/>
    <w:rsid w:val="00AE15EB"/>
    <w:rsid w:val="00AE15EF"/>
    <w:rsid w:val="00AE1DB5"/>
    <w:rsid w:val="00AE1E66"/>
    <w:rsid w:val="00AE2803"/>
    <w:rsid w:val="00AE2F09"/>
    <w:rsid w:val="00AE3577"/>
    <w:rsid w:val="00AE35DB"/>
    <w:rsid w:val="00AE3CAB"/>
    <w:rsid w:val="00AE3E17"/>
    <w:rsid w:val="00AE3F06"/>
    <w:rsid w:val="00AE4016"/>
    <w:rsid w:val="00AE435F"/>
    <w:rsid w:val="00AE47F6"/>
    <w:rsid w:val="00AE4997"/>
    <w:rsid w:val="00AE544D"/>
    <w:rsid w:val="00AE5E21"/>
    <w:rsid w:val="00AE5F6E"/>
    <w:rsid w:val="00AE65CC"/>
    <w:rsid w:val="00AE6DD1"/>
    <w:rsid w:val="00AE70B6"/>
    <w:rsid w:val="00AE724D"/>
    <w:rsid w:val="00AE764B"/>
    <w:rsid w:val="00AE7AD9"/>
    <w:rsid w:val="00AF04C6"/>
    <w:rsid w:val="00AF106D"/>
    <w:rsid w:val="00AF1077"/>
    <w:rsid w:val="00AF17A8"/>
    <w:rsid w:val="00AF1D72"/>
    <w:rsid w:val="00AF2212"/>
    <w:rsid w:val="00AF2301"/>
    <w:rsid w:val="00AF2347"/>
    <w:rsid w:val="00AF2386"/>
    <w:rsid w:val="00AF2755"/>
    <w:rsid w:val="00AF2920"/>
    <w:rsid w:val="00AF37B3"/>
    <w:rsid w:val="00AF3AC8"/>
    <w:rsid w:val="00AF3ACB"/>
    <w:rsid w:val="00AF415B"/>
    <w:rsid w:val="00AF45A7"/>
    <w:rsid w:val="00AF4808"/>
    <w:rsid w:val="00AF4EA5"/>
    <w:rsid w:val="00AF5195"/>
    <w:rsid w:val="00AF540D"/>
    <w:rsid w:val="00AF5476"/>
    <w:rsid w:val="00AF5B0B"/>
    <w:rsid w:val="00AF5E00"/>
    <w:rsid w:val="00AF675C"/>
    <w:rsid w:val="00AF6D57"/>
    <w:rsid w:val="00B0016C"/>
    <w:rsid w:val="00B0037B"/>
    <w:rsid w:val="00B0057C"/>
    <w:rsid w:val="00B0064D"/>
    <w:rsid w:val="00B00656"/>
    <w:rsid w:val="00B00BD9"/>
    <w:rsid w:val="00B0132E"/>
    <w:rsid w:val="00B0198D"/>
    <w:rsid w:val="00B01A47"/>
    <w:rsid w:val="00B01AA7"/>
    <w:rsid w:val="00B024BC"/>
    <w:rsid w:val="00B028E6"/>
    <w:rsid w:val="00B02CAC"/>
    <w:rsid w:val="00B02D0D"/>
    <w:rsid w:val="00B02D84"/>
    <w:rsid w:val="00B045D6"/>
    <w:rsid w:val="00B054DB"/>
    <w:rsid w:val="00B0551D"/>
    <w:rsid w:val="00B05869"/>
    <w:rsid w:val="00B061B4"/>
    <w:rsid w:val="00B061F1"/>
    <w:rsid w:val="00B06296"/>
    <w:rsid w:val="00B0652C"/>
    <w:rsid w:val="00B06691"/>
    <w:rsid w:val="00B07494"/>
    <w:rsid w:val="00B075F4"/>
    <w:rsid w:val="00B07CC4"/>
    <w:rsid w:val="00B07F9F"/>
    <w:rsid w:val="00B10145"/>
    <w:rsid w:val="00B103B3"/>
    <w:rsid w:val="00B10C41"/>
    <w:rsid w:val="00B11086"/>
    <w:rsid w:val="00B11317"/>
    <w:rsid w:val="00B11432"/>
    <w:rsid w:val="00B11462"/>
    <w:rsid w:val="00B11B42"/>
    <w:rsid w:val="00B11CD1"/>
    <w:rsid w:val="00B12058"/>
    <w:rsid w:val="00B1215D"/>
    <w:rsid w:val="00B122A9"/>
    <w:rsid w:val="00B124C8"/>
    <w:rsid w:val="00B129AC"/>
    <w:rsid w:val="00B12A15"/>
    <w:rsid w:val="00B12F6A"/>
    <w:rsid w:val="00B13074"/>
    <w:rsid w:val="00B132EE"/>
    <w:rsid w:val="00B13BDA"/>
    <w:rsid w:val="00B14083"/>
    <w:rsid w:val="00B1418B"/>
    <w:rsid w:val="00B14223"/>
    <w:rsid w:val="00B1470D"/>
    <w:rsid w:val="00B1515C"/>
    <w:rsid w:val="00B15E08"/>
    <w:rsid w:val="00B16431"/>
    <w:rsid w:val="00B16601"/>
    <w:rsid w:val="00B170CF"/>
    <w:rsid w:val="00B17E94"/>
    <w:rsid w:val="00B20372"/>
    <w:rsid w:val="00B20B4F"/>
    <w:rsid w:val="00B21DC7"/>
    <w:rsid w:val="00B22050"/>
    <w:rsid w:val="00B2240B"/>
    <w:rsid w:val="00B22BCE"/>
    <w:rsid w:val="00B22D25"/>
    <w:rsid w:val="00B233B7"/>
    <w:rsid w:val="00B23A7E"/>
    <w:rsid w:val="00B240E2"/>
    <w:rsid w:val="00B241F2"/>
    <w:rsid w:val="00B2445C"/>
    <w:rsid w:val="00B24666"/>
    <w:rsid w:val="00B24C7B"/>
    <w:rsid w:val="00B24DBB"/>
    <w:rsid w:val="00B2578A"/>
    <w:rsid w:val="00B25A2C"/>
    <w:rsid w:val="00B265E6"/>
    <w:rsid w:val="00B26857"/>
    <w:rsid w:val="00B27062"/>
    <w:rsid w:val="00B2725E"/>
    <w:rsid w:val="00B272AA"/>
    <w:rsid w:val="00B27731"/>
    <w:rsid w:val="00B27A2E"/>
    <w:rsid w:val="00B27A30"/>
    <w:rsid w:val="00B27B2E"/>
    <w:rsid w:val="00B27B85"/>
    <w:rsid w:val="00B27E54"/>
    <w:rsid w:val="00B27EA9"/>
    <w:rsid w:val="00B30008"/>
    <w:rsid w:val="00B30082"/>
    <w:rsid w:val="00B303EB"/>
    <w:rsid w:val="00B3079D"/>
    <w:rsid w:val="00B30889"/>
    <w:rsid w:val="00B30A18"/>
    <w:rsid w:val="00B30AA1"/>
    <w:rsid w:val="00B31482"/>
    <w:rsid w:val="00B3157E"/>
    <w:rsid w:val="00B317A8"/>
    <w:rsid w:val="00B31F00"/>
    <w:rsid w:val="00B32316"/>
    <w:rsid w:val="00B32641"/>
    <w:rsid w:val="00B326EC"/>
    <w:rsid w:val="00B32F44"/>
    <w:rsid w:val="00B3309C"/>
    <w:rsid w:val="00B337E2"/>
    <w:rsid w:val="00B33A16"/>
    <w:rsid w:val="00B33D9F"/>
    <w:rsid w:val="00B342AF"/>
    <w:rsid w:val="00B34B98"/>
    <w:rsid w:val="00B356A7"/>
    <w:rsid w:val="00B35FC2"/>
    <w:rsid w:val="00B36275"/>
    <w:rsid w:val="00B364ED"/>
    <w:rsid w:val="00B36965"/>
    <w:rsid w:val="00B36A47"/>
    <w:rsid w:val="00B36B5E"/>
    <w:rsid w:val="00B36DCE"/>
    <w:rsid w:val="00B37571"/>
    <w:rsid w:val="00B37A46"/>
    <w:rsid w:val="00B40191"/>
    <w:rsid w:val="00B402BF"/>
    <w:rsid w:val="00B40798"/>
    <w:rsid w:val="00B409CD"/>
    <w:rsid w:val="00B413BB"/>
    <w:rsid w:val="00B429AF"/>
    <w:rsid w:val="00B42B7B"/>
    <w:rsid w:val="00B4351C"/>
    <w:rsid w:val="00B43904"/>
    <w:rsid w:val="00B43ECD"/>
    <w:rsid w:val="00B441DC"/>
    <w:rsid w:val="00B44AF2"/>
    <w:rsid w:val="00B44D03"/>
    <w:rsid w:val="00B45907"/>
    <w:rsid w:val="00B45ABE"/>
    <w:rsid w:val="00B45BBE"/>
    <w:rsid w:val="00B4600A"/>
    <w:rsid w:val="00B460F5"/>
    <w:rsid w:val="00B467DA"/>
    <w:rsid w:val="00B470AC"/>
    <w:rsid w:val="00B47A17"/>
    <w:rsid w:val="00B47EF7"/>
    <w:rsid w:val="00B50157"/>
    <w:rsid w:val="00B5017A"/>
    <w:rsid w:val="00B5098B"/>
    <w:rsid w:val="00B50C11"/>
    <w:rsid w:val="00B51214"/>
    <w:rsid w:val="00B51A6C"/>
    <w:rsid w:val="00B51D1D"/>
    <w:rsid w:val="00B521D2"/>
    <w:rsid w:val="00B526A4"/>
    <w:rsid w:val="00B52B62"/>
    <w:rsid w:val="00B52F87"/>
    <w:rsid w:val="00B53055"/>
    <w:rsid w:val="00B532A3"/>
    <w:rsid w:val="00B53889"/>
    <w:rsid w:val="00B54CBB"/>
    <w:rsid w:val="00B54E6D"/>
    <w:rsid w:val="00B54F36"/>
    <w:rsid w:val="00B55300"/>
    <w:rsid w:val="00B556A2"/>
    <w:rsid w:val="00B556AE"/>
    <w:rsid w:val="00B563CA"/>
    <w:rsid w:val="00B56E42"/>
    <w:rsid w:val="00B57008"/>
    <w:rsid w:val="00B5754C"/>
    <w:rsid w:val="00B57724"/>
    <w:rsid w:val="00B57A3B"/>
    <w:rsid w:val="00B57A55"/>
    <w:rsid w:val="00B60676"/>
    <w:rsid w:val="00B60B57"/>
    <w:rsid w:val="00B60F2D"/>
    <w:rsid w:val="00B6171D"/>
    <w:rsid w:val="00B61AA7"/>
    <w:rsid w:val="00B627AA"/>
    <w:rsid w:val="00B63043"/>
    <w:rsid w:val="00B635C8"/>
    <w:rsid w:val="00B63A56"/>
    <w:rsid w:val="00B63B87"/>
    <w:rsid w:val="00B63D0E"/>
    <w:rsid w:val="00B64D18"/>
    <w:rsid w:val="00B6563A"/>
    <w:rsid w:val="00B65EDE"/>
    <w:rsid w:val="00B663AE"/>
    <w:rsid w:val="00B6678B"/>
    <w:rsid w:val="00B6702C"/>
    <w:rsid w:val="00B67177"/>
    <w:rsid w:val="00B67501"/>
    <w:rsid w:val="00B6796E"/>
    <w:rsid w:val="00B67AA0"/>
    <w:rsid w:val="00B67C28"/>
    <w:rsid w:val="00B700BF"/>
    <w:rsid w:val="00B7055D"/>
    <w:rsid w:val="00B70B24"/>
    <w:rsid w:val="00B70FE8"/>
    <w:rsid w:val="00B71691"/>
    <w:rsid w:val="00B71E46"/>
    <w:rsid w:val="00B720A1"/>
    <w:rsid w:val="00B7233A"/>
    <w:rsid w:val="00B73387"/>
    <w:rsid w:val="00B736F9"/>
    <w:rsid w:val="00B73973"/>
    <w:rsid w:val="00B73A0F"/>
    <w:rsid w:val="00B744D1"/>
    <w:rsid w:val="00B74743"/>
    <w:rsid w:val="00B74866"/>
    <w:rsid w:val="00B74EEA"/>
    <w:rsid w:val="00B74F89"/>
    <w:rsid w:val="00B75240"/>
    <w:rsid w:val="00B755DB"/>
    <w:rsid w:val="00B75945"/>
    <w:rsid w:val="00B7623A"/>
    <w:rsid w:val="00B7625E"/>
    <w:rsid w:val="00B767C3"/>
    <w:rsid w:val="00B768C8"/>
    <w:rsid w:val="00B773AB"/>
    <w:rsid w:val="00B776AB"/>
    <w:rsid w:val="00B776FF"/>
    <w:rsid w:val="00B77AA2"/>
    <w:rsid w:val="00B77C47"/>
    <w:rsid w:val="00B801DF"/>
    <w:rsid w:val="00B80C77"/>
    <w:rsid w:val="00B8105C"/>
    <w:rsid w:val="00B8135E"/>
    <w:rsid w:val="00B8198E"/>
    <w:rsid w:val="00B81FC4"/>
    <w:rsid w:val="00B8225E"/>
    <w:rsid w:val="00B82450"/>
    <w:rsid w:val="00B8254B"/>
    <w:rsid w:val="00B825DA"/>
    <w:rsid w:val="00B82CDF"/>
    <w:rsid w:val="00B82DF0"/>
    <w:rsid w:val="00B84BDF"/>
    <w:rsid w:val="00B84FC3"/>
    <w:rsid w:val="00B8566E"/>
    <w:rsid w:val="00B8617F"/>
    <w:rsid w:val="00B8626E"/>
    <w:rsid w:val="00B8700F"/>
    <w:rsid w:val="00B87423"/>
    <w:rsid w:val="00B8782D"/>
    <w:rsid w:val="00B878B2"/>
    <w:rsid w:val="00B87F35"/>
    <w:rsid w:val="00B91345"/>
    <w:rsid w:val="00B918A2"/>
    <w:rsid w:val="00B91BC4"/>
    <w:rsid w:val="00B91CB2"/>
    <w:rsid w:val="00B91F57"/>
    <w:rsid w:val="00B9238A"/>
    <w:rsid w:val="00B9278C"/>
    <w:rsid w:val="00B93490"/>
    <w:rsid w:val="00B935AD"/>
    <w:rsid w:val="00B9363B"/>
    <w:rsid w:val="00B936A6"/>
    <w:rsid w:val="00B936E1"/>
    <w:rsid w:val="00B93DBC"/>
    <w:rsid w:val="00B94135"/>
    <w:rsid w:val="00B94726"/>
    <w:rsid w:val="00B951E5"/>
    <w:rsid w:val="00B954D2"/>
    <w:rsid w:val="00B9582A"/>
    <w:rsid w:val="00B968E6"/>
    <w:rsid w:val="00B96F7C"/>
    <w:rsid w:val="00B97645"/>
    <w:rsid w:val="00B97ACD"/>
    <w:rsid w:val="00BA0741"/>
    <w:rsid w:val="00BA0951"/>
    <w:rsid w:val="00BA0F6A"/>
    <w:rsid w:val="00BA114C"/>
    <w:rsid w:val="00BA118F"/>
    <w:rsid w:val="00BA1292"/>
    <w:rsid w:val="00BA137E"/>
    <w:rsid w:val="00BA14B2"/>
    <w:rsid w:val="00BA195A"/>
    <w:rsid w:val="00BA1A9D"/>
    <w:rsid w:val="00BA25BE"/>
    <w:rsid w:val="00BA2B98"/>
    <w:rsid w:val="00BA31B4"/>
    <w:rsid w:val="00BA32CB"/>
    <w:rsid w:val="00BA362B"/>
    <w:rsid w:val="00BA40AF"/>
    <w:rsid w:val="00BA4263"/>
    <w:rsid w:val="00BA4844"/>
    <w:rsid w:val="00BA4C9B"/>
    <w:rsid w:val="00BA546B"/>
    <w:rsid w:val="00BA5644"/>
    <w:rsid w:val="00BA5695"/>
    <w:rsid w:val="00BA5ACA"/>
    <w:rsid w:val="00BA5AEA"/>
    <w:rsid w:val="00BA6009"/>
    <w:rsid w:val="00BA614D"/>
    <w:rsid w:val="00BA6309"/>
    <w:rsid w:val="00BA65B2"/>
    <w:rsid w:val="00BA6652"/>
    <w:rsid w:val="00BA73B0"/>
    <w:rsid w:val="00BA79BF"/>
    <w:rsid w:val="00BA7F49"/>
    <w:rsid w:val="00BB01B7"/>
    <w:rsid w:val="00BB02C7"/>
    <w:rsid w:val="00BB0363"/>
    <w:rsid w:val="00BB0462"/>
    <w:rsid w:val="00BB075D"/>
    <w:rsid w:val="00BB140D"/>
    <w:rsid w:val="00BB1818"/>
    <w:rsid w:val="00BB19C9"/>
    <w:rsid w:val="00BB1D02"/>
    <w:rsid w:val="00BB1FAB"/>
    <w:rsid w:val="00BB2054"/>
    <w:rsid w:val="00BB269C"/>
    <w:rsid w:val="00BB2A32"/>
    <w:rsid w:val="00BB2A3B"/>
    <w:rsid w:val="00BB2B9D"/>
    <w:rsid w:val="00BB2BAD"/>
    <w:rsid w:val="00BB33E4"/>
    <w:rsid w:val="00BB396B"/>
    <w:rsid w:val="00BB3B48"/>
    <w:rsid w:val="00BB4366"/>
    <w:rsid w:val="00BB4B70"/>
    <w:rsid w:val="00BB53EF"/>
    <w:rsid w:val="00BB5918"/>
    <w:rsid w:val="00BB66DA"/>
    <w:rsid w:val="00BB6B67"/>
    <w:rsid w:val="00BB6EF2"/>
    <w:rsid w:val="00BB6F7F"/>
    <w:rsid w:val="00BB7408"/>
    <w:rsid w:val="00BB746D"/>
    <w:rsid w:val="00BB79A1"/>
    <w:rsid w:val="00BB7B4C"/>
    <w:rsid w:val="00BB7D6E"/>
    <w:rsid w:val="00BB7FFB"/>
    <w:rsid w:val="00BC04C6"/>
    <w:rsid w:val="00BC09BD"/>
    <w:rsid w:val="00BC0A8F"/>
    <w:rsid w:val="00BC0CAE"/>
    <w:rsid w:val="00BC1116"/>
    <w:rsid w:val="00BC17AD"/>
    <w:rsid w:val="00BC1C1C"/>
    <w:rsid w:val="00BC1F88"/>
    <w:rsid w:val="00BC20B3"/>
    <w:rsid w:val="00BC20E6"/>
    <w:rsid w:val="00BC2201"/>
    <w:rsid w:val="00BC25D4"/>
    <w:rsid w:val="00BC26C0"/>
    <w:rsid w:val="00BC2A71"/>
    <w:rsid w:val="00BC2E69"/>
    <w:rsid w:val="00BC30B9"/>
    <w:rsid w:val="00BC32B0"/>
    <w:rsid w:val="00BC34BD"/>
    <w:rsid w:val="00BC362D"/>
    <w:rsid w:val="00BC39BC"/>
    <w:rsid w:val="00BC3F10"/>
    <w:rsid w:val="00BC4150"/>
    <w:rsid w:val="00BC44DC"/>
    <w:rsid w:val="00BC5186"/>
    <w:rsid w:val="00BC53E8"/>
    <w:rsid w:val="00BC59FB"/>
    <w:rsid w:val="00BC5A13"/>
    <w:rsid w:val="00BC5EF5"/>
    <w:rsid w:val="00BC61B2"/>
    <w:rsid w:val="00BC6459"/>
    <w:rsid w:val="00BC66E8"/>
    <w:rsid w:val="00BC6701"/>
    <w:rsid w:val="00BC6D24"/>
    <w:rsid w:val="00BC7452"/>
    <w:rsid w:val="00BC7A2E"/>
    <w:rsid w:val="00BD00E6"/>
    <w:rsid w:val="00BD1141"/>
    <w:rsid w:val="00BD11FB"/>
    <w:rsid w:val="00BD16D2"/>
    <w:rsid w:val="00BD1A60"/>
    <w:rsid w:val="00BD2360"/>
    <w:rsid w:val="00BD252F"/>
    <w:rsid w:val="00BD271D"/>
    <w:rsid w:val="00BD29F1"/>
    <w:rsid w:val="00BD2B3F"/>
    <w:rsid w:val="00BD2C84"/>
    <w:rsid w:val="00BD2EB1"/>
    <w:rsid w:val="00BD346D"/>
    <w:rsid w:val="00BD3583"/>
    <w:rsid w:val="00BD362A"/>
    <w:rsid w:val="00BD36C2"/>
    <w:rsid w:val="00BD36F3"/>
    <w:rsid w:val="00BD3D53"/>
    <w:rsid w:val="00BD414B"/>
    <w:rsid w:val="00BD427F"/>
    <w:rsid w:val="00BD438E"/>
    <w:rsid w:val="00BD4C04"/>
    <w:rsid w:val="00BD514C"/>
    <w:rsid w:val="00BD5A07"/>
    <w:rsid w:val="00BD5BC9"/>
    <w:rsid w:val="00BD5D28"/>
    <w:rsid w:val="00BD674C"/>
    <w:rsid w:val="00BD6A0C"/>
    <w:rsid w:val="00BD75F6"/>
    <w:rsid w:val="00BE01E4"/>
    <w:rsid w:val="00BE0A03"/>
    <w:rsid w:val="00BE0E1B"/>
    <w:rsid w:val="00BE1D84"/>
    <w:rsid w:val="00BE1EE0"/>
    <w:rsid w:val="00BE2D83"/>
    <w:rsid w:val="00BE302B"/>
    <w:rsid w:val="00BE3274"/>
    <w:rsid w:val="00BE3B57"/>
    <w:rsid w:val="00BE421E"/>
    <w:rsid w:val="00BE5062"/>
    <w:rsid w:val="00BE5F8D"/>
    <w:rsid w:val="00BE6AFA"/>
    <w:rsid w:val="00BE6CC8"/>
    <w:rsid w:val="00BE74D8"/>
    <w:rsid w:val="00BE7679"/>
    <w:rsid w:val="00BE772B"/>
    <w:rsid w:val="00BE784A"/>
    <w:rsid w:val="00BE7855"/>
    <w:rsid w:val="00BE7A6A"/>
    <w:rsid w:val="00BE7AE6"/>
    <w:rsid w:val="00BE7E3F"/>
    <w:rsid w:val="00BE7FA7"/>
    <w:rsid w:val="00BF02CE"/>
    <w:rsid w:val="00BF0366"/>
    <w:rsid w:val="00BF04CB"/>
    <w:rsid w:val="00BF0DB4"/>
    <w:rsid w:val="00BF1387"/>
    <w:rsid w:val="00BF22E9"/>
    <w:rsid w:val="00BF2D5C"/>
    <w:rsid w:val="00BF333C"/>
    <w:rsid w:val="00BF3474"/>
    <w:rsid w:val="00BF514A"/>
    <w:rsid w:val="00BF537E"/>
    <w:rsid w:val="00BF63D4"/>
    <w:rsid w:val="00BF6655"/>
    <w:rsid w:val="00BF7680"/>
    <w:rsid w:val="00BF7886"/>
    <w:rsid w:val="00BF79CC"/>
    <w:rsid w:val="00BF7E19"/>
    <w:rsid w:val="00C0008D"/>
    <w:rsid w:val="00C00119"/>
    <w:rsid w:val="00C00566"/>
    <w:rsid w:val="00C00BDE"/>
    <w:rsid w:val="00C00F98"/>
    <w:rsid w:val="00C015F8"/>
    <w:rsid w:val="00C01AF1"/>
    <w:rsid w:val="00C02AAD"/>
    <w:rsid w:val="00C02B59"/>
    <w:rsid w:val="00C032A2"/>
    <w:rsid w:val="00C03BE5"/>
    <w:rsid w:val="00C040D9"/>
    <w:rsid w:val="00C04470"/>
    <w:rsid w:val="00C04BC1"/>
    <w:rsid w:val="00C04C6A"/>
    <w:rsid w:val="00C04C87"/>
    <w:rsid w:val="00C04D98"/>
    <w:rsid w:val="00C04E79"/>
    <w:rsid w:val="00C04F5D"/>
    <w:rsid w:val="00C04F94"/>
    <w:rsid w:val="00C0508B"/>
    <w:rsid w:val="00C0525D"/>
    <w:rsid w:val="00C052E3"/>
    <w:rsid w:val="00C059A1"/>
    <w:rsid w:val="00C05C62"/>
    <w:rsid w:val="00C05D36"/>
    <w:rsid w:val="00C05EBE"/>
    <w:rsid w:val="00C062D0"/>
    <w:rsid w:val="00C062DF"/>
    <w:rsid w:val="00C06F82"/>
    <w:rsid w:val="00C078AE"/>
    <w:rsid w:val="00C07F0C"/>
    <w:rsid w:val="00C107BA"/>
    <w:rsid w:val="00C10C16"/>
    <w:rsid w:val="00C10D79"/>
    <w:rsid w:val="00C1181F"/>
    <w:rsid w:val="00C1192D"/>
    <w:rsid w:val="00C11B55"/>
    <w:rsid w:val="00C1233E"/>
    <w:rsid w:val="00C12BA9"/>
    <w:rsid w:val="00C137B3"/>
    <w:rsid w:val="00C13B22"/>
    <w:rsid w:val="00C142BD"/>
    <w:rsid w:val="00C149CC"/>
    <w:rsid w:val="00C161C8"/>
    <w:rsid w:val="00C162E5"/>
    <w:rsid w:val="00C16326"/>
    <w:rsid w:val="00C16505"/>
    <w:rsid w:val="00C16649"/>
    <w:rsid w:val="00C166D4"/>
    <w:rsid w:val="00C16C83"/>
    <w:rsid w:val="00C16E33"/>
    <w:rsid w:val="00C17293"/>
    <w:rsid w:val="00C17662"/>
    <w:rsid w:val="00C17727"/>
    <w:rsid w:val="00C17802"/>
    <w:rsid w:val="00C17813"/>
    <w:rsid w:val="00C17AC8"/>
    <w:rsid w:val="00C202DA"/>
    <w:rsid w:val="00C20302"/>
    <w:rsid w:val="00C211EB"/>
    <w:rsid w:val="00C21709"/>
    <w:rsid w:val="00C218A4"/>
    <w:rsid w:val="00C21914"/>
    <w:rsid w:val="00C21BCE"/>
    <w:rsid w:val="00C2318F"/>
    <w:rsid w:val="00C23349"/>
    <w:rsid w:val="00C23D1C"/>
    <w:rsid w:val="00C23DDA"/>
    <w:rsid w:val="00C2423C"/>
    <w:rsid w:val="00C242ED"/>
    <w:rsid w:val="00C2472A"/>
    <w:rsid w:val="00C24B42"/>
    <w:rsid w:val="00C24EFA"/>
    <w:rsid w:val="00C24F54"/>
    <w:rsid w:val="00C25100"/>
    <w:rsid w:val="00C251AE"/>
    <w:rsid w:val="00C253DA"/>
    <w:rsid w:val="00C2570E"/>
    <w:rsid w:val="00C259B6"/>
    <w:rsid w:val="00C267E1"/>
    <w:rsid w:val="00C26E66"/>
    <w:rsid w:val="00C26EC7"/>
    <w:rsid w:val="00C27046"/>
    <w:rsid w:val="00C27062"/>
    <w:rsid w:val="00C27ECB"/>
    <w:rsid w:val="00C27F69"/>
    <w:rsid w:val="00C27FEF"/>
    <w:rsid w:val="00C30086"/>
    <w:rsid w:val="00C30829"/>
    <w:rsid w:val="00C308BB"/>
    <w:rsid w:val="00C30A07"/>
    <w:rsid w:val="00C30A2E"/>
    <w:rsid w:val="00C31208"/>
    <w:rsid w:val="00C313E4"/>
    <w:rsid w:val="00C3191E"/>
    <w:rsid w:val="00C31B7E"/>
    <w:rsid w:val="00C31DD1"/>
    <w:rsid w:val="00C32A54"/>
    <w:rsid w:val="00C32D63"/>
    <w:rsid w:val="00C338C8"/>
    <w:rsid w:val="00C33F24"/>
    <w:rsid w:val="00C33F5A"/>
    <w:rsid w:val="00C343C4"/>
    <w:rsid w:val="00C3445D"/>
    <w:rsid w:val="00C34AB5"/>
    <w:rsid w:val="00C35EA6"/>
    <w:rsid w:val="00C36602"/>
    <w:rsid w:val="00C36973"/>
    <w:rsid w:val="00C37144"/>
    <w:rsid w:val="00C376BF"/>
    <w:rsid w:val="00C40078"/>
    <w:rsid w:val="00C40586"/>
    <w:rsid w:val="00C41151"/>
    <w:rsid w:val="00C4138E"/>
    <w:rsid w:val="00C41563"/>
    <w:rsid w:val="00C41FED"/>
    <w:rsid w:val="00C42CF4"/>
    <w:rsid w:val="00C438FE"/>
    <w:rsid w:val="00C43C5B"/>
    <w:rsid w:val="00C43F49"/>
    <w:rsid w:val="00C4407B"/>
    <w:rsid w:val="00C44CD6"/>
    <w:rsid w:val="00C44E92"/>
    <w:rsid w:val="00C45238"/>
    <w:rsid w:val="00C452AE"/>
    <w:rsid w:val="00C45A9D"/>
    <w:rsid w:val="00C46386"/>
    <w:rsid w:val="00C464EC"/>
    <w:rsid w:val="00C465B6"/>
    <w:rsid w:val="00C46C51"/>
    <w:rsid w:val="00C46C71"/>
    <w:rsid w:val="00C46EE1"/>
    <w:rsid w:val="00C4777C"/>
    <w:rsid w:val="00C47A3D"/>
    <w:rsid w:val="00C47B3A"/>
    <w:rsid w:val="00C47BAC"/>
    <w:rsid w:val="00C47CDE"/>
    <w:rsid w:val="00C5069E"/>
    <w:rsid w:val="00C509E5"/>
    <w:rsid w:val="00C50C07"/>
    <w:rsid w:val="00C511C7"/>
    <w:rsid w:val="00C5139C"/>
    <w:rsid w:val="00C51B6E"/>
    <w:rsid w:val="00C51CBB"/>
    <w:rsid w:val="00C5275F"/>
    <w:rsid w:val="00C528D7"/>
    <w:rsid w:val="00C52D55"/>
    <w:rsid w:val="00C5310F"/>
    <w:rsid w:val="00C53665"/>
    <w:rsid w:val="00C53B98"/>
    <w:rsid w:val="00C53DEC"/>
    <w:rsid w:val="00C53E70"/>
    <w:rsid w:val="00C5432A"/>
    <w:rsid w:val="00C543C6"/>
    <w:rsid w:val="00C546A0"/>
    <w:rsid w:val="00C547BF"/>
    <w:rsid w:val="00C54FE0"/>
    <w:rsid w:val="00C55A89"/>
    <w:rsid w:val="00C55C59"/>
    <w:rsid w:val="00C55E19"/>
    <w:rsid w:val="00C55ED2"/>
    <w:rsid w:val="00C55FB7"/>
    <w:rsid w:val="00C56314"/>
    <w:rsid w:val="00C56E90"/>
    <w:rsid w:val="00C56F8D"/>
    <w:rsid w:val="00C576B3"/>
    <w:rsid w:val="00C57A9A"/>
    <w:rsid w:val="00C57ABB"/>
    <w:rsid w:val="00C57D13"/>
    <w:rsid w:val="00C60844"/>
    <w:rsid w:val="00C63053"/>
    <w:rsid w:val="00C637FB"/>
    <w:rsid w:val="00C638C4"/>
    <w:rsid w:val="00C63BC6"/>
    <w:rsid w:val="00C63F97"/>
    <w:rsid w:val="00C650A7"/>
    <w:rsid w:val="00C6539B"/>
    <w:rsid w:val="00C65AB0"/>
    <w:rsid w:val="00C65BBF"/>
    <w:rsid w:val="00C65D69"/>
    <w:rsid w:val="00C667AC"/>
    <w:rsid w:val="00C66C0B"/>
    <w:rsid w:val="00C66C24"/>
    <w:rsid w:val="00C66DD4"/>
    <w:rsid w:val="00C66E3E"/>
    <w:rsid w:val="00C66F48"/>
    <w:rsid w:val="00C66F76"/>
    <w:rsid w:val="00C67567"/>
    <w:rsid w:val="00C679FC"/>
    <w:rsid w:val="00C70437"/>
    <w:rsid w:val="00C70E0A"/>
    <w:rsid w:val="00C70F6C"/>
    <w:rsid w:val="00C71033"/>
    <w:rsid w:val="00C71495"/>
    <w:rsid w:val="00C7174F"/>
    <w:rsid w:val="00C71961"/>
    <w:rsid w:val="00C7229C"/>
    <w:rsid w:val="00C72867"/>
    <w:rsid w:val="00C73069"/>
    <w:rsid w:val="00C741C2"/>
    <w:rsid w:val="00C74A94"/>
    <w:rsid w:val="00C75C52"/>
    <w:rsid w:val="00C75E74"/>
    <w:rsid w:val="00C76E5B"/>
    <w:rsid w:val="00C77090"/>
    <w:rsid w:val="00C77ECA"/>
    <w:rsid w:val="00C800D8"/>
    <w:rsid w:val="00C801BD"/>
    <w:rsid w:val="00C80912"/>
    <w:rsid w:val="00C812DD"/>
    <w:rsid w:val="00C81360"/>
    <w:rsid w:val="00C8148F"/>
    <w:rsid w:val="00C817DA"/>
    <w:rsid w:val="00C81861"/>
    <w:rsid w:val="00C82076"/>
    <w:rsid w:val="00C82109"/>
    <w:rsid w:val="00C82606"/>
    <w:rsid w:val="00C82639"/>
    <w:rsid w:val="00C835CA"/>
    <w:rsid w:val="00C83B3B"/>
    <w:rsid w:val="00C84319"/>
    <w:rsid w:val="00C843CC"/>
    <w:rsid w:val="00C844AD"/>
    <w:rsid w:val="00C84F54"/>
    <w:rsid w:val="00C84FA4"/>
    <w:rsid w:val="00C8513D"/>
    <w:rsid w:val="00C852C9"/>
    <w:rsid w:val="00C8578F"/>
    <w:rsid w:val="00C85AF6"/>
    <w:rsid w:val="00C85C87"/>
    <w:rsid w:val="00C85E37"/>
    <w:rsid w:val="00C864B5"/>
    <w:rsid w:val="00C86821"/>
    <w:rsid w:val="00C8685A"/>
    <w:rsid w:val="00C86AF1"/>
    <w:rsid w:val="00C871FB"/>
    <w:rsid w:val="00C8728A"/>
    <w:rsid w:val="00C87394"/>
    <w:rsid w:val="00C875FE"/>
    <w:rsid w:val="00C879FD"/>
    <w:rsid w:val="00C87F35"/>
    <w:rsid w:val="00C90D15"/>
    <w:rsid w:val="00C911BF"/>
    <w:rsid w:val="00C911D5"/>
    <w:rsid w:val="00C912D1"/>
    <w:rsid w:val="00C9161F"/>
    <w:rsid w:val="00C9176A"/>
    <w:rsid w:val="00C917E6"/>
    <w:rsid w:val="00C91833"/>
    <w:rsid w:val="00C91B72"/>
    <w:rsid w:val="00C91EB4"/>
    <w:rsid w:val="00C920A9"/>
    <w:rsid w:val="00C92AEC"/>
    <w:rsid w:val="00C92CED"/>
    <w:rsid w:val="00C92EE5"/>
    <w:rsid w:val="00C92EED"/>
    <w:rsid w:val="00C934FB"/>
    <w:rsid w:val="00C93757"/>
    <w:rsid w:val="00C939C4"/>
    <w:rsid w:val="00C93AC8"/>
    <w:rsid w:val="00C9431E"/>
    <w:rsid w:val="00C945AB"/>
    <w:rsid w:val="00C94B13"/>
    <w:rsid w:val="00C952AE"/>
    <w:rsid w:val="00C954C7"/>
    <w:rsid w:val="00C95FF3"/>
    <w:rsid w:val="00C960FA"/>
    <w:rsid w:val="00C964FF"/>
    <w:rsid w:val="00C9654E"/>
    <w:rsid w:val="00C96B06"/>
    <w:rsid w:val="00C96DA0"/>
    <w:rsid w:val="00C96F20"/>
    <w:rsid w:val="00C97358"/>
    <w:rsid w:val="00C973BE"/>
    <w:rsid w:val="00C97523"/>
    <w:rsid w:val="00C975C2"/>
    <w:rsid w:val="00C97600"/>
    <w:rsid w:val="00C97850"/>
    <w:rsid w:val="00C97B58"/>
    <w:rsid w:val="00C97C56"/>
    <w:rsid w:val="00C97D6C"/>
    <w:rsid w:val="00CA02EC"/>
    <w:rsid w:val="00CA0695"/>
    <w:rsid w:val="00CA0BAB"/>
    <w:rsid w:val="00CA130E"/>
    <w:rsid w:val="00CA13D6"/>
    <w:rsid w:val="00CA161D"/>
    <w:rsid w:val="00CA2119"/>
    <w:rsid w:val="00CA2144"/>
    <w:rsid w:val="00CA21F6"/>
    <w:rsid w:val="00CA28E0"/>
    <w:rsid w:val="00CA2962"/>
    <w:rsid w:val="00CA29F7"/>
    <w:rsid w:val="00CA2ADA"/>
    <w:rsid w:val="00CA326B"/>
    <w:rsid w:val="00CA34E9"/>
    <w:rsid w:val="00CA3B76"/>
    <w:rsid w:val="00CA3D67"/>
    <w:rsid w:val="00CA42DF"/>
    <w:rsid w:val="00CA5210"/>
    <w:rsid w:val="00CA52D8"/>
    <w:rsid w:val="00CA55F7"/>
    <w:rsid w:val="00CA5A36"/>
    <w:rsid w:val="00CA5D7F"/>
    <w:rsid w:val="00CA5E86"/>
    <w:rsid w:val="00CA616F"/>
    <w:rsid w:val="00CA6C44"/>
    <w:rsid w:val="00CA6CDB"/>
    <w:rsid w:val="00CA6E48"/>
    <w:rsid w:val="00CA6EEC"/>
    <w:rsid w:val="00CA78FB"/>
    <w:rsid w:val="00CB02E1"/>
    <w:rsid w:val="00CB12CF"/>
    <w:rsid w:val="00CB1327"/>
    <w:rsid w:val="00CB1636"/>
    <w:rsid w:val="00CB1872"/>
    <w:rsid w:val="00CB1999"/>
    <w:rsid w:val="00CB1BB7"/>
    <w:rsid w:val="00CB1C3E"/>
    <w:rsid w:val="00CB1CFF"/>
    <w:rsid w:val="00CB1D10"/>
    <w:rsid w:val="00CB1D69"/>
    <w:rsid w:val="00CB2A54"/>
    <w:rsid w:val="00CB2CA9"/>
    <w:rsid w:val="00CB3767"/>
    <w:rsid w:val="00CB39A1"/>
    <w:rsid w:val="00CB39CC"/>
    <w:rsid w:val="00CB3AC2"/>
    <w:rsid w:val="00CB4663"/>
    <w:rsid w:val="00CB4F5B"/>
    <w:rsid w:val="00CB63C7"/>
    <w:rsid w:val="00CB6C76"/>
    <w:rsid w:val="00CB6D91"/>
    <w:rsid w:val="00CB717B"/>
    <w:rsid w:val="00CB7248"/>
    <w:rsid w:val="00CB7783"/>
    <w:rsid w:val="00CB7F49"/>
    <w:rsid w:val="00CC0412"/>
    <w:rsid w:val="00CC0744"/>
    <w:rsid w:val="00CC0BE9"/>
    <w:rsid w:val="00CC1027"/>
    <w:rsid w:val="00CC12E0"/>
    <w:rsid w:val="00CC12E1"/>
    <w:rsid w:val="00CC1541"/>
    <w:rsid w:val="00CC2419"/>
    <w:rsid w:val="00CC2D67"/>
    <w:rsid w:val="00CC338A"/>
    <w:rsid w:val="00CC3951"/>
    <w:rsid w:val="00CC4538"/>
    <w:rsid w:val="00CC4A10"/>
    <w:rsid w:val="00CC4AF8"/>
    <w:rsid w:val="00CC5721"/>
    <w:rsid w:val="00CC5926"/>
    <w:rsid w:val="00CC6202"/>
    <w:rsid w:val="00CC6F98"/>
    <w:rsid w:val="00CC7294"/>
    <w:rsid w:val="00CC7861"/>
    <w:rsid w:val="00CC7887"/>
    <w:rsid w:val="00CD0A89"/>
    <w:rsid w:val="00CD0FDA"/>
    <w:rsid w:val="00CD1016"/>
    <w:rsid w:val="00CD146B"/>
    <w:rsid w:val="00CD1A21"/>
    <w:rsid w:val="00CD1BAE"/>
    <w:rsid w:val="00CD1F51"/>
    <w:rsid w:val="00CD242D"/>
    <w:rsid w:val="00CD2548"/>
    <w:rsid w:val="00CD25F9"/>
    <w:rsid w:val="00CD2892"/>
    <w:rsid w:val="00CD366B"/>
    <w:rsid w:val="00CD37B9"/>
    <w:rsid w:val="00CD3950"/>
    <w:rsid w:val="00CD3CAF"/>
    <w:rsid w:val="00CD4763"/>
    <w:rsid w:val="00CD4E96"/>
    <w:rsid w:val="00CD5425"/>
    <w:rsid w:val="00CD5470"/>
    <w:rsid w:val="00CD549C"/>
    <w:rsid w:val="00CD5622"/>
    <w:rsid w:val="00CD59AD"/>
    <w:rsid w:val="00CD6094"/>
    <w:rsid w:val="00CD622F"/>
    <w:rsid w:val="00CD6576"/>
    <w:rsid w:val="00CD7071"/>
    <w:rsid w:val="00CD71E7"/>
    <w:rsid w:val="00CD7888"/>
    <w:rsid w:val="00CD7B29"/>
    <w:rsid w:val="00CD7D69"/>
    <w:rsid w:val="00CD7E48"/>
    <w:rsid w:val="00CE0262"/>
    <w:rsid w:val="00CE043D"/>
    <w:rsid w:val="00CE0899"/>
    <w:rsid w:val="00CE0B92"/>
    <w:rsid w:val="00CE0EAE"/>
    <w:rsid w:val="00CE14B4"/>
    <w:rsid w:val="00CE1A1B"/>
    <w:rsid w:val="00CE1AF5"/>
    <w:rsid w:val="00CE1DB6"/>
    <w:rsid w:val="00CE2832"/>
    <w:rsid w:val="00CE30BA"/>
    <w:rsid w:val="00CE30C0"/>
    <w:rsid w:val="00CE3136"/>
    <w:rsid w:val="00CE378B"/>
    <w:rsid w:val="00CE4057"/>
    <w:rsid w:val="00CE4098"/>
    <w:rsid w:val="00CE426E"/>
    <w:rsid w:val="00CE4998"/>
    <w:rsid w:val="00CE4C3D"/>
    <w:rsid w:val="00CE4CEE"/>
    <w:rsid w:val="00CE4DB0"/>
    <w:rsid w:val="00CE5023"/>
    <w:rsid w:val="00CE6941"/>
    <w:rsid w:val="00CE7A12"/>
    <w:rsid w:val="00CE7AB1"/>
    <w:rsid w:val="00CE7BE5"/>
    <w:rsid w:val="00CE7E4F"/>
    <w:rsid w:val="00CF041D"/>
    <w:rsid w:val="00CF0544"/>
    <w:rsid w:val="00CF0AAE"/>
    <w:rsid w:val="00CF0EBB"/>
    <w:rsid w:val="00CF1449"/>
    <w:rsid w:val="00CF1B80"/>
    <w:rsid w:val="00CF1EBE"/>
    <w:rsid w:val="00CF1EF6"/>
    <w:rsid w:val="00CF2051"/>
    <w:rsid w:val="00CF26F8"/>
    <w:rsid w:val="00CF2A83"/>
    <w:rsid w:val="00CF2AD8"/>
    <w:rsid w:val="00CF2C43"/>
    <w:rsid w:val="00CF3167"/>
    <w:rsid w:val="00CF32A5"/>
    <w:rsid w:val="00CF3411"/>
    <w:rsid w:val="00CF36C5"/>
    <w:rsid w:val="00CF4267"/>
    <w:rsid w:val="00CF43D0"/>
    <w:rsid w:val="00CF4829"/>
    <w:rsid w:val="00CF537B"/>
    <w:rsid w:val="00CF60C7"/>
    <w:rsid w:val="00CF6174"/>
    <w:rsid w:val="00CF68E8"/>
    <w:rsid w:val="00CF6DDD"/>
    <w:rsid w:val="00CF76D1"/>
    <w:rsid w:val="00CF7A54"/>
    <w:rsid w:val="00D002B3"/>
    <w:rsid w:val="00D00637"/>
    <w:rsid w:val="00D00D39"/>
    <w:rsid w:val="00D015D0"/>
    <w:rsid w:val="00D01B3F"/>
    <w:rsid w:val="00D01DAF"/>
    <w:rsid w:val="00D02003"/>
    <w:rsid w:val="00D020CC"/>
    <w:rsid w:val="00D025EF"/>
    <w:rsid w:val="00D02BC8"/>
    <w:rsid w:val="00D03435"/>
    <w:rsid w:val="00D03844"/>
    <w:rsid w:val="00D03EA2"/>
    <w:rsid w:val="00D046D9"/>
    <w:rsid w:val="00D04901"/>
    <w:rsid w:val="00D050C0"/>
    <w:rsid w:val="00D059D9"/>
    <w:rsid w:val="00D05A0C"/>
    <w:rsid w:val="00D05AE8"/>
    <w:rsid w:val="00D06195"/>
    <w:rsid w:val="00D0687D"/>
    <w:rsid w:val="00D069B2"/>
    <w:rsid w:val="00D06F3E"/>
    <w:rsid w:val="00D07A57"/>
    <w:rsid w:val="00D07B95"/>
    <w:rsid w:val="00D07CD0"/>
    <w:rsid w:val="00D10309"/>
    <w:rsid w:val="00D108F7"/>
    <w:rsid w:val="00D10BE2"/>
    <w:rsid w:val="00D118CC"/>
    <w:rsid w:val="00D119B5"/>
    <w:rsid w:val="00D11F25"/>
    <w:rsid w:val="00D1278A"/>
    <w:rsid w:val="00D132DD"/>
    <w:rsid w:val="00D137ED"/>
    <w:rsid w:val="00D138A1"/>
    <w:rsid w:val="00D142CC"/>
    <w:rsid w:val="00D14305"/>
    <w:rsid w:val="00D1455D"/>
    <w:rsid w:val="00D14A13"/>
    <w:rsid w:val="00D15255"/>
    <w:rsid w:val="00D15641"/>
    <w:rsid w:val="00D15B08"/>
    <w:rsid w:val="00D15DD6"/>
    <w:rsid w:val="00D164A2"/>
    <w:rsid w:val="00D165B0"/>
    <w:rsid w:val="00D166D2"/>
    <w:rsid w:val="00D16853"/>
    <w:rsid w:val="00D1685F"/>
    <w:rsid w:val="00D16D0C"/>
    <w:rsid w:val="00D16FB4"/>
    <w:rsid w:val="00D17116"/>
    <w:rsid w:val="00D1780A"/>
    <w:rsid w:val="00D17BEF"/>
    <w:rsid w:val="00D17D57"/>
    <w:rsid w:val="00D2056C"/>
    <w:rsid w:val="00D2098C"/>
    <w:rsid w:val="00D217C9"/>
    <w:rsid w:val="00D2212F"/>
    <w:rsid w:val="00D22470"/>
    <w:rsid w:val="00D22684"/>
    <w:rsid w:val="00D22FC5"/>
    <w:rsid w:val="00D23609"/>
    <w:rsid w:val="00D23BE3"/>
    <w:rsid w:val="00D23D01"/>
    <w:rsid w:val="00D243F7"/>
    <w:rsid w:val="00D2636F"/>
    <w:rsid w:val="00D26C31"/>
    <w:rsid w:val="00D2759F"/>
    <w:rsid w:val="00D27F9B"/>
    <w:rsid w:val="00D30150"/>
    <w:rsid w:val="00D30440"/>
    <w:rsid w:val="00D305AD"/>
    <w:rsid w:val="00D307A5"/>
    <w:rsid w:val="00D308B8"/>
    <w:rsid w:val="00D310D7"/>
    <w:rsid w:val="00D313DF"/>
    <w:rsid w:val="00D31739"/>
    <w:rsid w:val="00D317D4"/>
    <w:rsid w:val="00D31A4E"/>
    <w:rsid w:val="00D31A9A"/>
    <w:rsid w:val="00D31AE2"/>
    <w:rsid w:val="00D32137"/>
    <w:rsid w:val="00D32886"/>
    <w:rsid w:val="00D32D27"/>
    <w:rsid w:val="00D32D59"/>
    <w:rsid w:val="00D333AB"/>
    <w:rsid w:val="00D33D37"/>
    <w:rsid w:val="00D33E35"/>
    <w:rsid w:val="00D3416E"/>
    <w:rsid w:val="00D341A2"/>
    <w:rsid w:val="00D34450"/>
    <w:rsid w:val="00D3491C"/>
    <w:rsid w:val="00D34A2E"/>
    <w:rsid w:val="00D34B76"/>
    <w:rsid w:val="00D34CF8"/>
    <w:rsid w:val="00D350A9"/>
    <w:rsid w:val="00D35190"/>
    <w:rsid w:val="00D3520B"/>
    <w:rsid w:val="00D35546"/>
    <w:rsid w:val="00D35D70"/>
    <w:rsid w:val="00D36221"/>
    <w:rsid w:val="00D365DB"/>
    <w:rsid w:val="00D37CD2"/>
    <w:rsid w:val="00D4001A"/>
    <w:rsid w:val="00D405FB"/>
    <w:rsid w:val="00D409FF"/>
    <w:rsid w:val="00D40CD1"/>
    <w:rsid w:val="00D40E1D"/>
    <w:rsid w:val="00D412A3"/>
    <w:rsid w:val="00D414A0"/>
    <w:rsid w:val="00D4176A"/>
    <w:rsid w:val="00D418BE"/>
    <w:rsid w:val="00D41BD7"/>
    <w:rsid w:val="00D42061"/>
    <w:rsid w:val="00D429EC"/>
    <w:rsid w:val="00D42EEE"/>
    <w:rsid w:val="00D43633"/>
    <w:rsid w:val="00D43740"/>
    <w:rsid w:val="00D438F5"/>
    <w:rsid w:val="00D43A15"/>
    <w:rsid w:val="00D43AF1"/>
    <w:rsid w:val="00D43D17"/>
    <w:rsid w:val="00D43D23"/>
    <w:rsid w:val="00D43EFD"/>
    <w:rsid w:val="00D44A4F"/>
    <w:rsid w:val="00D44B22"/>
    <w:rsid w:val="00D4528A"/>
    <w:rsid w:val="00D45528"/>
    <w:rsid w:val="00D45996"/>
    <w:rsid w:val="00D467B5"/>
    <w:rsid w:val="00D46910"/>
    <w:rsid w:val="00D46A00"/>
    <w:rsid w:val="00D47163"/>
    <w:rsid w:val="00D473C7"/>
    <w:rsid w:val="00D47754"/>
    <w:rsid w:val="00D47BE2"/>
    <w:rsid w:val="00D47E98"/>
    <w:rsid w:val="00D503B1"/>
    <w:rsid w:val="00D504EC"/>
    <w:rsid w:val="00D50CF8"/>
    <w:rsid w:val="00D51514"/>
    <w:rsid w:val="00D51A61"/>
    <w:rsid w:val="00D51DF7"/>
    <w:rsid w:val="00D52824"/>
    <w:rsid w:val="00D52FF3"/>
    <w:rsid w:val="00D53033"/>
    <w:rsid w:val="00D532D8"/>
    <w:rsid w:val="00D53667"/>
    <w:rsid w:val="00D5374E"/>
    <w:rsid w:val="00D53ADA"/>
    <w:rsid w:val="00D53AFB"/>
    <w:rsid w:val="00D53F21"/>
    <w:rsid w:val="00D54A38"/>
    <w:rsid w:val="00D550D5"/>
    <w:rsid w:val="00D55350"/>
    <w:rsid w:val="00D5572D"/>
    <w:rsid w:val="00D5587D"/>
    <w:rsid w:val="00D559FE"/>
    <w:rsid w:val="00D55B29"/>
    <w:rsid w:val="00D55D58"/>
    <w:rsid w:val="00D55E58"/>
    <w:rsid w:val="00D55FBB"/>
    <w:rsid w:val="00D562A9"/>
    <w:rsid w:val="00D56445"/>
    <w:rsid w:val="00D56A89"/>
    <w:rsid w:val="00D57203"/>
    <w:rsid w:val="00D6004F"/>
    <w:rsid w:val="00D608A6"/>
    <w:rsid w:val="00D609FE"/>
    <w:rsid w:val="00D60F6A"/>
    <w:rsid w:val="00D61436"/>
    <w:rsid w:val="00D6157C"/>
    <w:rsid w:val="00D619B4"/>
    <w:rsid w:val="00D61B35"/>
    <w:rsid w:val="00D629BA"/>
    <w:rsid w:val="00D638FB"/>
    <w:rsid w:val="00D63A09"/>
    <w:rsid w:val="00D63C94"/>
    <w:rsid w:val="00D64B57"/>
    <w:rsid w:val="00D6509B"/>
    <w:rsid w:val="00D6564F"/>
    <w:rsid w:val="00D65C9F"/>
    <w:rsid w:val="00D661F3"/>
    <w:rsid w:val="00D66361"/>
    <w:rsid w:val="00D66AB9"/>
    <w:rsid w:val="00D66F40"/>
    <w:rsid w:val="00D671BB"/>
    <w:rsid w:val="00D67264"/>
    <w:rsid w:val="00D67486"/>
    <w:rsid w:val="00D67A36"/>
    <w:rsid w:val="00D67BA4"/>
    <w:rsid w:val="00D67F33"/>
    <w:rsid w:val="00D70017"/>
    <w:rsid w:val="00D703AB"/>
    <w:rsid w:val="00D7060F"/>
    <w:rsid w:val="00D70808"/>
    <w:rsid w:val="00D710CA"/>
    <w:rsid w:val="00D711B5"/>
    <w:rsid w:val="00D71402"/>
    <w:rsid w:val="00D718B6"/>
    <w:rsid w:val="00D71CDA"/>
    <w:rsid w:val="00D71DAC"/>
    <w:rsid w:val="00D7250F"/>
    <w:rsid w:val="00D7254D"/>
    <w:rsid w:val="00D73170"/>
    <w:rsid w:val="00D731E4"/>
    <w:rsid w:val="00D733DD"/>
    <w:rsid w:val="00D735D8"/>
    <w:rsid w:val="00D736D1"/>
    <w:rsid w:val="00D73B8F"/>
    <w:rsid w:val="00D73F37"/>
    <w:rsid w:val="00D742BF"/>
    <w:rsid w:val="00D746B1"/>
    <w:rsid w:val="00D74726"/>
    <w:rsid w:val="00D749B6"/>
    <w:rsid w:val="00D75895"/>
    <w:rsid w:val="00D762E5"/>
    <w:rsid w:val="00D76A48"/>
    <w:rsid w:val="00D76E13"/>
    <w:rsid w:val="00D772A6"/>
    <w:rsid w:val="00D778E0"/>
    <w:rsid w:val="00D77B91"/>
    <w:rsid w:val="00D77CC3"/>
    <w:rsid w:val="00D77D41"/>
    <w:rsid w:val="00D77F30"/>
    <w:rsid w:val="00D804FE"/>
    <w:rsid w:val="00D809B4"/>
    <w:rsid w:val="00D809D7"/>
    <w:rsid w:val="00D80CC1"/>
    <w:rsid w:val="00D811E9"/>
    <w:rsid w:val="00D81F95"/>
    <w:rsid w:val="00D82052"/>
    <w:rsid w:val="00D83608"/>
    <w:rsid w:val="00D836F6"/>
    <w:rsid w:val="00D83817"/>
    <w:rsid w:val="00D83957"/>
    <w:rsid w:val="00D83AFF"/>
    <w:rsid w:val="00D83B95"/>
    <w:rsid w:val="00D83DD1"/>
    <w:rsid w:val="00D83FB6"/>
    <w:rsid w:val="00D8403A"/>
    <w:rsid w:val="00D8456E"/>
    <w:rsid w:val="00D8467F"/>
    <w:rsid w:val="00D84787"/>
    <w:rsid w:val="00D8575F"/>
    <w:rsid w:val="00D860E7"/>
    <w:rsid w:val="00D86B2B"/>
    <w:rsid w:val="00D86D01"/>
    <w:rsid w:val="00D9048A"/>
    <w:rsid w:val="00D90791"/>
    <w:rsid w:val="00D9106F"/>
    <w:rsid w:val="00D91BDC"/>
    <w:rsid w:val="00D920ED"/>
    <w:rsid w:val="00D92476"/>
    <w:rsid w:val="00D92489"/>
    <w:rsid w:val="00D92D45"/>
    <w:rsid w:val="00D93154"/>
    <w:rsid w:val="00D9362E"/>
    <w:rsid w:val="00D93654"/>
    <w:rsid w:val="00D9374B"/>
    <w:rsid w:val="00D937A5"/>
    <w:rsid w:val="00D9394D"/>
    <w:rsid w:val="00D93BDB"/>
    <w:rsid w:val="00D94182"/>
    <w:rsid w:val="00D94485"/>
    <w:rsid w:val="00D949DD"/>
    <w:rsid w:val="00D950C8"/>
    <w:rsid w:val="00D954A8"/>
    <w:rsid w:val="00D95B39"/>
    <w:rsid w:val="00D96117"/>
    <w:rsid w:val="00D969C6"/>
    <w:rsid w:val="00D96A18"/>
    <w:rsid w:val="00D96EA2"/>
    <w:rsid w:val="00D9750B"/>
    <w:rsid w:val="00D9794D"/>
    <w:rsid w:val="00D97C07"/>
    <w:rsid w:val="00D97E8D"/>
    <w:rsid w:val="00DA1311"/>
    <w:rsid w:val="00DA1510"/>
    <w:rsid w:val="00DA1AF6"/>
    <w:rsid w:val="00DA1ECC"/>
    <w:rsid w:val="00DA200B"/>
    <w:rsid w:val="00DA2095"/>
    <w:rsid w:val="00DA2875"/>
    <w:rsid w:val="00DA2A47"/>
    <w:rsid w:val="00DA2E39"/>
    <w:rsid w:val="00DA33DE"/>
    <w:rsid w:val="00DA3D36"/>
    <w:rsid w:val="00DA3DCD"/>
    <w:rsid w:val="00DA401C"/>
    <w:rsid w:val="00DA4160"/>
    <w:rsid w:val="00DA43CC"/>
    <w:rsid w:val="00DA5748"/>
    <w:rsid w:val="00DA5861"/>
    <w:rsid w:val="00DA5AFC"/>
    <w:rsid w:val="00DA5B98"/>
    <w:rsid w:val="00DA5C98"/>
    <w:rsid w:val="00DA5DCB"/>
    <w:rsid w:val="00DA6410"/>
    <w:rsid w:val="00DA6B17"/>
    <w:rsid w:val="00DB03F1"/>
    <w:rsid w:val="00DB0642"/>
    <w:rsid w:val="00DB09D8"/>
    <w:rsid w:val="00DB0C30"/>
    <w:rsid w:val="00DB0D70"/>
    <w:rsid w:val="00DB0E07"/>
    <w:rsid w:val="00DB1580"/>
    <w:rsid w:val="00DB17D9"/>
    <w:rsid w:val="00DB1B14"/>
    <w:rsid w:val="00DB217E"/>
    <w:rsid w:val="00DB22D6"/>
    <w:rsid w:val="00DB2864"/>
    <w:rsid w:val="00DB2941"/>
    <w:rsid w:val="00DB366B"/>
    <w:rsid w:val="00DB4773"/>
    <w:rsid w:val="00DB47F5"/>
    <w:rsid w:val="00DB5390"/>
    <w:rsid w:val="00DB5F30"/>
    <w:rsid w:val="00DB5F53"/>
    <w:rsid w:val="00DB6616"/>
    <w:rsid w:val="00DB66B9"/>
    <w:rsid w:val="00DB6A72"/>
    <w:rsid w:val="00DB6B79"/>
    <w:rsid w:val="00DB6C05"/>
    <w:rsid w:val="00DB73B1"/>
    <w:rsid w:val="00DB779C"/>
    <w:rsid w:val="00DB793E"/>
    <w:rsid w:val="00DB7DA9"/>
    <w:rsid w:val="00DC000F"/>
    <w:rsid w:val="00DC0516"/>
    <w:rsid w:val="00DC0B5D"/>
    <w:rsid w:val="00DC0EDC"/>
    <w:rsid w:val="00DC12EC"/>
    <w:rsid w:val="00DC1475"/>
    <w:rsid w:val="00DC1639"/>
    <w:rsid w:val="00DC16E7"/>
    <w:rsid w:val="00DC1D27"/>
    <w:rsid w:val="00DC20AC"/>
    <w:rsid w:val="00DC2647"/>
    <w:rsid w:val="00DC2C1D"/>
    <w:rsid w:val="00DC2E98"/>
    <w:rsid w:val="00DC3069"/>
    <w:rsid w:val="00DC34A0"/>
    <w:rsid w:val="00DC35D8"/>
    <w:rsid w:val="00DC372A"/>
    <w:rsid w:val="00DC48CA"/>
    <w:rsid w:val="00DC50AD"/>
    <w:rsid w:val="00DC546B"/>
    <w:rsid w:val="00DC54B4"/>
    <w:rsid w:val="00DC553A"/>
    <w:rsid w:val="00DC5C61"/>
    <w:rsid w:val="00DC64D0"/>
    <w:rsid w:val="00DC6D36"/>
    <w:rsid w:val="00DC7009"/>
    <w:rsid w:val="00DC77F8"/>
    <w:rsid w:val="00DC794D"/>
    <w:rsid w:val="00DC7DB5"/>
    <w:rsid w:val="00DD00F6"/>
    <w:rsid w:val="00DD0260"/>
    <w:rsid w:val="00DD0D40"/>
    <w:rsid w:val="00DD0FCE"/>
    <w:rsid w:val="00DD149A"/>
    <w:rsid w:val="00DD14BD"/>
    <w:rsid w:val="00DD1858"/>
    <w:rsid w:val="00DD1968"/>
    <w:rsid w:val="00DD1E70"/>
    <w:rsid w:val="00DD21A1"/>
    <w:rsid w:val="00DD264E"/>
    <w:rsid w:val="00DD3007"/>
    <w:rsid w:val="00DD319D"/>
    <w:rsid w:val="00DD3466"/>
    <w:rsid w:val="00DD35CE"/>
    <w:rsid w:val="00DD3A26"/>
    <w:rsid w:val="00DD3BC3"/>
    <w:rsid w:val="00DD3DCE"/>
    <w:rsid w:val="00DD3DF9"/>
    <w:rsid w:val="00DD441D"/>
    <w:rsid w:val="00DD4802"/>
    <w:rsid w:val="00DD4D88"/>
    <w:rsid w:val="00DD4EEE"/>
    <w:rsid w:val="00DD556C"/>
    <w:rsid w:val="00DD5C52"/>
    <w:rsid w:val="00DD5E97"/>
    <w:rsid w:val="00DD6328"/>
    <w:rsid w:val="00DD684B"/>
    <w:rsid w:val="00DD6E0E"/>
    <w:rsid w:val="00DD70A8"/>
    <w:rsid w:val="00DD7847"/>
    <w:rsid w:val="00DE0312"/>
    <w:rsid w:val="00DE08A4"/>
    <w:rsid w:val="00DE0C76"/>
    <w:rsid w:val="00DE0EEE"/>
    <w:rsid w:val="00DE1015"/>
    <w:rsid w:val="00DE203D"/>
    <w:rsid w:val="00DE2521"/>
    <w:rsid w:val="00DE2790"/>
    <w:rsid w:val="00DE27F6"/>
    <w:rsid w:val="00DE28DF"/>
    <w:rsid w:val="00DE2CD2"/>
    <w:rsid w:val="00DE3101"/>
    <w:rsid w:val="00DE3393"/>
    <w:rsid w:val="00DE36DA"/>
    <w:rsid w:val="00DE3A59"/>
    <w:rsid w:val="00DE3A90"/>
    <w:rsid w:val="00DE42CC"/>
    <w:rsid w:val="00DE4BB0"/>
    <w:rsid w:val="00DE4DC3"/>
    <w:rsid w:val="00DE5660"/>
    <w:rsid w:val="00DE56C2"/>
    <w:rsid w:val="00DE5B4D"/>
    <w:rsid w:val="00DE6301"/>
    <w:rsid w:val="00DE687A"/>
    <w:rsid w:val="00DE6DE4"/>
    <w:rsid w:val="00DE6E5E"/>
    <w:rsid w:val="00DE74D7"/>
    <w:rsid w:val="00DE7C96"/>
    <w:rsid w:val="00DE7CF9"/>
    <w:rsid w:val="00DF0AB6"/>
    <w:rsid w:val="00DF0AC9"/>
    <w:rsid w:val="00DF11C4"/>
    <w:rsid w:val="00DF14F2"/>
    <w:rsid w:val="00DF1BD3"/>
    <w:rsid w:val="00DF2050"/>
    <w:rsid w:val="00DF276D"/>
    <w:rsid w:val="00DF2B0A"/>
    <w:rsid w:val="00DF2E00"/>
    <w:rsid w:val="00DF2E46"/>
    <w:rsid w:val="00DF3082"/>
    <w:rsid w:val="00DF37C1"/>
    <w:rsid w:val="00DF3935"/>
    <w:rsid w:val="00DF3970"/>
    <w:rsid w:val="00DF39BE"/>
    <w:rsid w:val="00DF39EF"/>
    <w:rsid w:val="00DF3F98"/>
    <w:rsid w:val="00DF49EE"/>
    <w:rsid w:val="00DF4B3C"/>
    <w:rsid w:val="00DF515B"/>
    <w:rsid w:val="00DF541E"/>
    <w:rsid w:val="00DF5665"/>
    <w:rsid w:val="00DF575A"/>
    <w:rsid w:val="00DF5F2B"/>
    <w:rsid w:val="00DF67CD"/>
    <w:rsid w:val="00DF695B"/>
    <w:rsid w:val="00DF6C38"/>
    <w:rsid w:val="00DF6CBC"/>
    <w:rsid w:val="00DF7292"/>
    <w:rsid w:val="00E00548"/>
    <w:rsid w:val="00E00DEB"/>
    <w:rsid w:val="00E00FC4"/>
    <w:rsid w:val="00E011CC"/>
    <w:rsid w:val="00E0164C"/>
    <w:rsid w:val="00E01906"/>
    <w:rsid w:val="00E01A96"/>
    <w:rsid w:val="00E01BD2"/>
    <w:rsid w:val="00E01DD3"/>
    <w:rsid w:val="00E01E0E"/>
    <w:rsid w:val="00E01EE1"/>
    <w:rsid w:val="00E02317"/>
    <w:rsid w:val="00E02CA4"/>
    <w:rsid w:val="00E02E4B"/>
    <w:rsid w:val="00E036D4"/>
    <w:rsid w:val="00E0395B"/>
    <w:rsid w:val="00E0433B"/>
    <w:rsid w:val="00E047E6"/>
    <w:rsid w:val="00E04D21"/>
    <w:rsid w:val="00E0561E"/>
    <w:rsid w:val="00E0582F"/>
    <w:rsid w:val="00E0663B"/>
    <w:rsid w:val="00E0697C"/>
    <w:rsid w:val="00E071F0"/>
    <w:rsid w:val="00E07442"/>
    <w:rsid w:val="00E07E61"/>
    <w:rsid w:val="00E101CE"/>
    <w:rsid w:val="00E10857"/>
    <w:rsid w:val="00E10C5D"/>
    <w:rsid w:val="00E10E1E"/>
    <w:rsid w:val="00E11B7C"/>
    <w:rsid w:val="00E11BBD"/>
    <w:rsid w:val="00E11BEE"/>
    <w:rsid w:val="00E11E37"/>
    <w:rsid w:val="00E127C2"/>
    <w:rsid w:val="00E12A24"/>
    <w:rsid w:val="00E130E6"/>
    <w:rsid w:val="00E141E3"/>
    <w:rsid w:val="00E14D80"/>
    <w:rsid w:val="00E15CB4"/>
    <w:rsid w:val="00E15CC1"/>
    <w:rsid w:val="00E15D23"/>
    <w:rsid w:val="00E162E1"/>
    <w:rsid w:val="00E16680"/>
    <w:rsid w:val="00E1778D"/>
    <w:rsid w:val="00E17DEE"/>
    <w:rsid w:val="00E20214"/>
    <w:rsid w:val="00E20320"/>
    <w:rsid w:val="00E20456"/>
    <w:rsid w:val="00E20B86"/>
    <w:rsid w:val="00E20D17"/>
    <w:rsid w:val="00E21118"/>
    <w:rsid w:val="00E211B2"/>
    <w:rsid w:val="00E212FF"/>
    <w:rsid w:val="00E21937"/>
    <w:rsid w:val="00E21B78"/>
    <w:rsid w:val="00E21D38"/>
    <w:rsid w:val="00E221F6"/>
    <w:rsid w:val="00E225A5"/>
    <w:rsid w:val="00E227A9"/>
    <w:rsid w:val="00E23572"/>
    <w:rsid w:val="00E2393E"/>
    <w:rsid w:val="00E23DBA"/>
    <w:rsid w:val="00E2423C"/>
    <w:rsid w:val="00E24472"/>
    <w:rsid w:val="00E249FD"/>
    <w:rsid w:val="00E25215"/>
    <w:rsid w:val="00E25469"/>
    <w:rsid w:val="00E2547D"/>
    <w:rsid w:val="00E25C0A"/>
    <w:rsid w:val="00E25FA1"/>
    <w:rsid w:val="00E26256"/>
    <w:rsid w:val="00E262BA"/>
    <w:rsid w:val="00E262BB"/>
    <w:rsid w:val="00E26AF5"/>
    <w:rsid w:val="00E2704B"/>
    <w:rsid w:val="00E2719B"/>
    <w:rsid w:val="00E2721D"/>
    <w:rsid w:val="00E274D2"/>
    <w:rsid w:val="00E27E0D"/>
    <w:rsid w:val="00E27F66"/>
    <w:rsid w:val="00E30640"/>
    <w:rsid w:val="00E307B8"/>
    <w:rsid w:val="00E307F1"/>
    <w:rsid w:val="00E31102"/>
    <w:rsid w:val="00E31339"/>
    <w:rsid w:val="00E314DE"/>
    <w:rsid w:val="00E31B03"/>
    <w:rsid w:val="00E31DD8"/>
    <w:rsid w:val="00E32642"/>
    <w:rsid w:val="00E32723"/>
    <w:rsid w:val="00E32A3C"/>
    <w:rsid w:val="00E32EB7"/>
    <w:rsid w:val="00E32F43"/>
    <w:rsid w:val="00E33260"/>
    <w:rsid w:val="00E33542"/>
    <w:rsid w:val="00E33578"/>
    <w:rsid w:val="00E33BBF"/>
    <w:rsid w:val="00E34135"/>
    <w:rsid w:val="00E341E1"/>
    <w:rsid w:val="00E3463E"/>
    <w:rsid w:val="00E358DD"/>
    <w:rsid w:val="00E35CE4"/>
    <w:rsid w:val="00E36147"/>
    <w:rsid w:val="00E361A1"/>
    <w:rsid w:val="00E3731E"/>
    <w:rsid w:val="00E3780F"/>
    <w:rsid w:val="00E37E4B"/>
    <w:rsid w:val="00E4083E"/>
    <w:rsid w:val="00E4129E"/>
    <w:rsid w:val="00E41926"/>
    <w:rsid w:val="00E4196C"/>
    <w:rsid w:val="00E419B2"/>
    <w:rsid w:val="00E41DCD"/>
    <w:rsid w:val="00E41FF1"/>
    <w:rsid w:val="00E42264"/>
    <w:rsid w:val="00E42A02"/>
    <w:rsid w:val="00E42F16"/>
    <w:rsid w:val="00E43163"/>
    <w:rsid w:val="00E43286"/>
    <w:rsid w:val="00E43362"/>
    <w:rsid w:val="00E433CD"/>
    <w:rsid w:val="00E43404"/>
    <w:rsid w:val="00E44146"/>
    <w:rsid w:val="00E447E0"/>
    <w:rsid w:val="00E449BE"/>
    <w:rsid w:val="00E44D68"/>
    <w:rsid w:val="00E44D7A"/>
    <w:rsid w:val="00E4531B"/>
    <w:rsid w:val="00E45871"/>
    <w:rsid w:val="00E45B2D"/>
    <w:rsid w:val="00E45F88"/>
    <w:rsid w:val="00E460E0"/>
    <w:rsid w:val="00E46146"/>
    <w:rsid w:val="00E46220"/>
    <w:rsid w:val="00E468BD"/>
    <w:rsid w:val="00E4698A"/>
    <w:rsid w:val="00E46A85"/>
    <w:rsid w:val="00E46CA2"/>
    <w:rsid w:val="00E4700A"/>
    <w:rsid w:val="00E5049E"/>
    <w:rsid w:val="00E5060B"/>
    <w:rsid w:val="00E509FC"/>
    <w:rsid w:val="00E50B98"/>
    <w:rsid w:val="00E511BF"/>
    <w:rsid w:val="00E513E6"/>
    <w:rsid w:val="00E514C4"/>
    <w:rsid w:val="00E51A7E"/>
    <w:rsid w:val="00E51B18"/>
    <w:rsid w:val="00E51EE0"/>
    <w:rsid w:val="00E51FCD"/>
    <w:rsid w:val="00E52407"/>
    <w:rsid w:val="00E524D7"/>
    <w:rsid w:val="00E528D5"/>
    <w:rsid w:val="00E52A4D"/>
    <w:rsid w:val="00E52C41"/>
    <w:rsid w:val="00E52CB8"/>
    <w:rsid w:val="00E52D4E"/>
    <w:rsid w:val="00E52F14"/>
    <w:rsid w:val="00E53343"/>
    <w:rsid w:val="00E535F5"/>
    <w:rsid w:val="00E537F4"/>
    <w:rsid w:val="00E53E27"/>
    <w:rsid w:val="00E5422C"/>
    <w:rsid w:val="00E54530"/>
    <w:rsid w:val="00E54749"/>
    <w:rsid w:val="00E54F87"/>
    <w:rsid w:val="00E55815"/>
    <w:rsid w:val="00E564D7"/>
    <w:rsid w:val="00E564E5"/>
    <w:rsid w:val="00E575BE"/>
    <w:rsid w:val="00E5777A"/>
    <w:rsid w:val="00E57FA6"/>
    <w:rsid w:val="00E60A39"/>
    <w:rsid w:val="00E60EA3"/>
    <w:rsid w:val="00E612CC"/>
    <w:rsid w:val="00E62ED1"/>
    <w:rsid w:val="00E63581"/>
    <w:rsid w:val="00E63872"/>
    <w:rsid w:val="00E63C9C"/>
    <w:rsid w:val="00E640F1"/>
    <w:rsid w:val="00E64F88"/>
    <w:rsid w:val="00E6524D"/>
    <w:rsid w:val="00E65BCB"/>
    <w:rsid w:val="00E65BE3"/>
    <w:rsid w:val="00E661AF"/>
    <w:rsid w:val="00E6659A"/>
    <w:rsid w:val="00E66EE6"/>
    <w:rsid w:val="00E6735C"/>
    <w:rsid w:val="00E674F7"/>
    <w:rsid w:val="00E67DC3"/>
    <w:rsid w:val="00E67E53"/>
    <w:rsid w:val="00E70021"/>
    <w:rsid w:val="00E7009A"/>
    <w:rsid w:val="00E70610"/>
    <w:rsid w:val="00E70E93"/>
    <w:rsid w:val="00E718CB"/>
    <w:rsid w:val="00E71C2E"/>
    <w:rsid w:val="00E71D5A"/>
    <w:rsid w:val="00E71DAE"/>
    <w:rsid w:val="00E7219B"/>
    <w:rsid w:val="00E724C5"/>
    <w:rsid w:val="00E726F1"/>
    <w:rsid w:val="00E72B7D"/>
    <w:rsid w:val="00E72D95"/>
    <w:rsid w:val="00E730BC"/>
    <w:rsid w:val="00E737DB"/>
    <w:rsid w:val="00E73AE3"/>
    <w:rsid w:val="00E75A5C"/>
    <w:rsid w:val="00E75C43"/>
    <w:rsid w:val="00E763B0"/>
    <w:rsid w:val="00E7706F"/>
    <w:rsid w:val="00E7708C"/>
    <w:rsid w:val="00E77183"/>
    <w:rsid w:val="00E77493"/>
    <w:rsid w:val="00E77EB7"/>
    <w:rsid w:val="00E800D9"/>
    <w:rsid w:val="00E80C65"/>
    <w:rsid w:val="00E81258"/>
    <w:rsid w:val="00E814BE"/>
    <w:rsid w:val="00E81F44"/>
    <w:rsid w:val="00E82934"/>
    <w:rsid w:val="00E82EF3"/>
    <w:rsid w:val="00E8371A"/>
    <w:rsid w:val="00E83A68"/>
    <w:rsid w:val="00E83ADC"/>
    <w:rsid w:val="00E83E87"/>
    <w:rsid w:val="00E84F3D"/>
    <w:rsid w:val="00E857A7"/>
    <w:rsid w:val="00E85A5B"/>
    <w:rsid w:val="00E85B22"/>
    <w:rsid w:val="00E85BE9"/>
    <w:rsid w:val="00E863CD"/>
    <w:rsid w:val="00E871DC"/>
    <w:rsid w:val="00E875B0"/>
    <w:rsid w:val="00E90568"/>
    <w:rsid w:val="00E906D1"/>
    <w:rsid w:val="00E90A39"/>
    <w:rsid w:val="00E90CB4"/>
    <w:rsid w:val="00E910D5"/>
    <w:rsid w:val="00E91447"/>
    <w:rsid w:val="00E9144D"/>
    <w:rsid w:val="00E91920"/>
    <w:rsid w:val="00E9197B"/>
    <w:rsid w:val="00E923BC"/>
    <w:rsid w:val="00E925DE"/>
    <w:rsid w:val="00E925FB"/>
    <w:rsid w:val="00E92B52"/>
    <w:rsid w:val="00E92C33"/>
    <w:rsid w:val="00E93453"/>
    <w:rsid w:val="00E9354A"/>
    <w:rsid w:val="00E935F0"/>
    <w:rsid w:val="00E937FF"/>
    <w:rsid w:val="00E93B52"/>
    <w:rsid w:val="00E93CFB"/>
    <w:rsid w:val="00E93FF1"/>
    <w:rsid w:val="00E94DF7"/>
    <w:rsid w:val="00E94E06"/>
    <w:rsid w:val="00E94F68"/>
    <w:rsid w:val="00E9510C"/>
    <w:rsid w:val="00E959DD"/>
    <w:rsid w:val="00E95B8C"/>
    <w:rsid w:val="00E95CE0"/>
    <w:rsid w:val="00E96201"/>
    <w:rsid w:val="00E96328"/>
    <w:rsid w:val="00E964E6"/>
    <w:rsid w:val="00E965FE"/>
    <w:rsid w:val="00E96609"/>
    <w:rsid w:val="00E9747E"/>
    <w:rsid w:val="00EA004F"/>
    <w:rsid w:val="00EA00D8"/>
    <w:rsid w:val="00EA085F"/>
    <w:rsid w:val="00EA08B4"/>
    <w:rsid w:val="00EA12DE"/>
    <w:rsid w:val="00EA1B33"/>
    <w:rsid w:val="00EA1C13"/>
    <w:rsid w:val="00EA2065"/>
    <w:rsid w:val="00EA24FA"/>
    <w:rsid w:val="00EA33EA"/>
    <w:rsid w:val="00EA364A"/>
    <w:rsid w:val="00EA3A82"/>
    <w:rsid w:val="00EA401B"/>
    <w:rsid w:val="00EA4CA5"/>
    <w:rsid w:val="00EA4F52"/>
    <w:rsid w:val="00EA50A4"/>
    <w:rsid w:val="00EA5E0C"/>
    <w:rsid w:val="00EA634F"/>
    <w:rsid w:val="00EA7A53"/>
    <w:rsid w:val="00EB15E0"/>
    <w:rsid w:val="00EB2249"/>
    <w:rsid w:val="00EB2C2D"/>
    <w:rsid w:val="00EB2DC4"/>
    <w:rsid w:val="00EB3171"/>
    <w:rsid w:val="00EB3366"/>
    <w:rsid w:val="00EB33CD"/>
    <w:rsid w:val="00EB34AB"/>
    <w:rsid w:val="00EB359A"/>
    <w:rsid w:val="00EB370E"/>
    <w:rsid w:val="00EB38FA"/>
    <w:rsid w:val="00EB401B"/>
    <w:rsid w:val="00EB4BF0"/>
    <w:rsid w:val="00EB4D5C"/>
    <w:rsid w:val="00EB4E7A"/>
    <w:rsid w:val="00EB523F"/>
    <w:rsid w:val="00EB5A90"/>
    <w:rsid w:val="00EB67FA"/>
    <w:rsid w:val="00EB68F6"/>
    <w:rsid w:val="00EB6B95"/>
    <w:rsid w:val="00EB70E1"/>
    <w:rsid w:val="00EB718A"/>
    <w:rsid w:val="00EB71FD"/>
    <w:rsid w:val="00EB72D3"/>
    <w:rsid w:val="00EB735A"/>
    <w:rsid w:val="00EB7529"/>
    <w:rsid w:val="00EB776A"/>
    <w:rsid w:val="00EB78E7"/>
    <w:rsid w:val="00EC0332"/>
    <w:rsid w:val="00EC05CC"/>
    <w:rsid w:val="00EC05F4"/>
    <w:rsid w:val="00EC06CE"/>
    <w:rsid w:val="00EC0B69"/>
    <w:rsid w:val="00EC0F60"/>
    <w:rsid w:val="00EC121F"/>
    <w:rsid w:val="00EC1CF9"/>
    <w:rsid w:val="00EC2237"/>
    <w:rsid w:val="00EC248C"/>
    <w:rsid w:val="00EC2918"/>
    <w:rsid w:val="00EC2A82"/>
    <w:rsid w:val="00EC2F32"/>
    <w:rsid w:val="00EC331B"/>
    <w:rsid w:val="00EC348A"/>
    <w:rsid w:val="00EC39BC"/>
    <w:rsid w:val="00EC3E0E"/>
    <w:rsid w:val="00EC52F0"/>
    <w:rsid w:val="00EC5F39"/>
    <w:rsid w:val="00EC63F7"/>
    <w:rsid w:val="00EC6B11"/>
    <w:rsid w:val="00EC6EBB"/>
    <w:rsid w:val="00EC7043"/>
    <w:rsid w:val="00EC71B4"/>
    <w:rsid w:val="00EC7477"/>
    <w:rsid w:val="00EC75EE"/>
    <w:rsid w:val="00EC76A6"/>
    <w:rsid w:val="00EC7B1A"/>
    <w:rsid w:val="00ED04AF"/>
    <w:rsid w:val="00ED08DC"/>
    <w:rsid w:val="00ED0EE7"/>
    <w:rsid w:val="00ED2178"/>
    <w:rsid w:val="00ED232D"/>
    <w:rsid w:val="00ED26FD"/>
    <w:rsid w:val="00ED27C9"/>
    <w:rsid w:val="00ED2988"/>
    <w:rsid w:val="00ED2AD3"/>
    <w:rsid w:val="00ED2DA3"/>
    <w:rsid w:val="00ED3BC4"/>
    <w:rsid w:val="00ED3F73"/>
    <w:rsid w:val="00ED42D3"/>
    <w:rsid w:val="00ED5359"/>
    <w:rsid w:val="00ED5DFE"/>
    <w:rsid w:val="00ED60C2"/>
    <w:rsid w:val="00ED64B5"/>
    <w:rsid w:val="00ED6C38"/>
    <w:rsid w:val="00ED6E56"/>
    <w:rsid w:val="00ED77C1"/>
    <w:rsid w:val="00ED7A24"/>
    <w:rsid w:val="00EE057A"/>
    <w:rsid w:val="00EE0C43"/>
    <w:rsid w:val="00EE0EC6"/>
    <w:rsid w:val="00EE10AF"/>
    <w:rsid w:val="00EE11A3"/>
    <w:rsid w:val="00EE1926"/>
    <w:rsid w:val="00EE196E"/>
    <w:rsid w:val="00EE1C2B"/>
    <w:rsid w:val="00EE2265"/>
    <w:rsid w:val="00EE2416"/>
    <w:rsid w:val="00EE354C"/>
    <w:rsid w:val="00EE364D"/>
    <w:rsid w:val="00EE39BB"/>
    <w:rsid w:val="00EE3B75"/>
    <w:rsid w:val="00EE4066"/>
    <w:rsid w:val="00EE45FC"/>
    <w:rsid w:val="00EE4811"/>
    <w:rsid w:val="00EE48DD"/>
    <w:rsid w:val="00EE4D2E"/>
    <w:rsid w:val="00EE523C"/>
    <w:rsid w:val="00EE5D22"/>
    <w:rsid w:val="00EE6521"/>
    <w:rsid w:val="00EE662E"/>
    <w:rsid w:val="00EE688F"/>
    <w:rsid w:val="00EE6BB5"/>
    <w:rsid w:val="00EE7365"/>
    <w:rsid w:val="00EE7774"/>
    <w:rsid w:val="00EF074C"/>
    <w:rsid w:val="00EF0D2A"/>
    <w:rsid w:val="00EF0D89"/>
    <w:rsid w:val="00EF0F74"/>
    <w:rsid w:val="00EF2393"/>
    <w:rsid w:val="00EF2B3C"/>
    <w:rsid w:val="00EF39D3"/>
    <w:rsid w:val="00EF406A"/>
    <w:rsid w:val="00EF4142"/>
    <w:rsid w:val="00EF439F"/>
    <w:rsid w:val="00EF47D9"/>
    <w:rsid w:val="00EF54B8"/>
    <w:rsid w:val="00EF55D6"/>
    <w:rsid w:val="00EF5BBE"/>
    <w:rsid w:val="00EF5E46"/>
    <w:rsid w:val="00EF5FBD"/>
    <w:rsid w:val="00EF63DE"/>
    <w:rsid w:val="00EF661E"/>
    <w:rsid w:val="00EF6630"/>
    <w:rsid w:val="00EF6649"/>
    <w:rsid w:val="00EF7329"/>
    <w:rsid w:val="00EF7E39"/>
    <w:rsid w:val="00F002BF"/>
    <w:rsid w:val="00F01B8A"/>
    <w:rsid w:val="00F01BF0"/>
    <w:rsid w:val="00F02114"/>
    <w:rsid w:val="00F02133"/>
    <w:rsid w:val="00F0249F"/>
    <w:rsid w:val="00F02A28"/>
    <w:rsid w:val="00F02D89"/>
    <w:rsid w:val="00F02DD7"/>
    <w:rsid w:val="00F032F0"/>
    <w:rsid w:val="00F0363D"/>
    <w:rsid w:val="00F03B38"/>
    <w:rsid w:val="00F03F34"/>
    <w:rsid w:val="00F04034"/>
    <w:rsid w:val="00F043C6"/>
    <w:rsid w:val="00F045F5"/>
    <w:rsid w:val="00F05436"/>
    <w:rsid w:val="00F055F6"/>
    <w:rsid w:val="00F06BE8"/>
    <w:rsid w:val="00F070B4"/>
    <w:rsid w:val="00F07176"/>
    <w:rsid w:val="00F079E7"/>
    <w:rsid w:val="00F07C03"/>
    <w:rsid w:val="00F07EE0"/>
    <w:rsid w:val="00F07FFD"/>
    <w:rsid w:val="00F111F1"/>
    <w:rsid w:val="00F11430"/>
    <w:rsid w:val="00F11C33"/>
    <w:rsid w:val="00F1211D"/>
    <w:rsid w:val="00F121B0"/>
    <w:rsid w:val="00F123EF"/>
    <w:rsid w:val="00F131EE"/>
    <w:rsid w:val="00F13452"/>
    <w:rsid w:val="00F13F60"/>
    <w:rsid w:val="00F14363"/>
    <w:rsid w:val="00F14478"/>
    <w:rsid w:val="00F148E9"/>
    <w:rsid w:val="00F153DD"/>
    <w:rsid w:val="00F15473"/>
    <w:rsid w:val="00F15B07"/>
    <w:rsid w:val="00F15E70"/>
    <w:rsid w:val="00F1687B"/>
    <w:rsid w:val="00F16C93"/>
    <w:rsid w:val="00F16D4E"/>
    <w:rsid w:val="00F17821"/>
    <w:rsid w:val="00F17CAC"/>
    <w:rsid w:val="00F17D0D"/>
    <w:rsid w:val="00F17E2A"/>
    <w:rsid w:val="00F204AA"/>
    <w:rsid w:val="00F206B3"/>
    <w:rsid w:val="00F20D02"/>
    <w:rsid w:val="00F20E80"/>
    <w:rsid w:val="00F20FD1"/>
    <w:rsid w:val="00F215E7"/>
    <w:rsid w:val="00F2197D"/>
    <w:rsid w:val="00F21CE6"/>
    <w:rsid w:val="00F22734"/>
    <w:rsid w:val="00F228B0"/>
    <w:rsid w:val="00F229D2"/>
    <w:rsid w:val="00F22B9D"/>
    <w:rsid w:val="00F22F64"/>
    <w:rsid w:val="00F233D5"/>
    <w:rsid w:val="00F23614"/>
    <w:rsid w:val="00F23A91"/>
    <w:rsid w:val="00F252C3"/>
    <w:rsid w:val="00F2579F"/>
    <w:rsid w:val="00F25B18"/>
    <w:rsid w:val="00F2751D"/>
    <w:rsid w:val="00F306B3"/>
    <w:rsid w:val="00F30D5F"/>
    <w:rsid w:val="00F30D79"/>
    <w:rsid w:val="00F318A4"/>
    <w:rsid w:val="00F318BE"/>
    <w:rsid w:val="00F31ECE"/>
    <w:rsid w:val="00F31FCE"/>
    <w:rsid w:val="00F327B7"/>
    <w:rsid w:val="00F32FCC"/>
    <w:rsid w:val="00F337A8"/>
    <w:rsid w:val="00F33C33"/>
    <w:rsid w:val="00F33E99"/>
    <w:rsid w:val="00F340D2"/>
    <w:rsid w:val="00F34B7F"/>
    <w:rsid w:val="00F34D58"/>
    <w:rsid w:val="00F34E19"/>
    <w:rsid w:val="00F354F1"/>
    <w:rsid w:val="00F35E31"/>
    <w:rsid w:val="00F366CB"/>
    <w:rsid w:val="00F3680C"/>
    <w:rsid w:val="00F36B4B"/>
    <w:rsid w:val="00F37070"/>
    <w:rsid w:val="00F37FD1"/>
    <w:rsid w:val="00F4005E"/>
    <w:rsid w:val="00F4006D"/>
    <w:rsid w:val="00F4026A"/>
    <w:rsid w:val="00F413C2"/>
    <w:rsid w:val="00F413F2"/>
    <w:rsid w:val="00F41795"/>
    <w:rsid w:val="00F424B0"/>
    <w:rsid w:val="00F42798"/>
    <w:rsid w:val="00F42914"/>
    <w:rsid w:val="00F42DE6"/>
    <w:rsid w:val="00F42DF6"/>
    <w:rsid w:val="00F4343E"/>
    <w:rsid w:val="00F43DA2"/>
    <w:rsid w:val="00F448CC"/>
    <w:rsid w:val="00F44FD2"/>
    <w:rsid w:val="00F4565E"/>
    <w:rsid w:val="00F45684"/>
    <w:rsid w:val="00F45927"/>
    <w:rsid w:val="00F45C9B"/>
    <w:rsid w:val="00F46341"/>
    <w:rsid w:val="00F4642A"/>
    <w:rsid w:val="00F46A52"/>
    <w:rsid w:val="00F479DD"/>
    <w:rsid w:val="00F47D22"/>
    <w:rsid w:val="00F5050E"/>
    <w:rsid w:val="00F50782"/>
    <w:rsid w:val="00F50881"/>
    <w:rsid w:val="00F50A03"/>
    <w:rsid w:val="00F516F3"/>
    <w:rsid w:val="00F51AE1"/>
    <w:rsid w:val="00F51B11"/>
    <w:rsid w:val="00F51D02"/>
    <w:rsid w:val="00F51D19"/>
    <w:rsid w:val="00F51E83"/>
    <w:rsid w:val="00F52C67"/>
    <w:rsid w:val="00F53316"/>
    <w:rsid w:val="00F540BB"/>
    <w:rsid w:val="00F54659"/>
    <w:rsid w:val="00F54A9A"/>
    <w:rsid w:val="00F55238"/>
    <w:rsid w:val="00F55771"/>
    <w:rsid w:val="00F55A21"/>
    <w:rsid w:val="00F560AE"/>
    <w:rsid w:val="00F5636E"/>
    <w:rsid w:val="00F567F2"/>
    <w:rsid w:val="00F56962"/>
    <w:rsid w:val="00F571C7"/>
    <w:rsid w:val="00F5721D"/>
    <w:rsid w:val="00F57389"/>
    <w:rsid w:val="00F575DD"/>
    <w:rsid w:val="00F576C8"/>
    <w:rsid w:val="00F57857"/>
    <w:rsid w:val="00F6087A"/>
    <w:rsid w:val="00F60892"/>
    <w:rsid w:val="00F61572"/>
    <w:rsid w:val="00F615E9"/>
    <w:rsid w:val="00F61AB2"/>
    <w:rsid w:val="00F61B29"/>
    <w:rsid w:val="00F61BA5"/>
    <w:rsid w:val="00F61BF3"/>
    <w:rsid w:val="00F61F90"/>
    <w:rsid w:val="00F61FDF"/>
    <w:rsid w:val="00F620ED"/>
    <w:rsid w:val="00F6244A"/>
    <w:rsid w:val="00F628A2"/>
    <w:rsid w:val="00F62F74"/>
    <w:rsid w:val="00F63015"/>
    <w:rsid w:val="00F63073"/>
    <w:rsid w:val="00F6348B"/>
    <w:rsid w:val="00F63AFF"/>
    <w:rsid w:val="00F6436F"/>
    <w:rsid w:val="00F64839"/>
    <w:rsid w:val="00F656F5"/>
    <w:rsid w:val="00F65D2E"/>
    <w:rsid w:val="00F65DF5"/>
    <w:rsid w:val="00F65EB4"/>
    <w:rsid w:val="00F665C4"/>
    <w:rsid w:val="00F665DA"/>
    <w:rsid w:val="00F6687B"/>
    <w:rsid w:val="00F6693E"/>
    <w:rsid w:val="00F67297"/>
    <w:rsid w:val="00F67DE6"/>
    <w:rsid w:val="00F70CF5"/>
    <w:rsid w:val="00F712F9"/>
    <w:rsid w:val="00F714BD"/>
    <w:rsid w:val="00F71524"/>
    <w:rsid w:val="00F71677"/>
    <w:rsid w:val="00F71B55"/>
    <w:rsid w:val="00F72620"/>
    <w:rsid w:val="00F7295F"/>
    <w:rsid w:val="00F72BCC"/>
    <w:rsid w:val="00F72F5B"/>
    <w:rsid w:val="00F7358F"/>
    <w:rsid w:val="00F740FB"/>
    <w:rsid w:val="00F74DB5"/>
    <w:rsid w:val="00F7549E"/>
    <w:rsid w:val="00F75BC4"/>
    <w:rsid w:val="00F7737A"/>
    <w:rsid w:val="00F77761"/>
    <w:rsid w:val="00F77778"/>
    <w:rsid w:val="00F77D8C"/>
    <w:rsid w:val="00F800F4"/>
    <w:rsid w:val="00F814C6"/>
    <w:rsid w:val="00F81BA1"/>
    <w:rsid w:val="00F820AA"/>
    <w:rsid w:val="00F821A6"/>
    <w:rsid w:val="00F830CE"/>
    <w:rsid w:val="00F8350F"/>
    <w:rsid w:val="00F8460A"/>
    <w:rsid w:val="00F84A8A"/>
    <w:rsid w:val="00F860B9"/>
    <w:rsid w:val="00F86728"/>
    <w:rsid w:val="00F867A0"/>
    <w:rsid w:val="00F86836"/>
    <w:rsid w:val="00F87E8C"/>
    <w:rsid w:val="00F91366"/>
    <w:rsid w:val="00F9150A"/>
    <w:rsid w:val="00F916DD"/>
    <w:rsid w:val="00F918B5"/>
    <w:rsid w:val="00F91DAE"/>
    <w:rsid w:val="00F925ED"/>
    <w:rsid w:val="00F926A3"/>
    <w:rsid w:val="00F92B1B"/>
    <w:rsid w:val="00F93D52"/>
    <w:rsid w:val="00F93DCE"/>
    <w:rsid w:val="00F9445B"/>
    <w:rsid w:val="00F946C5"/>
    <w:rsid w:val="00F9489E"/>
    <w:rsid w:val="00F94EB2"/>
    <w:rsid w:val="00F95431"/>
    <w:rsid w:val="00F9591B"/>
    <w:rsid w:val="00F961B6"/>
    <w:rsid w:val="00F96CF1"/>
    <w:rsid w:val="00F97819"/>
    <w:rsid w:val="00F978D2"/>
    <w:rsid w:val="00F97A79"/>
    <w:rsid w:val="00F97ECB"/>
    <w:rsid w:val="00FA00DF"/>
    <w:rsid w:val="00FA0358"/>
    <w:rsid w:val="00FA0666"/>
    <w:rsid w:val="00FA068C"/>
    <w:rsid w:val="00FA0909"/>
    <w:rsid w:val="00FA10B9"/>
    <w:rsid w:val="00FA12BF"/>
    <w:rsid w:val="00FA159F"/>
    <w:rsid w:val="00FA1929"/>
    <w:rsid w:val="00FA1A2B"/>
    <w:rsid w:val="00FA1AAE"/>
    <w:rsid w:val="00FA1AC0"/>
    <w:rsid w:val="00FA1C6B"/>
    <w:rsid w:val="00FA280D"/>
    <w:rsid w:val="00FA2B03"/>
    <w:rsid w:val="00FA2B23"/>
    <w:rsid w:val="00FA2CE2"/>
    <w:rsid w:val="00FA2D25"/>
    <w:rsid w:val="00FA2DEB"/>
    <w:rsid w:val="00FA2E39"/>
    <w:rsid w:val="00FA3217"/>
    <w:rsid w:val="00FA322F"/>
    <w:rsid w:val="00FA32E4"/>
    <w:rsid w:val="00FA3427"/>
    <w:rsid w:val="00FA3704"/>
    <w:rsid w:val="00FA3825"/>
    <w:rsid w:val="00FA38ED"/>
    <w:rsid w:val="00FA3CD8"/>
    <w:rsid w:val="00FA3E5A"/>
    <w:rsid w:val="00FA4304"/>
    <w:rsid w:val="00FA458C"/>
    <w:rsid w:val="00FA45E6"/>
    <w:rsid w:val="00FA4650"/>
    <w:rsid w:val="00FA4B63"/>
    <w:rsid w:val="00FA50F5"/>
    <w:rsid w:val="00FA52ED"/>
    <w:rsid w:val="00FA6262"/>
    <w:rsid w:val="00FA6309"/>
    <w:rsid w:val="00FA7637"/>
    <w:rsid w:val="00FA7943"/>
    <w:rsid w:val="00FB0250"/>
    <w:rsid w:val="00FB0258"/>
    <w:rsid w:val="00FB049D"/>
    <w:rsid w:val="00FB05A7"/>
    <w:rsid w:val="00FB0A4F"/>
    <w:rsid w:val="00FB0BB6"/>
    <w:rsid w:val="00FB0DAA"/>
    <w:rsid w:val="00FB144A"/>
    <w:rsid w:val="00FB16B3"/>
    <w:rsid w:val="00FB1739"/>
    <w:rsid w:val="00FB18DB"/>
    <w:rsid w:val="00FB1C86"/>
    <w:rsid w:val="00FB1D94"/>
    <w:rsid w:val="00FB1EC0"/>
    <w:rsid w:val="00FB211F"/>
    <w:rsid w:val="00FB2219"/>
    <w:rsid w:val="00FB22BA"/>
    <w:rsid w:val="00FB294F"/>
    <w:rsid w:val="00FB2A2A"/>
    <w:rsid w:val="00FB2BBD"/>
    <w:rsid w:val="00FB2D53"/>
    <w:rsid w:val="00FB2E13"/>
    <w:rsid w:val="00FB35CF"/>
    <w:rsid w:val="00FB3810"/>
    <w:rsid w:val="00FB3A8E"/>
    <w:rsid w:val="00FB485F"/>
    <w:rsid w:val="00FB5798"/>
    <w:rsid w:val="00FB5FE4"/>
    <w:rsid w:val="00FB62CF"/>
    <w:rsid w:val="00FB6CB3"/>
    <w:rsid w:val="00FB714E"/>
    <w:rsid w:val="00FB77EE"/>
    <w:rsid w:val="00FC0496"/>
    <w:rsid w:val="00FC052E"/>
    <w:rsid w:val="00FC0795"/>
    <w:rsid w:val="00FC094F"/>
    <w:rsid w:val="00FC1122"/>
    <w:rsid w:val="00FC185F"/>
    <w:rsid w:val="00FC20D5"/>
    <w:rsid w:val="00FC2B96"/>
    <w:rsid w:val="00FC2EE9"/>
    <w:rsid w:val="00FC2F7E"/>
    <w:rsid w:val="00FC39B5"/>
    <w:rsid w:val="00FC400C"/>
    <w:rsid w:val="00FC4D08"/>
    <w:rsid w:val="00FC5252"/>
    <w:rsid w:val="00FC53F7"/>
    <w:rsid w:val="00FC5402"/>
    <w:rsid w:val="00FC5ACA"/>
    <w:rsid w:val="00FC5B60"/>
    <w:rsid w:val="00FC645A"/>
    <w:rsid w:val="00FC6BE4"/>
    <w:rsid w:val="00FC7069"/>
    <w:rsid w:val="00FC772B"/>
    <w:rsid w:val="00FC7815"/>
    <w:rsid w:val="00FC7ABE"/>
    <w:rsid w:val="00FC7D9C"/>
    <w:rsid w:val="00FD0252"/>
    <w:rsid w:val="00FD03F3"/>
    <w:rsid w:val="00FD121E"/>
    <w:rsid w:val="00FD1417"/>
    <w:rsid w:val="00FD17BC"/>
    <w:rsid w:val="00FD1905"/>
    <w:rsid w:val="00FD2432"/>
    <w:rsid w:val="00FD26FB"/>
    <w:rsid w:val="00FD291C"/>
    <w:rsid w:val="00FD2D30"/>
    <w:rsid w:val="00FD2D5B"/>
    <w:rsid w:val="00FD3109"/>
    <w:rsid w:val="00FD32A8"/>
    <w:rsid w:val="00FD3485"/>
    <w:rsid w:val="00FD3A00"/>
    <w:rsid w:val="00FD3A14"/>
    <w:rsid w:val="00FD3F0D"/>
    <w:rsid w:val="00FD4225"/>
    <w:rsid w:val="00FD4233"/>
    <w:rsid w:val="00FD48A7"/>
    <w:rsid w:val="00FD4D95"/>
    <w:rsid w:val="00FD4E98"/>
    <w:rsid w:val="00FD5140"/>
    <w:rsid w:val="00FD57B8"/>
    <w:rsid w:val="00FD5869"/>
    <w:rsid w:val="00FD5A6F"/>
    <w:rsid w:val="00FD5B48"/>
    <w:rsid w:val="00FD5BDA"/>
    <w:rsid w:val="00FD630F"/>
    <w:rsid w:val="00FD6332"/>
    <w:rsid w:val="00FD6BB6"/>
    <w:rsid w:val="00FD7420"/>
    <w:rsid w:val="00FD7429"/>
    <w:rsid w:val="00FE0BF2"/>
    <w:rsid w:val="00FE0E3A"/>
    <w:rsid w:val="00FE107F"/>
    <w:rsid w:val="00FE1A48"/>
    <w:rsid w:val="00FE1C49"/>
    <w:rsid w:val="00FE1ECB"/>
    <w:rsid w:val="00FE2352"/>
    <w:rsid w:val="00FE23CF"/>
    <w:rsid w:val="00FE277C"/>
    <w:rsid w:val="00FE2910"/>
    <w:rsid w:val="00FE29E4"/>
    <w:rsid w:val="00FE2BDE"/>
    <w:rsid w:val="00FE3364"/>
    <w:rsid w:val="00FE460D"/>
    <w:rsid w:val="00FE4B17"/>
    <w:rsid w:val="00FE5034"/>
    <w:rsid w:val="00FE5EDA"/>
    <w:rsid w:val="00FE5F34"/>
    <w:rsid w:val="00FE6024"/>
    <w:rsid w:val="00FE663F"/>
    <w:rsid w:val="00FE67F7"/>
    <w:rsid w:val="00FE6C5D"/>
    <w:rsid w:val="00FE7056"/>
    <w:rsid w:val="00FE7C22"/>
    <w:rsid w:val="00FF09D8"/>
    <w:rsid w:val="00FF0C7B"/>
    <w:rsid w:val="00FF0C91"/>
    <w:rsid w:val="00FF0EF1"/>
    <w:rsid w:val="00FF0FA5"/>
    <w:rsid w:val="00FF125D"/>
    <w:rsid w:val="00FF1AF2"/>
    <w:rsid w:val="00FF1D81"/>
    <w:rsid w:val="00FF1FA2"/>
    <w:rsid w:val="00FF23C8"/>
    <w:rsid w:val="00FF28E2"/>
    <w:rsid w:val="00FF2CA8"/>
    <w:rsid w:val="00FF3643"/>
    <w:rsid w:val="00FF38C4"/>
    <w:rsid w:val="00FF3EE9"/>
    <w:rsid w:val="00FF4565"/>
    <w:rsid w:val="00FF4776"/>
    <w:rsid w:val="00FF47CD"/>
    <w:rsid w:val="00FF4A79"/>
    <w:rsid w:val="00FF4C4A"/>
    <w:rsid w:val="00FF5D43"/>
    <w:rsid w:val="00FF6022"/>
    <w:rsid w:val="00FF6344"/>
    <w:rsid w:val="00FF6706"/>
    <w:rsid w:val="00FF71FF"/>
    <w:rsid w:val="00FF7686"/>
    <w:rsid w:val="00FF7A35"/>
    <w:rsid w:val="00FF7B2A"/>
    <w:rsid w:val="00FF7CE5"/>
    <w:rsid w:val="00FF7D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6F1B4-9AFE-4760-BA85-07076EFBF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146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wykytekst3">
    <w:name w:val="Zwykły tekst3"/>
    <w:basedOn w:val="Normalny"/>
    <w:rsid w:val="00CD146B"/>
    <w:rPr>
      <w:rFonts w:ascii="Courier New" w:hAnsi="Courier New"/>
      <w:sz w:val="20"/>
      <w:szCs w:val="20"/>
      <w:lang w:eastAsia="ar-SA"/>
    </w:rPr>
  </w:style>
  <w:style w:type="paragraph" w:customStyle="1" w:styleId="Zwykytekst4">
    <w:name w:val="Zwykły tekst4"/>
    <w:basedOn w:val="Normalny"/>
    <w:rsid w:val="00CD146B"/>
    <w:rPr>
      <w:rFonts w:ascii="Courier New" w:hAnsi="Courier New"/>
      <w:sz w:val="20"/>
      <w:szCs w:val="20"/>
      <w:lang w:eastAsia="ar-SA"/>
    </w:rPr>
  </w:style>
  <w:style w:type="table" w:styleId="Tabela-Siatka">
    <w:name w:val="Table Grid"/>
    <w:basedOn w:val="Standardowy"/>
    <w:uiPriority w:val="39"/>
    <w:rsid w:val="00CD1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D146B"/>
    <w:pPr>
      <w:spacing w:after="160" w:line="259" w:lineRule="auto"/>
      <w:ind w:left="720"/>
      <w:contextualSpacing/>
    </w:pPr>
    <w:rPr>
      <w:rFonts w:asciiTheme="minorHAnsi" w:eastAsiaTheme="minorHAnsi" w:hAnsiTheme="minorHAnsi" w:cstheme="minorBidi"/>
      <w:sz w:val="22"/>
      <w:szCs w:val="22"/>
      <w:lang w:eastAsia="en-US"/>
    </w:rPr>
  </w:style>
  <w:style w:type="paragraph" w:styleId="Stopka">
    <w:name w:val="footer"/>
    <w:basedOn w:val="Normalny"/>
    <w:link w:val="StopkaZnak"/>
    <w:uiPriority w:val="99"/>
    <w:unhideWhenUsed/>
    <w:rsid w:val="00CD146B"/>
    <w:pPr>
      <w:tabs>
        <w:tab w:val="center" w:pos="4536"/>
        <w:tab w:val="right" w:pos="9072"/>
      </w:tabs>
    </w:pPr>
  </w:style>
  <w:style w:type="character" w:customStyle="1" w:styleId="StopkaZnak">
    <w:name w:val="Stopka Znak"/>
    <w:basedOn w:val="Domylnaczcionkaakapitu"/>
    <w:link w:val="Stopka"/>
    <w:uiPriority w:val="99"/>
    <w:rsid w:val="00CD146B"/>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C91EB4"/>
    <w:pPr>
      <w:tabs>
        <w:tab w:val="center" w:pos="4536"/>
        <w:tab w:val="right" w:pos="9072"/>
      </w:tabs>
    </w:pPr>
    <w:rPr>
      <w:sz w:val="20"/>
      <w:szCs w:val="20"/>
    </w:rPr>
  </w:style>
  <w:style w:type="character" w:customStyle="1" w:styleId="NagwekZnak">
    <w:name w:val="Nagłówek Znak"/>
    <w:basedOn w:val="Domylnaczcionkaakapitu"/>
    <w:link w:val="Nagwek"/>
    <w:uiPriority w:val="99"/>
    <w:rsid w:val="00C91EB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61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40379922.dotm</Template>
  <TotalTime>30</TotalTime>
  <Pages>1</Pages>
  <Words>266</Words>
  <Characters>1601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Skorupski</dc:creator>
  <cp:keywords/>
  <dc:description/>
  <cp:lastModifiedBy>Zbigniew Skorupski</cp:lastModifiedBy>
  <cp:revision>17</cp:revision>
  <dcterms:created xsi:type="dcterms:W3CDTF">2021-07-01T06:08:00Z</dcterms:created>
  <dcterms:modified xsi:type="dcterms:W3CDTF">2025-03-21T11:37:00Z</dcterms:modified>
</cp:coreProperties>
</file>